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  <w:r>
        <w:t>ЧОУ "НЕМЕЦКАЯ ШКОЛА "ИОГАНН-ГЕТЕ-ШУЛЕ"</w:t>
      </w: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</w:pPr>
      <w:r>
        <w:t>ПРИНЯТО                                                                                     УТВЕРЖДЕНО</w:t>
      </w:r>
    </w:p>
    <w:p w:rsidR="00142DF5" w:rsidRDefault="00142DF5" w:rsidP="00A6765F">
      <w:pPr>
        <w:widowControl w:val="0"/>
        <w:autoSpaceDE w:val="0"/>
        <w:autoSpaceDN w:val="0"/>
        <w:adjustRightInd w:val="0"/>
      </w:pPr>
      <w:r>
        <w:t>решением педагогического совета                                              Приказ №</w:t>
      </w:r>
    </w:p>
    <w:p w:rsidR="00142DF5" w:rsidRDefault="00142DF5" w:rsidP="00A6765F">
      <w:pPr>
        <w:widowControl w:val="0"/>
        <w:autoSpaceDE w:val="0"/>
        <w:autoSpaceDN w:val="0"/>
        <w:adjustRightInd w:val="0"/>
      </w:pPr>
    </w:p>
    <w:p w:rsidR="00142DF5" w:rsidRDefault="00142DF5" w:rsidP="00A6765F">
      <w:pPr>
        <w:widowControl w:val="0"/>
        <w:autoSpaceDE w:val="0"/>
        <w:autoSpaceDN w:val="0"/>
        <w:adjustRightInd w:val="0"/>
      </w:pPr>
    </w:p>
    <w:p w:rsidR="00142DF5" w:rsidRDefault="00142DF5" w:rsidP="00A6765F">
      <w:pPr>
        <w:widowControl w:val="0"/>
        <w:autoSpaceDE w:val="0"/>
        <w:autoSpaceDN w:val="0"/>
        <w:adjustRightInd w:val="0"/>
      </w:pPr>
    </w:p>
    <w:p w:rsidR="00142DF5" w:rsidRDefault="00142DF5" w:rsidP="00A6765F">
      <w:pPr>
        <w:widowControl w:val="0"/>
        <w:autoSpaceDE w:val="0"/>
        <w:autoSpaceDN w:val="0"/>
        <w:adjustRightInd w:val="0"/>
      </w:pPr>
    </w:p>
    <w:p w:rsidR="00142DF5" w:rsidRDefault="00142DF5" w:rsidP="00A6765F">
      <w:pPr>
        <w:widowControl w:val="0"/>
        <w:autoSpaceDE w:val="0"/>
        <w:autoSpaceDN w:val="0"/>
        <w:adjustRightInd w:val="0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  <w:r>
        <w:t>Программа по предмету МУЗЫКА</w:t>
      </w: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  <w:r>
        <w:t>4 класс</w:t>
      </w: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  <w:r>
        <w:t>Учитель Масик Н. А.</w:t>
      </w: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</w:p>
    <w:p w:rsidR="00142DF5" w:rsidRDefault="00142DF5" w:rsidP="00A6765F">
      <w:pPr>
        <w:widowControl w:val="0"/>
        <w:autoSpaceDE w:val="0"/>
        <w:autoSpaceDN w:val="0"/>
        <w:adjustRightInd w:val="0"/>
        <w:jc w:val="center"/>
      </w:pPr>
      <w:r>
        <w:t>Учебный год ___________</w:t>
      </w:r>
    </w:p>
    <w:p w:rsidR="00142DF5" w:rsidRDefault="00142DF5" w:rsidP="00A6765F">
      <w:pPr>
        <w:sectPr w:rsidR="00142DF5" w:rsidSect="00A6765F">
          <w:type w:val="continuous"/>
          <w:pgSz w:w="11900" w:h="16840"/>
          <w:pgMar w:top="1134" w:right="850" w:bottom="1134" w:left="1701" w:header="720" w:footer="720" w:gutter="0"/>
          <w:pgNumType w:start="1"/>
          <w:cols w:space="720"/>
        </w:sectPr>
      </w:pPr>
    </w:p>
    <w:p w:rsidR="00142DF5" w:rsidRPr="00224723" w:rsidRDefault="00142DF5">
      <w:pPr>
        <w:widowControl w:val="0"/>
        <w:autoSpaceDE w:val="0"/>
        <w:autoSpaceDN w:val="0"/>
        <w:adjustRightInd w:val="0"/>
        <w:sectPr w:rsidR="00142DF5" w:rsidRPr="00224723">
          <w:headerReference w:type="default" r:id="rId7"/>
          <w:type w:val="continuous"/>
          <w:pgSz w:w="11900" w:h="16840"/>
          <w:pgMar w:top="1134" w:right="850" w:bottom="1134" w:left="1701" w:header="720" w:footer="720" w:gutter="0"/>
          <w:cols w:space="720"/>
          <w:noEndnote/>
        </w:sectPr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10" w:lineRule="exact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-20"/>
        <w:jc w:val="center"/>
      </w:pPr>
      <w:r w:rsidRPr="00224723">
        <w:t>ПОЯ</w:t>
      </w:r>
      <w:r w:rsidRPr="00224723">
        <w:rPr>
          <w:spacing w:val="-1"/>
        </w:rPr>
        <w:t>С</w:t>
      </w:r>
      <w:r w:rsidRPr="00224723">
        <w:t>НИТ</w:t>
      </w:r>
      <w:r w:rsidRPr="00224723">
        <w:rPr>
          <w:spacing w:val="-1"/>
        </w:rPr>
        <w:t>Е</w:t>
      </w:r>
      <w:r w:rsidRPr="00224723">
        <w:t>ЛЬНАЯ ЗА</w:t>
      </w:r>
      <w:r w:rsidRPr="00224723">
        <w:rPr>
          <w:spacing w:val="-1"/>
        </w:rPr>
        <w:t>П</w:t>
      </w:r>
      <w:r w:rsidRPr="00224723">
        <w:t>ИСКА</w:t>
      </w: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</w:pPr>
    </w:p>
    <w:p w:rsidR="00142DF5" w:rsidRPr="00224723" w:rsidRDefault="00142DF5" w:rsidP="007B05A5">
      <w:pPr>
        <w:pStyle w:val="BodyText2"/>
        <w:tabs>
          <w:tab w:val="left" w:pos="426"/>
          <w:tab w:val="left" w:pos="1843"/>
          <w:tab w:val="left" w:pos="1985"/>
        </w:tabs>
        <w:spacing w:line="240" w:lineRule="auto"/>
        <w:ind w:left="-284" w:right="-285" w:firstLine="426"/>
      </w:pPr>
      <w:r w:rsidRPr="00224723">
        <w:rPr>
          <w:b/>
          <w:bCs/>
          <w:i/>
          <w:iCs/>
        </w:rPr>
        <w:t>Цель</w:t>
      </w:r>
      <w:r w:rsidRPr="00224723">
        <w:t xml:space="preserve"> музыкального образования и воспитания – формирование музыкальной культуры учащихся как части их общей и духовной культуры. </w:t>
      </w:r>
    </w:p>
    <w:p w:rsidR="00142DF5" w:rsidRPr="00224723" w:rsidRDefault="00142DF5" w:rsidP="007B05A5">
      <w:pPr>
        <w:pStyle w:val="c3"/>
      </w:pPr>
      <w:r w:rsidRPr="00224723">
        <w:rPr>
          <w:rStyle w:val="c5"/>
        </w:rPr>
        <w:t>Рабочая программа по музыке составлена в соответствии со следующими нормативно-правовыми инструктивно-методическими документами:</w:t>
      </w:r>
    </w:p>
    <w:p w:rsidR="00142DF5" w:rsidRPr="00224723" w:rsidRDefault="00142DF5" w:rsidP="007B05A5">
      <w:pPr>
        <w:numPr>
          <w:ilvl w:val="0"/>
          <w:numId w:val="1"/>
        </w:numPr>
        <w:spacing w:before="100" w:beforeAutospacing="1" w:after="100" w:afterAutospacing="1"/>
        <w:rPr>
          <w:rStyle w:val="c5"/>
        </w:rPr>
      </w:pPr>
      <w:r w:rsidRPr="00224723">
        <w:rPr>
          <w:rStyle w:val="c5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224723">
          <w:rPr>
            <w:rStyle w:val="c5"/>
          </w:rPr>
          <w:t>2012 г</w:t>
        </w:r>
      </w:smartTag>
      <w:r w:rsidRPr="00224723">
        <w:rPr>
          <w:rStyle w:val="c5"/>
        </w:rPr>
        <w:t>. N 273-ФЗ «Об образовании в Российской Федерации».</w:t>
      </w:r>
    </w:p>
    <w:p w:rsidR="00142DF5" w:rsidRPr="00224723" w:rsidRDefault="00142DF5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1897.</w:t>
      </w:r>
    </w:p>
    <w:p w:rsidR="00142DF5" w:rsidRPr="00224723" w:rsidRDefault="00142DF5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Приказ Министерства образования РФ от 9 марта </w:t>
      </w:r>
      <w:smartTag w:uri="urn:schemas-microsoft-com:office:smarttags" w:element="metricconverter">
        <w:smartTagPr>
          <w:attr w:name="ProductID" w:val="2004 г"/>
        </w:smartTagPr>
        <w:r w:rsidRPr="00224723">
          <w:rPr>
            <w:rStyle w:val="c5"/>
          </w:rPr>
          <w:t>2004 г</w:t>
        </w:r>
      </w:smartTag>
      <w:r w:rsidRPr="00224723">
        <w:rPr>
          <w:rStyle w:val="c5"/>
        </w:rPr>
        <w:t xml:space="preserve">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 </w:t>
      </w:r>
    </w:p>
    <w:p w:rsidR="00142DF5" w:rsidRPr="00224723" w:rsidRDefault="00142DF5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Приказ Министерства образования РФ от 5 марта </w:t>
      </w:r>
      <w:smartTag w:uri="urn:schemas-microsoft-com:office:smarttags" w:element="metricconverter">
        <w:smartTagPr>
          <w:attr w:name="ProductID" w:val="2004 г"/>
        </w:smartTagPr>
        <w:r w:rsidRPr="00224723">
          <w:rPr>
            <w:rStyle w:val="c5"/>
          </w:rPr>
          <w:t>2004 г</w:t>
        </w:r>
      </w:smartTag>
      <w:r w:rsidRPr="00224723">
        <w:rPr>
          <w:rStyle w:val="c5"/>
        </w:rPr>
        <w:t xml:space="preserve">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 </w:t>
      </w:r>
    </w:p>
    <w:p w:rsidR="00142DF5" w:rsidRPr="00224723" w:rsidRDefault="00142DF5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Письмо Департамента государственной политики в образовании Министерства образования и науки РФ от 7 июля </w:t>
      </w:r>
      <w:smartTag w:uri="urn:schemas-microsoft-com:office:smarttags" w:element="metricconverter">
        <w:smartTagPr>
          <w:attr w:name="ProductID" w:val="2005 г"/>
        </w:smartTagPr>
        <w:r w:rsidRPr="00224723">
          <w:rPr>
            <w:rStyle w:val="c5"/>
          </w:rPr>
          <w:t>2005 г</w:t>
        </w:r>
      </w:smartTag>
      <w:r w:rsidRPr="00224723">
        <w:rPr>
          <w:rStyle w:val="c5"/>
        </w:rPr>
        <w:t xml:space="preserve">. N 03-1263 «О примерных программах по учебным предметам федерального базисного учебного плана». </w:t>
      </w:r>
    </w:p>
    <w:p w:rsidR="00142DF5" w:rsidRPr="00224723" w:rsidRDefault="00142DF5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Сборник нормативных документов. Искусство. Федеральный компонент государственного стандарта. Федеральный базисный учебный план. - Москва. Дрофа. 2004. </w:t>
      </w:r>
    </w:p>
    <w:p w:rsidR="00142DF5" w:rsidRPr="00224723" w:rsidRDefault="00142DF5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>Примерная программа по музыке для основного общего образования (2-е изд. – М.: Просвещение, 2011. – 176 с.) с учётом авторской программы «Музыка</w:t>
      </w:r>
      <w:r>
        <w:rPr>
          <w:rStyle w:val="c5"/>
        </w:rPr>
        <w:t>. Начальные классы</w:t>
      </w:r>
      <w:r w:rsidRPr="00224723">
        <w:rPr>
          <w:rStyle w:val="c5"/>
        </w:rPr>
        <w:t>» В.В. Алеев, Т.И. Науменко, Т.Н.  Кичак (</w:t>
      </w:r>
      <w:r>
        <w:rPr>
          <w:rStyle w:val="c5"/>
        </w:rPr>
        <w:t>М.: Дрофа, 2011</w:t>
      </w:r>
      <w:r w:rsidRPr="00224723">
        <w:rPr>
          <w:rStyle w:val="c5"/>
        </w:rPr>
        <w:t xml:space="preserve">.), рабочая программа  для общеобразовательных учреждений «Искусство. Музыка. </w:t>
      </w:r>
      <w:r>
        <w:rPr>
          <w:rStyle w:val="c5"/>
        </w:rPr>
        <w:t>1</w:t>
      </w:r>
      <w:r w:rsidRPr="00224723">
        <w:rPr>
          <w:rStyle w:val="c5"/>
        </w:rPr>
        <w:t>-</w:t>
      </w:r>
      <w:r>
        <w:rPr>
          <w:rStyle w:val="c5"/>
        </w:rPr>
        <w:t>4</w:t>
      </w:r>
      <w:r w:rsidRPr="00224723">
        <w:rPr>
          <w:rStyle w:val="c5"/>
        </w:rPr>
        <w:t xml:space="preserve"> классы» В.В. Алеев, Т.И. Науменко, Т.Н.  Кичак (М.: Дрофа, 2012).</w:t>
      </w: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398"/>
        <w:jc w:val="both"/>
      </w:pPr>
      <w:r w:rsidRPr="00224723">
        <w:t>Рабо</w:t>
      </w:r>
      <w:r w:rsidRPr="00224723">
        <w:rPr>
          <w:spacing w:val="-1"/>
        </w:rPr>
        <w:t>ч</w:t>
      </w:r>
      <w:r w:rsidRPr="00224723">
        <w:t>ая программ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 xml:space="preserve">по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ке</w:t>
      </w:r>
      <w:r w:rsidRPr="00224723">
        <w:rPr>
          <w:spacing w:val="2"/>
        </w:rPr>
        <w:t xml:space="preserve"> </w:t>
      </w:r>
      <w:r w:rsidRPr="00224723">
        <w:t>разр</w:t>
      </w:r>
      <w:r w:rsidRPr="00224723">
        <w:rPr>
          <w:spacing w:val="-1"/>
        </w:rPr>
        <w:t>а</w:t>
      </w:r>
      <w:r w:rsidRPr="00224723">
        <w:t>бо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2"/>
        </w:rPr>
        <w:t xml:space="preserve"> </w:t>
      </w:r>
      <w:r w:rsidRPr="00224723">
        <w:t>в соо</w:t>
      </w:r>
      <w:r w:rsidRPr="00224723">
        <w:rPr>
          <w:spacing w:val="-1"/>
        </w:rPr>
        <w:t>т</w:t>
      </w:r>
      <w:r w:rsidRPr="00224723">
        <w:t>ве</w:t>
      </w:r>
      <w:r w:rsidRPr="00224723">
        <w:rPr>
          <w:spacing w:val="-1"/>
        </w:rPr>
        <w:t>т</w:t>
      </w:r>
      <w:r w:rsidRPr="00224723">
        <w:t>ствии с</w:t>
      </w:r>
      <w:r w:rsidRPr="00224723">
        <w:rPr>
          <w:spacing w:val="1"/>
        </w:rPr>
        <w:t xml:space="preserve"> </w:t>
      </w:r>
      <w:r w:rsidRPr="00224723">
        <w:rPr>
          <w:spacing w:val="-1"/>
        </w:rPr>
        <w:t>а</w:t>
      </w:r>
      <w:r w:rsidRPr="00224723">
        <w:t>в</w:t>
      </w:r>
      <w:r w:rsidRPr="00224723">
        <w:rPr>
          <w:spacing w:val="-1"/>
        </w:rPr>
        <w:t>т</w:t>
      </w:r>
      <w:r w:rsidRPr="00224723">
        <w:t>орс</w:t>
      </w:r>
      <w:r w:rsidRPr="00224723">
        <w:rPr>
          <w:spacing w:val="-1"/>
        </w:rPr>
        <w:t>к</w:t>
      </w:r>
      <w:r w:rsidRPr="00224723">
        <w:t>ой про</w:t>
      </w:r>
      <w:r w:rsidRPr="00224723">
        <w:rPr>
          <w:spacing w:val="-1"/>
        </w:rPr>
        <w:t>г</w:t>
      </w:r>
      <w:r w:rsidRPr="00224723">
        <w:t>раммой «М</w:t>
      </w:r>
      <w:r w:rsidRPr="00224723">
        <w:rPr>
          <w:spacing w:val="-3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</w:t>
      </w:r>
      <w:r>
        <w:t>. Начальные классы</w:t>
      </w:r>
      <w:r w:rsidRPr="00224723">
        <w:t>»</w:t>
      </w:r>
      <w:r w:rsidRPr="00224723">
        <w:rPr>
          <w:spacing w:val="1"/>
        </w:rPr>
        <w:t xml:space="preserve"> </w:t>
      </w:r>
      <w:r w:rsidRPr="00224723">
        <w:t xml:space="preserve">авторов: </w:t>
      </w:r>
      <w:r w:rsidRPr="00224723">
        <w:rPr>
          <w:spacing w:val="-1"/>
        </w:rPr>
        <w:t>Т</w:t>
      </w:r>
      <w:r w:rsidRPr="00224723">
        <w:t>.И. Н</w:t>
      </w:r>
      <w:r w:rsidRPr="00224723">
        <w:rPr>
          <w:spacing w:val="1"/>
        </w:rPr>
        <w:t>а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ко,</w:t>
      </w:r>
      <w:r w:rsidRPr="00224723">
        <w:rPr>
          <w:spacing w:val="1"/>
        </w:rPr>
        <w:t xml:space="preserve"> </w:t>
      </w:r>
      <w:r w:rsidRPr="00224723">
        <w:t>В.И. Ал</w:t>
      </w:r>
      <w:r w:rsidRPr="00224723">
        <w:rPr>
          <w:spacing w:val="-1"/>
        </w:rPr>
        <w:t>е</w:t>
      </w:r>
      <w:r w:rsidRPr="00224723">
        <w:t>ев,</w:t>
      </w:r>
      <w:r w:rsidRPr="00224723">
        <w:rPr>
          <w:spacing w:val="1"/>
        </w:rPr>
        <w:t xml:space="preserve"> </w:t>
      </w:r>
      <w:r w:rsidRPr="00224723">
        <w:t>Т.Н. Ки</w:t>
      </w:r>
      <w:r w:rsidRPr="00224723">
        <w:rPr>
          <w:spacing w:val="-1"/>
        </w:rPr>
        <w:t>ч</w:t>
      </w:r>
      <w:r w:rsidRPr="00224723">
        <w:t>а</w:t>
      </w:r>
      <w:r w:rsidRPr="00224723">
        <w:rPr>
          <w:spacing w:val="-1"/>
        </w:rPr>
        <w:t>к</w:t>
      </w:r>
      <w:r w:rsidRPr="00224723">
        <w:t>. Москва «Дрофа», 201</w:t>
      </w:r>
      <w:r>
        <w:t>1</w:t>
      </w:r>
      <w:r w:rsidRPr="00224723">
        <w:rPr>
          <w:spacing w:val="-1"/>
        </w:rPr>
        <w:t>г</w:t>
      </w:r>
      <w:r w:rsidRPr="00224723">
        <w:t>.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Акт</w:t>
      </w:r>
      <w:r w:rsidRPr="00224723">
        <w:rPr>
          <w:b/>
          <w:spacing w:val="-5"/>
        </w:rPr>
        <w:t>у</w:t>
      </w:r>
      <w:r w:rsidRPr="00224723">
        <w:rPr>
          <w:b/>
        </w:rPr>
        <w:t>ал</w:t>
      </w:r>
      <w:r w:rsidRPr="00224723">
        <w:rPr>
          <w:b/>
          <w:spacing w:val="1"/>
        </w:rPr>
        <w:t>ь</w:t>
      </w:r>
      <w:r w:rsidRPr="00224723">
        <w:rPr>
          <w:b/>
        </w:rPr>
        <w:t>н</w:t>
      </w:r>
      <w:r w:rsidRPr="00224723">
        <w:rPr>
          <w:b/>
          <w:spacing w:val="1"/>
        </w:rPr>
        <w:t>о</w:t>
      </w:r>
      <w:r w:rsidRPr="00224723">
        <w:rPr>
          <w:b/>
        </w:rPr>
        <w:t>с</w:t>
      </w:r>
      <w:r w:rsidRPr="00224723">
        <w:rPr>
          <w:b/>
          <w:spacing w:val="-1"/>
        </w:rPr>
        <w:t>т</w:t>
      </w:r>
      <w:r w:rsidRPr="00224723">
        <w:rPr>
          <w:b/>
        </w:rPr>
        <w:t>ь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21"/>
        <w:jc w:val="both"/>
      </w:pPr>
      <w:r w:rsidRPr="00224723">
        <w:t xml:space="preserve">Охват </w:t>
      </w:r>
      <w:r w:rsidRPr="00224723">
        <w:rPr>
          <w:spacing w:val="-1"/>
        </w:rPr>
        <w:t>ш</w:t>
      </w:r>
      <w:r w:rsidRPr="00224723">
        <w:t>иро</w:t>
      </w:r>
      <w:r w:rsidRPr="00224723">
        <w:rPr>
          <w:spacing w:val="-1"/>
        </w:rPr>
        <w:t>к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3"/>
        </w:rPr>
        <w:t>у</w:t>
      </w:r>
      <w:r w:rsidRPr="00224723">
        <w:t>льт</w:t>
      </w:r>
      <w:r w:rsidRPr="00224723">
        <w:rPr>
          <w:spacing w:val="-3"/>
        </w:rPr>
        <w:t>у</w:t>
      </w:r>
      <w:r w:rsidRPr="00224723">
        <w:t>рол</w:t>
      </w:r>
      <w:r w:rsidRPr="00224723">
        <w:rPr>
          <w:spacing w:val="2"/>
        </w:rPr>
        <w:t>о</w:t>
      </w:r>
      <w:r w:rsidRPr="00224723">
        <w:t>ги</w:t>
      </w:r>
      <w:r w:rsidRPr="00224723">
        <w:rPr>
          <w:spacing w:val="-1"/>
        </w:rPr>
        <w:t>ч</w:t>
      </w:r>
      <w:r w:rsidRPr="00224723">
        <w:rPr>
          <w:spacing w:val="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t>прос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ст</w:t>
      </w:r>
      <w:r w:rsidRPr="00224723">
        <w:t>ва,</w:t>
      </w:r>
      <w:r w:rsidRPr="00224723">
        <w:rPr>
          <w:spacing w:val="3"/>
        </w:rPr>
        <w:t xml:space="preserve"> </w:t>
      </w:r>
      <w:r w:rsidRPr="00224723">
        <w:t>которо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подраз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ев</w:t>
      </w:r>
      <w:r w:rsidRPr="00224723">
        <w:rPr>
          <w:spacing w:val="1"/>
        </w:rPr>
        <w:t>а</w:t>
      </w:r>
      <w:r w:rsidRPr="00224723">
        <w:t>ет</w:t>
      </w:r>
      <w:r w:rsidRPr="00224723">
        <w:rPr>
          <w:spacing w:val="2"/>
        </w:rPr>
        <w:t xml:space="preserve"> </w:t>
      </w:r>
      <w:r w:rsidRPr="00224723">
        <w:t>пос</w:t>
      </w:r>
      <w:r w:rsidRPr="00224723">
        <w:rPr>
          <w:spacing w:val="-1"/>
        </w:rPr>
        <w:t>т</w:t>
      </w:r>
      <w:r w:rsidRPr="00224723">
        <w:t>оя</w:t>
      </w:r>
      <w:r w:rsidRPr="00224723">
        <w:rPr>
          <w:spacing w:val="-1"/>
        </w:rPr>
        <w:t>н</w:t>
      </w:r>
      <w:r w:rsidRPr="00224723">
        <w:t>ные выхо</w:t>
      </w:r>
      <w:r w:rsidRPr="00224723">
        <w:rPr>
          <w:spacing w:val="-1"/>
        </w:rPr>
        <w:t>д</w:t>
      </w:r>
      <w:r w:rsidRPr="00224723">
        <w:t>ы за рамки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t>ис</w:t>
      </w:r>
      <w:r w:rsidRPr="00224723">
        <w:rPr>
          <w:spacing w:val="-1"/>
        </w:rPr>
        <w:t>к</w:t>
      </w:r>
      <w:r w:rsidRPr="00224723">
        <w:rPr>
          <w:spacing w:val="-4"/>
        </w:rPr>
        <w:t>у</w:t>
      </w:r>
      <w:r w:rsidRPr="00224723">
        <w:t>сст</w:t>
      </w:r>
      <w:r w:rsidRPr="00224723">
        <w:rPr>
          <w:spacing w:val="1"/>
        </w:rPr>
        <w:t>в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и включен</w:t>
      </w:r>
      <w:r w:rsidRPr="00224723">
        <w:rPr>
          <w:spacing w:val="-1"/>
        </w:rPr>
        <w:t>и</w:t>
      </w:r>
      <w:r w:rsidRPr="00224723">
        <w:t>е в</w:t>
      </w:r>
      <w:r w:rsidRPr="00224723">
        <w:rPr>
          <w:spacing w:val="1"/>
        </w:rPr>
        <w:t xml:space="preserve"> </w:t>
      </w:r>
      <w:r w:rsidRPr="00224723">
        <w:t>ко</w:t>
      </w:r>
      <w:r w:rsidRPr="00224723">
        <w:rPr>
          <w:spacing w:val="-1"/>
        </w:rPr>
        <w:t>н</w:t>
      </w:r>
      <w:r w:rsidRPr="00224723">
        <w:t>т</w:t>
      </w:r>
      <w:r w:rsidRPr="00224723">
        <w:rPr>
          <w:spacing w:val="-1"/>
        </w:rPr>
        <w:t>ек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1"/>
        </w:rPr>
        <w:t xml:space="preserve"> </w:t>
      </w:r>
      <w:r w:rsidRPr="00224723">
        <w:rPr>
          <w:spacing w:val="-3"/>
        </w:rPr>
        <w:t>у</w:t>
      </w:r>
      <w:r w:rsidRPr="00224723">
        <w:t>роков</w:t>
      </w:r>
      <w:r w:rsidRPr="00224723">
        <w:rPr>
          <w:spacing w:val="2"/>
        </w:rPr>
        <w:t xml:space="preserve"> м</w:t>
      </w:r>
      <w:r w:rsidRPr="00224723">
        <w:rPr>
          <w:spacing w:val="-5"/>
        </w:rPr>
        <w:t>у</w:t>
      </w:r>
      <w:r w:rsidRPr="00224723">
        <w:t>зыки свед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й</w:t>
      </w:r>
      <w:r w:rsidRPr="00224723">
        <w:rPr>
          <w:spacing w:val="3"/>
        </w:rPr>
        <w:t xml:space="preserve"> </w:t>
      </w:r>
      <w:r w:rsidRPr="00224723">
        <w:t>из</w:t>
      </w:r>
      <w:r w:rsidRPr="00224723">
        <w:rPr>
          <w:spacing w:val="-1"/>
        </w:rPr>
        <w:t xml:space="preserve"> </w:t>
      </w:r>
      <w:r w:rsidRPr="00224723">
        <w:t>ис</w:t>
      </w:r>
      <w:r w:rsidRPr="00224723">
        <w:rPr>
          <w:spacing w:val="-1"/>
        </w:rPr>
        <w:t>т</w:t>
      </w:r>
      <w:r w:rsidRPr="00224723">
        <w:t>ор</w:t>
      </w:r>
      <w:r w:rsidRPr="00224723">
        <w:rPr>
          <w:spacing w:val="-1"/>
        </w:rPr>
        <w:t>и</w:t>
      </w:r>
      <w:r w:rsidRPr="00224723">
        <w:t>и,</w:t>
      </w:r>
      <w:r w:rsidRPr="00224723">
        <w:rPr>
          <w:spacing w:val="2"/>
        </w:rPr>
        <w:t xml:space="preserve"> </w:t>
      </w:r>
      <w:r w:rsidRPr="00224723">
        <w:t>произве</w:t>
      </w:r>
      <w:r w:rsidRPr="00224723">
        <w:rPr>
          <w:spacing w:val="-1"/>
        </w:rPr>
        <w:t>д</w:t>
      </w:r>
      <w:r w:rsidRPr="00224723">
        <w:t>е</w:t>
      </w:r>
      <w:r w:rsidRPr="00224723">
        <w:rPr>
          <w:spacing w:val="-1"/>
        </w:rPr>
        <w:t>н</w:t>
      </w:r>
      <w:r w:rsidRPr="00224723">
        <w:t>ий</w:t>
      </w:r>
      <w:r w:rsidRPr="00224723">
        <w:rPr>
          <w:spacing w:val="2"/>
        </w:rPr>
        <w:t xml:space="preserve"> </w:t>
      </w:r>
      <w:r w:rsidRPr="00224723">
        <w:t>лит</w:t>
      </w:r>
      <w:r w:rsidRPr="00224723">
        <w:rPr>
          <w:spacing w:val="-1"/>
        </w:rPr>
        <w:t>е</w:t>
      </w:r>
      <w:r w:rsidRPr="00224723">
        <w:t>рат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>ы</w:t>
      </w:r>
      <w:r w:rsidRPr="00224723">
        <w:rPr>
          <w:spacing w:val="4"/>
        </w:rPr>
        <w:t xml:space="preserve"> </w:t>
      </w:r>
      <w:r w:rsidRPr="00224723">
        <w:t>(п</w:t>
      </w:r>
      <w:r w:rsidRPr="00224723">
        <w:rPr>
          <w:spacing w:val="-1"/>
        </w:rPr>
        <w:t>о</w:t>
      </w:r>
      <w:r w:rsidRPr="00224723">
        <w:t>э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-1"/>
        </w:rPr>
        <w:t>ч</w:t>
      </w:r>
      <w:r w:rsidRPr="00224723">
        <w:t>еских</w:t>
      </w:r>
      <w:r w:rsidRPr="00224723">
        <w:rPr>
          <w:spacing w:val="3"/>
        </w:rPr>
        <w:t xml:space="preserve"> </w:t>
      </w:r>
      <w:r w:rsidRPr="00224723">
        <w:t>и про</w:t>
      </w:r>
      <w:r w:rsidRPr="00224723">
        <w:rPr>
          <w:spacing w:val="-1"/>
        </w:rPr>
        <w:t>за</w:t>
      </w:r>
      <w:r w:rsidRPr="00224723">
        <w:t>и</w:t>
      </w:r>
      <w:r w:rsidRPr="00224723">
        <w:rPr>
          <w:spacing w:val="-1"/>
        </w:rPr>
        <w:t>ч</w:t>
      </w:r>
      <w:r w:rsidRPr="00224723">
        <w:t>еских)</w:t>
      </w:r>
      <w:r w:rsidRPr="00224723">
        <w:rPr>
          <w:spacing w:val="1"/>
        </w:rPr>
        <w:t xml:space="preserve"> </w:t>
      </w:r>
      <w:r w:rsidRPr="00224723">
        <w:t>и и</w:t>
      </w:r>
      <w:r w:rsidRPr="00224723">
        <w:rPr>
          <w:spacing w:val="-1"/>
        </w:rPr>
        <w:t>з</w:t>
      </w:r>
      <w:r w:rsidRPr="00224723">
        <w:t>обра</w:t>
      </w:r>
      <w:r w:rsidRPr="00224723">
        <w:rPr>
          <w:spacing w:val="-1"/>
        </w:rPr>
        <w:t>з</w:t>
      </w:r>
      <w:r w:rsidRPr="00224723">
        <w:t>ительно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иск</w:t>
      </w:r>
      <w:r w:rsidRPr="00224723">
        <w:rPr>
          <w:spacing w:val="-5"/>
        </w:rPr>
        <w:t>у</w:t>
      </w:r>
      <w:r w:rsidRPr="00224723">
        <w:t>сс</w:t>
      </w:r>
      <w:r w:rsidRPr="00224723">
        <w:rPr>
          <w:spacing w:val="1"/>
        </w:rPr>
        <w:t>т</w:t>
      </w:r>
      <w:r w:rsidRPr="00224723">
        <w:t>ва,</w:t>
      </w:r>
      <w:r w:rsidRPr="00224723">
        <w:rPr>
          <w:spacing w:val="2"/>
        </w:rPr>
        <w:t xml:space="preserve"> </w:t>
      </w:r>
      <w:r w:rsidRPr="00224723">
        <w:t>ч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>ы</w:t>
      </w:r>
      <w:r w:rsidRPr="00224723">
        <w:t>полн</w:t>
      </w:r>
      <w:r w:rsidRPr="00224723">
        <w:rPr>
          <w:spacing w:val="-1"/>
        </w:rPr>
        <w:t>я</w:t>
      </w:r>
      <w:r w:rsidRPr="00224723">
        <w:t>ет ф</w:t>
      </w:r>
      <w:r w:rsidRPr="00224723">
        <w:rPr>
          <w:spacing w:val="-3"/>
        </w:rPr>
        <w:t>у</w:t>
      </w:r>
      <w:r w:rsidRPr="00224723">
        <w:rPr>
          <w:spacing w:val="-1"/>
        </w:rPr>
        <w:t>н</w:t>
      </w:r>
      <w:r w:rsidRPr="00224723">
        <w:t>кцию</w:t>
      </w:r>
      <w:r w:rsidRPr="00224723">
        <w:rPr>
          <w:spacing w:val="2"/>
        </w:rPr>
        <w:t xml:space="preserve"> </w:t>
      </w:r>
      <w:r w:rsidRPr="00224723">
        <w:rPr>
          <w:spacing w:val="1"/>
        </w:rPr>
        <w:t>э</w:t>
      </w:r>
      <w:r w:rsidRPr="00224723">
        <w:t>моц</w:t>
      </w:r>
      <w:r w:rsidRPr="00224723">
        <w:rPr>
          <w:spacing w:val="-1"/>
        </w:rPr>
        <w:t>и</w:t>
      </w:r>
      <w:r w:rsidRPr="00224723">
        <w:t>он</w:t>
      </w:r>
      <w:r w:rsidRPr="00224723">
        <w:rPr>
          <w:spacing w:val="-1"/>
        </w:rPr>
        <w:t>а</w:t>
      </w:r>
      <w:r w:rsidRPr="00224723">
        <w:t>льно</w:t>
      </w:r>
      <w:r w:rsidRPr="00224723">
        <w:rPr>
          <w:spacing w:val="1"/>
        </w:rPr>
        <w:t>-</w:t>
      </w:r>
      <w:r w:rsidRPr="00224723">
        <w:t>э</w:t>
      </w:r>
      <w:r w:rsidRPr="00224723">
        <w:rPr>
          <w:spacing w:val="-1"/>
        </w:rPr>
        <w:t>с</w:t>
      </w:r>
      <w:r w:rsidRPr="00224723">
        <w:t>т</w:t>
      </w:r>
      <w:r w:rsidRPr="00224723">
        <w:rPr>
          <w:spacing w:val="-1"/>
        </w:rPr>
        <w:t>ет</w:t>
      </w:r>
      <w:r w:rsidRPr="00224723">
        <w:rPr>
          <w:spacing w:val="1"/>
        </w:rPr>
        <w:t>и</w:t>
      </w:r>
      <w:r w:rsidRPr="00224723">
        <w:t>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rPr>
          <w:spacing w:val="1"/>
        </w:rPr>
        <w:t>о</w:t>
      </w:r>
      <w:r w:rsidRPr="00224723">
        <w:t>го</w:t>
      </w:r>
      <w:r w:rsidRPr="00224723">
        <w:rPr>
          <w:spacing w:val="1"/>
        </w:rPr>
        <w:t xml:space="preserve"> </w:t>
      </w:r>
      <w:r w:rsidRPr="00224723">
        <w:t xml:space="preserve">фона, </w:t>
      </w:r>
      <w:r w:rsidRPr="00224723">
        <w:rPr>
          <w:spacing w:val="-4"/>
        </w:rPr>
        <w:t>у</w:t>
      </w:r>
      <w:r w:rsidRPr="00224723">
        <w:t>силиваю</w:t>
      </w:r>
      <w:r w:rsidRPr="00224723">
        <w:rPr>
          <w:spacing w:val="1"/>
        </w:rPr>
        <w:t>щ</w:t>
      </w:r>
      <w:r w:rsidRPr="00224723">
        <w:t>его</w:t>
      </w:r>
      <w:r w:rsidRPr="00224723">
        <w:rPr>
          <w:spacing w:val="1"/>
        </w:rPr>
        <w:t xml:space="preserve"> </w:t>
      </w:r>
      <w:r w:rsidRPr="00224723">
        <w:t>пон</w:t>
      </w:r>
      <w:r w:rsidRPr="00224723">
        <w:rPr>
          <w:spacing w:val="-1"/>
        </w:rPr>
        <w:t>и</w:t>
      </w:r>
      <w:r w:rsidRPr="00224723">
        <w:t>ма</w:t>
      </w:r>
      <w:r w:rsidRPr="00224723">
        <w:rPr>
          <w:spacing w:val="-1"/>
        </w:rPr>
        <w:t>н</w:t>
      </w:r>
      <w:r w:rsidRPr="00224723">
        <w:rPr>
          <w:spacing w:val="1"/>
        </w:rPr>
        <w:t>и</w:t>
      </w:r>
      <w:r w:rsidRPr="00224723">
        <w:t>е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ьми</w:t>
      </w:r>
      <w:r w:rsidRPr="00224723">
        <w:rPr>
          <w:spacing w:val="1"/>
        </w:rPr>
        <w:t xml:space="preserve"> </w:t>
      </w:r>
      <w:r w:rsidRPr="00224723">
        <w:t>содер</w:t>
      </w:r>
      <w:r w:rsidRPr="00224723">
        <w:rPr>
          <w:spacing w:val="-1"/>
        </w:rPr>
        <w:t>ж</w:t>
      </w:r>
      <w:r w:rsidRPr="00224723">
        <w:t>ан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прои</w:t>
      </w:r>
      <w:r w:rsidRPr="00224723">
        <w:rPr>
          <w:spacing w:val="-1"/>
        </w:rPr>
        <w:t>з</w:t>
      </w:r>
      <w:r w:rsidRPr="00224723">
        <w:t>веде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t>Основой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льного м</w:t>
      </w:r>
      <w:r w:rsidRPr="00224723">
        <w:rPr>
          <w:spacing w:val="1"/>
        </w:rPr>
        <w:t>ы</w:t>
      </w:r>
      <w:r w:rsidRPr="00224723">
        <w:t>шл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ей</w:t>
      </w:r>
      <w:r w:rsidRPr="00224723">
        <w:rPr>
          <w:spacing w:val="2"/>
        </w:rPr>
        <w:t xml:space="preserve"> </w:t>
      </w:r>
      <w:r w:rsidRPr="00224723">
        <w:t>ст</w:t>
      </w:r>
      <w:r w:rsidRPr="00224723">
        <w:rPr>
          <w:spacing w:val="-1"/>
        </w:rPr>
        <w:t>а</w:t>
      </w:r>
      <w:r w:rsidRPr="00224723">
        <w:t>новя</w:t>
      </w:r>
      <w:r w:rsidRPr="00224723">
        <w:rPr>
          <w:spacing w:val="-1"/>
        </w:rPr>
        <w:t>тс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неод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-1"/>
        </w:rPr>
        <w:t>з</w:t>
      </w:r>
      <w:r w:rsidRPr="00224723">
        <w:rPr>
          <w:spacing w:val="1"/>
        </w:rPr>
        <w:t>н</w:t>
      </w:r>
      <w:r w:rsidRPr="00224723">
        <w:t>ач</w:t>
      </w:r>
      <w:r w:rsidRPr="00224723">
        <w:rPr>
          <w:spacing w:val="-1"/>
        </w:rPr>
        <w:t>н</w:t>
      </w:r>
      <w:r w:rsidRPr="00224723">
        <w:t>ость</w:t>
      </w:r>
      <w:r w:rsidRPr="00224723">
        <w:rPr>
          <w:spacing w:val="2"/>
        </w:rPr>
        <w:t xml:space="preserve"> </w:t>
      </w:r>
      <w:r w:rsidRPr="00224723">
        <w:t>их воспр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-1"/>
        </w:rPr>
        <w:t>ти</w:t>
      </w:r>
      <w:r w:rsidRPr="00224723">
        <w:t>я, множ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т</w:t>
      </w:r>
      <w:r w:rsidRPr="00224723">
        <w:t>ве</w:t>
      </w:r>
      <w:r w:rsidRPr="00224723">
        <w:rPr>
          <w:spacing w:val="-1"/>
        </w:rPr>
        <w:t>н</w:t>
      </w:r>
      <w:r w:rsidRPr="00224723">
        <w:t>ность</w:t>
      </w:r>
      <w:r w:rsidRPr="00224723">
        <w:rPr>
          <w:spacing w:val="2"/>
        </w:rPr>
        <w:t xml:space="preserve"> </w:t>
      </w:r>
      <w:r w:rsidRPr="00224723">
        <w:t>ин</w:t>
      </w:r>
      <w:r w:rsidRPr="00224723">
        <w:rPr>
          <w:spacing w:val="-1"/>
        </w:rPr>
        <w:t>д</w:t>
      </w:r>
      <w:r w:rsidRPr="00224723">
        <w:t>ивид</w:t>
      </w:r>
      <w:r w:rsidRPr="00224723">
        <w:rPr>
          <w:spacing w:val="-5"/>
        </w:rPr>
        <w:t>у</w:t>
      </w:r>
      <w:r w:rsidRPr="00224723">
        <w:rPr>
          <w:spacing w:val="1"/>
        </w:rPr>
        <w:t>а</w:t>
      </w:r>
      <w:r w:rsidRPr="00224723">
        <w:t>л</w:t>
      </w:r>
      <w:r w:rsidRPr="00224723">
        <w:rPr>
          <w:spacing w:val="2"/>
        </w:rPr>
        <w:t>ь</w:t>
      </w:r>
      <w:r w:rsidRPr="00224723">
        <w:t>ных</w:t>
      </w:r>
      <w:r w:rsidRPr="00224723">
        <w:rPr>
          <w:spacing w:val="2"/>
        </w:rPr>
        <w:t xml:space="preserve"> </w:t>
      </w:r>
      <w:r w:rsidRPr="00224723">
        <w:t>тр</w:t>
      </w:r>
      <w:r w:rsidRPr="00224723">
        <w:rPr>
          <w:spacing w:val="-1"/>
        </w:rPr>
        <w:t>а</w:t>
      </w:r>
      <w:r w:rsidRPr="00224723">
        <w:t>к</w:t>
      </w:r>
      <w:r w:rsidRPr="00224723">
        <w:rPr>
          <w:spacing w:val="-1"/>
        </w:rPr>
        <w:t>т</w:t>
      </w:r>
      <w:r w:rsidRPr="00224723">
        <w:t>ово</w:t>
      </w:r>
      <w:r w:rsidRPr="00224723">
        <w:rPr>
          <w:spacing w:val="-1"/>
        </w:rPr>
        <w:t>к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раз</w:t>
      </w:r>
      <w:r w:rsidRPr="00224723">
        <w:rPr>
          <w:spacing w:val="-1"/>
        </w:rPr>
        <w:t>н</w:t>
      </w:r>
      <w:r w:rsidRPr="00224723">
        <w:t>ообразные</w:t>
      </w:r>
      <w:r w:rsidRPr="00224723">
        <w:rPr>
          <w:spacing w:val="1"/>
        </w:rPr>
        <w:t xml:space="preserve"> </w:t>
      </w:r>
      <w:r w:rsidRPr="00224723">
        <w:t>вариан</w:t>
      </w:r>
      <w:r w:rsidRPr="00224723">
        <w:rPr>
          <w:spacing w:val="-1"/>
        </w:rPr>
        <w:t>ты</w:t>
      </w:r>
      <w:r w:rsidRPr="00224723">
        <w:rPr>
          <w:spacing w:val="2"/>
        </w:rPr>
        <w:t xml:space="preserve"> </w:t>
      </w:r>
      <w:r w:rsidRPr="00224723">
        <w:t>«слыша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», «виде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»,</w:t>
      </w:r>
      <w:r w:rsidRPr="00224723">
        <w:rPr>
          <w:spacing w:val="1"/>
        </w:rPr>
        <w:t xml:space="preserve"> </w:t>
      </w:r>
      <w:r w:rsidRPr="00224723">
        <w:t>кон</w:t>
      </w:r>
      <w:r w:rsidRPr="00224723">
        <w:rPr>
          <w:spacing w:val="-1"/>
        </w:rPr>
        <w:t>к</w:t>
      </w:r>
      <w:r w:rsidRPr="00224723">
        <w:t>ретных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1"/>
        </w:rPr>
        <w:t xml:space="preserve"> </w:t>
      </w:r>
      <w:r w:rsidRPr="00224723">
        <w:t>сочи</w:t>
      </w:r>
      <w:r w:rsidRPr="00224723">
        <w:rPr>
          <w:spacing w:val="-1"/>
        </w:rPr>
        <w:t>н</w:t>
      </w:r>
      <w:r w:rsidRPr="00224723">
        <w:t>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t>отраж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ые,</w:t>
      </w:r>
      <w:r w:rsidRPr="00224723">
        <w:rPr>
          <w:spacing w:val="1"/>
        </w:rPr>
        <w:t xml:space="preserve"> </w:t>
      </w:r>
      <w:r w:rsidRPr="00224723">
        <w:t>напр</w:t>
      </w:r>
      <w:r w:rsidRPr="00224723">
        <w:rPr>
          <w:spacing w:val="-1"/>
        </w:rPr>
        <w:t>и</w:t>
      </w:r>
      <w:r w:rsidRPr="00224723">
        <w:t>м</w:t>
      </w:r>
      <w:r w:rsidRPr="00224723">
        <w:rPr>
          <w:spacing w:val="-1"/>
        </w:rPr>
        <w:t>е</w:t>
      </w:r>
      <w:r w:rsidRPr="00224723">
        <w:t>р,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 xml:space="preserve"> </w:t>
      </w:r>
      <w:r w:rsidRPr="00224723">
        <w:t>рис</w:t>
      </w:r>
      <w:r w:rsidRPr="00224723">
        <w:rPr>
          <w:spacing w:val="-5"/>
        </w:rPr>
        <w:t>у</w:t>
      </w:r>
      <w:r w:rsidRPr="00224723">
        <w:rPr>
          <w:spacing w:val="1"/>
        </w:rPr>
        <w:t>н</w:t>
      </w:r>
      <w:r w:rsidRPr="00224723">
        <w:t>ках, бли</w:t>
      </w:r>
      <w:r w:rsidRPr="00224723">
        <w:rPr>
          <w:spacing w:val="-1"/>
        </w:rPr>
        <w:t>зк</w:t>
      </w:r>
      <w:r w:rsidRPr="00224723">
        <w:t>их</w:t>
      </w:r>
      <w:r w:rsidRPr="00224723">
        <w:rPr>
          <w:spacing w:val="3"/>
        </w:rPr>
        <w:t xml:space="preserve"> </w:t>
      </w:r>
      <w:r w:rsidRPr="00224723">
        <w:t>по своей</w:t>
      </w:r>
      <w:r w:rsidRPr="00224723">
        <w:rPr>
          <w:spacing w:val="-1"/>
        </w:rPr>
        <w:t xml:space="preserve"> </w:t>
      </w:r>
      <w:r w:rsidRPr="00224723">
        <w:t>обра</w:t>
      </w:r>
      <w:r w:rsidRPr="00224723">
        <w:rPr>
          <w:spacing w:val="-1"/>
        </w:rPr>
        <w:t>зн</w:t>
      </w:r>
      <w:r w:rsidRPr="00224723">
        <w:t>ой</w:t>
      </w:r>
      <w:r w:rsidRPr="00224723">
        <w:rPr>
          <w:spacing w:val="1"/>
        </w:rPr>
        <w:t xml:space="preserve"> с</w:t>
      </w:r>
      <w:r w:rsidRPr="00224723">
        <w:rPr>
          <w:spacing w:val="-5"/>
        </w:rPr>
        <w:t>у</w:t>
      </w:r>
      <w:r w:rsidRPr="00224723">
        <w:t>щн</w:t>
      </w:r>
      <w:r w:rsidRPr="00224723">
        <w:rPr>
          <w:spacing w:val="1"/>
        </w:rPr>
        <w:t>о</w:t>
      </w:r>
      <w:r w:rsidRPr="00224723">
        <w:t>с</w:t>
      </w:r>
      <w:r w:rsidRPr="00224723">
        <w:rPr>
          <w:spacing w:val="1"/>
        </w:rPr>
        <w:t>т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зыкальным</w:t>
      </w:r>
      <w:r w:rsidRPr="00224723">
        <w:rPr>
          <w:spacing w:val="2"/>
        </w:rPr>
        <w:t xml:space="preserve"> </w:t>
      </w:r>
      <w:r w:rsidRPr="00224723">
        <w:t>про</w:t>
      </w:r>
      <w:r w:rsidRPr="00224723">
        <w:rPr>
          <w:spacing w:val="-1"/>
        </w:rPr>
        <w:t>и</w:t>
      </w:r>
      <w:r w:rsidRPr="00224723">
        <w:t>звед</w:t>
      </w:r>
      <w:r w:rsidRPr="00224723">
        <w:rPr>
          <w:spacing w:val="-1"/>
        </w:rPr>
        <w:t>е</w:t>
      </w:r>
      <w:r w:rsidRPr="00224723">
        <w:rPr>
          <w:spacing w:val="1"/>
        </w:rPr>
        <w:t>н</w:t>
      </w:r>
      <w:r w:rsidRPr="00224723">
        <w:t>ия</w:t>
      </w:r>
      <w:r w:rsidRPr="00224723">
        <w:rPr>
          <w:spacing w:val="-1"/>
        </w:rPr>
        <w:t>м</w:t>
      </w:r>
      <w:r w:rsidRPr="00224723">
        <w:t>.</w:t>
      </w:r>
      <w:r w:rsidRPr="00224723">
        <w:rPr>
          <w:spacing w:val="1"/>
        </w:rPr>
        <w:t xml:space="preserve"> </w:t>
      </w:r>
      <w:r w:rsidRPr="00224723">
        <w:t>Все</w:t>
      </w:r>
      <w:r w:rsidRPr="00224723">
        <w:rPr>
          <w:spacing w:val="1"/>
        </w:rPr>
        <w:t xml:space="preserve"> </w:t>
      </w:r>
      <w:r w:rsidRPr="00224723">
        <w:t>это с</w:t>
      </w:r>
      <w:r w:rsidRPr="00224723">
        <w:rPr>
          <w:spacing w:val="-1"/>
        </w:rPr>
        <w:t>п</w:t>
      </w:r>
      <w:r w:rsidRPr="00224723">
        <w:t>особ</w:t>
      </w:r>
      <w:r w:rsidRPr="00224723">
        <w:rPr>
          <w:spacing w:val="-1"/>
        </w:rPr>
        <w:t>ст</w:t>
      </w:r>
      <w:r w:rsidRPr="00224723">
        <w:rPr>
          <w:spacing w:val="2"/>
        </w:rPr>
        <w:t>в</w:t>
      </w:r>
      <w:r w:rsidRPr="00224723">
        <w:rPr>
          <w:spacing w:val="-5"/>
        </w:rPr>
        <w:t>у</w:t>
      </w:r>
      <w:r w:rsidRPr="00224723">
        <w:t>ет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ию</w:t>
      </w:r>
      <w:r w:rsidRPr="00224723">
        <w:rPr>
          <w:spacing w:val="1"/>
        </w:rPr>
        <w:t xml:space="preserve"> </w:t>
      </w:r>
      <w:r w:rsidRPr="00224723">
        <w:t>ассо</w:t>
      </w:r>
      <w:r w:rsidRPr="00224723">
        <w:rPr>
          <w:spacing w:val="-1"/>
        </w:rPr>
        <w:t>ц</w:t>
      </w:r>
      <w:r w:rsidRPr="00224723">
        <w:t>иатив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м</w:t>
      </w:r>
      <w:r w:rsidRPr="00224723">
        <w:t>ышл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е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«</w:t>
      </w:r>
      <w:r w:rsidRPr="00224723">
        <w:t>в</w:t>
      </w:r>
      <w:r w:rsidRPr="00224723">
        <w:rPr>
          <w:spacing w:val="1"/>
        </w:rPr>
        <w:t>н</w:t>
      </w:r>
      <w:r w:rsidRPr="00224723">
        <w:rPr>
          <w:spacing w:val="-5"/>
        </w:rPr>
        <w:t>у</w:t>
      </w:r>
      <w:r w:rsidRPr="00224723">
        <w:t>тр</w:t>
      </w:r>
      <w:r w:rsidRPr="00224723">
        <w:rPr>
          <w:spacing w:val="1"/>
        </w:rPr>
        <w:t>е</w:t>
      </w:r>
      <w:r w:rsidRPr="00224723">
        <w:t>ннего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а»</w:t>
      </w:r>
      <w:r w:rsidRPr="00224723">
        <w:rPr>
          <w:spacing w:val="3"/>
        </w:rPr>
        <w:t xml:space="preserve"> </w:t>
      </w:r>
      <w:r w:rsidRPr="00224723">
        <w:t>и «вн</w:t>
      </w:r>
      <w:r w:rsidRPr="00224723">
        <w:rPr>
          <w:spacing w:val="-4"/>
        </w:rPr>
        <w:t>у</w:t>
      </w:r>
      <w:r w:rsidRPr="00224723">
        <w:rPr>
          <w:spacing w:val="-1"/>
        </w:rPr>
        <w:t>т</w:t>
      </w:r>
      <w:r w:rsidRPr="00224723">
        <w:rPr>
          <w:spacing w:val="1"/>
        </w:rPr>
        <w:t>р</w:t>
      </w:r>
      <w:r w:rsidRPr="00224723">
        <w:t>еннего</w:t>
      </w:r>
      <w:r w:rsidRPr="00224723">
        <w:rPr>
          <w:spacing w:val="1"/>
        </w:rPr>
        <w:t xml:space="preserve"> </w:t>
      </w:r>
      <w:r w:rsidRPr="00224723">
        <w:t>зрен</w:t>
      </w:r>
      <w:r w:rsidRPr="00224723">
        <w:rPr>
          <w:spacing w:val="-1"/>
        </w:rPr>
        <w:t>и</w:t>
      </w:r>
      <w:r w:rsidRPr="00224723">
        <w:t>я».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Цели и зада</w:t>
      </w:r>
      <w:r w:rsidRPr="00224723">
        <w:rPr>
          <w:b/>
          <w:spacing w:val="-1"/>
        </w:rPr>
        <w:t>ч</w:t>
      </w:r>
      <w:r w:rsidRPr="00224723">
        <w:rPr>
          <w:b/>
        </w:rPr>
        <w:t>и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100"/>
      </w:pPr>
      <w:r w:rsidRPr="00224723">
        <w:t>Цель прогр</w:t>
      </w:r>
      <w:r w:rsidRPr="00224723">
        <w:rPr>
          <w:spacing w:val="-1"/>
        </w:rPr>
        <w:t>а</w:t>
      </w:r>
      <w:r w:rsidRPr="00224723">
        <w:t>ммы –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 xml:space="preserve">альной 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rPr>
          <w:spacing w:val="1"/>
        </w:rPr>
        <w:t>льт</w:t>
      </w:r>
      <w:r w:rsidRPr="00224723">
        <w:rPr>
          <w:spacing w:val="-4"/>
        </w:rPr>
        <w:t>у</w:t>
      </w:r>
      <w:r w:rsidRPr="00224723">
        <w:t>ры</w:t>
      </w:r>
      <w:r w:rsidRPr="00224723">
        <w:rPr>
          <w:spacing w:val="4"/>
        </w:rPr>
        <w:t xml:space="preserve"> </w:t>
      </w:r>
      <w:r w:rsidRPr="00224723">
        <w:t>школь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к</w:t>
      </w:r>
      <w:r w:rsidRPr="00224723">
        <w:t>ов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1"/>
        </w:rPr>
        <w:t>а</w:t>
      </w:r>
      <w:r w:rsidRPr="00224723">
        <w:t>к</w:t>
      </w:r>
      <w:r w:rsidRPr="00224723">
        <w:rPr>
          <w:spacing w:val="1"/>
        </w:rPr>
        <w:t xml:space="preserve"> </w:t>
      </w:r>
      <w:r w:rsidRPr="00224723">
        <w:t>нео</w:t>
      </w:r>
      <w:r w:rsidRPr="00224723">
        <w:rPr>
          <w:spacing w:val="-1"/>
        </w:rPr>
        <w:t>т</w:t>
      </w:r>
      <w:r w:rsidRPr="00224723">
        <w:t>ъ</w:t>
      </w:r>
      <w:r w:rsidRPr="00224723">
        <w:rPr>
          <w:spacing w:val="-1"/>
        </w:rPr>
        <w:t>е</w:t>
      </w:r>
      <w:r w:rsidRPr="00224723">
        <w:t>мле</w:t>
      </w:r>
      <w:r w:rsidRPr="00224723">
        <w:rPr>
          <w:spacing w:val="-1"/>
        </w:rPr>
        <w:t>м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ча</w:t>
      </w:r>
      <w:r w:rsidRPr="00224723">
        <w:rPr>
          <w:spacing w:val="-1"/>
        </w:rPr>
        <w:t>ст</w:t>
      </w:r>
      <w:r w:rsidRPr="00224723">
        <w:t xml:space="preserve">и </w:t>
      </w:r>
      <w:r w:rsidRPr="00224723">
        <w:rPr>
          <w:spacing w:val="1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овной</w:t>
      </w:r>
      <w:r w:rsidRPr="00224723">
        <w:rPr>
          <w:spacing w:val="3"/>
        </w:rPr>
        <w:t xml:space="preserve"> </w:t>
      </w:r>
      <w:r w:rsidRPr="00224723">
        <w:t>к</w:t>
      </w:r>
      <w:r w:rsidRPr="00224723">
        <w:rPr>
          <w:spacing w:val="-4"/>
        </w:rPr>
        <w:t>у</w:t>
      </w:r>
      <w:r w:rsidRPr="00224723">
        <w:t>ль</w:t>
      </w:r>
      <w:r w:rsidRPr="00224723">
        <w:rPr>
          <w:spacing w:val="1"/>
        </w:rPr>
        <w:t>т</w:t>
      </w:r>
      <w:r w:rsidRPr="00224723">
        <w:rPr>
          <w:spacing w:val="-4"/>
        </w:rPr>
        <w:t>у</w:t>
      </w:r>
      <w:r w:rsidRPr="00224723">
        <w:t>р</w:t>
      </w:r>
      <w:r w:rsidRPr="00224723">
        <w:rPr>
          <w:spacing w:val="2"/>
        </w:rPr>
        <w:t>ы</w:t>
      </w:r>
      <w:r>
        <w:rPr>
          <w:spacing w:val="2"/>
        </w:rPr>
        <w:t xml:space="preserve"> гармоничного развития личности</w:t>
      </w:r>
      <w:r w:rsidRPr="00224723">
        <w:t>.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</w:pPr>
      <w:r w:rsidRPr="00224723">
        <w:t>Зад</w:t>
      </w:r>
      <w:r w:rsidRPr="00224723">
        <w:rPr>
          <w:spacing w:val="-1"/>
        </w:rPr>
        <w:t>ач</w:t>
      </w:r>
      <w:r w:rsidRPr="00224723">
        <w:t>и: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99"/>
        <w:jc w:val="both"/>
      </w:pPr>
      <w:r w:rsidRPr="00224723">
        <w:t>-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ие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-1"/>
        </w:rPr>
        <w:t>с</w:t>
      </w:r>
      <w:r w:rsidRPr="00224723">
        <w:t>ти;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ального 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t>ха,</w:t>
      </w:r>
      <w:r w:rsidRPr="00224723">
        <w:rPr>
          <w:spacing w:val="4"/>
        </w:rPr>
        <w:t xml:space="preserve"> </w:t>
      </w:r>
      <w:r w:rsidRPr="00224723">
        <w:t>певч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 голоса,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пам</w:t>
      </w:r>
      <w:r w:rsidRPr="00224723">
        <w:rPr>
          <w:spacing w:val="-1"/>
        </w:rPr>
        <w:t>ят</w:t>
      </w:r>
      <w:r w:rsidRPr="00224723">
        <w:t>и, спо</w:t>
      </w:r>
      <w:r w:rsidRPr="00224723">
        <w:rPr>
          <w:spacing w:val="-1"/>
        </w:rPr>
        <w:t>с</w:t>
      </w:r>
      <w:r w:rsidRPr="00224723">
        <w:t>об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с</w:t>
      </w:r>
      <w:r w:rsidRPr="00224723">
        <w:t>ти к</w:t>
      </w:r>
      <w:r w:rsidRPr="00224723">
        <w:rPr>
          <w:spacing w:val="1"/>
        </w:rPr>
        <w:t xml:space="preserve"> </w:t>
      </w:r>
      <w:r w:rsidRPr="00224723">
        <w:t>сопер</w:t>
      </w:r>
      <w:r w:rsidRPr="00224723">
        <w:rPr>
          <w:spacing w:val="-1"/>
        </w:rPr>
        <w:t>е</w:t>
      </w:r>
      <w:r w:rsidRPr="00224723">
        <w:t>жива</w:t>
      </w:r>
      <w:r w:rsidRPr="00224723">
        <w:rPr>
          <w:spacing w:val="-1"/>
        </w:rPr>
        <w:t>н</w:t>
      </w:r>
      <w:r w:rsidRPr="00224723">
        <w:t>ию; образно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ассо</w:t>
      </w:r>
      <w:r w:rsidRPr="00224723">
        <w:rPr>
          <w:spacing w:val="-1"/>
        </w:rPr>
        <w:t>ц</w:t>
      </w:r>
      <w:r w:rsidRPr="00224723">
        <w:t>и</w:t>
      </w:r>
      <w:r w:rsidRPr="00224723">
        <w:rPr>
          <w:spacing w:val="-1"/>
        </w:rPr>
        <w:t>ат</w:t>
      </w:r>
      <w:r w:rsidRPr="00224723">
        <w:t>ивного</w:t>
      </w:r>
      <w:r w:rsidRPr="00224723">
        <w:rPr>
          <w:spacing w:val="2"/>
        </w:rPr>
        <w:t xml:space="preserve"> </w:t>
      </w:r>
      <w:r w:rsidRPr="00224723">
        <w:t>мышле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творч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 воображе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;</w:t>
      </w:r>
    </w:p>
    <w:p w:rsidR="00142DF5" w:rsidRPr="00224723" w:rsidRDefault="00142DF5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308"/>
        <w:jc w:val="both"/>
      </w:pPr>
      <w:r w:rsidRPr="00224723">
        <w:t>- освоен</w:t>
      </w:r>
      <w:r w:rsidRPr="00224723">
        <w:rPr>
          <w:spacing w:val="-1"/>
        </w:rPr>
        <w:t>и</w:t>
      </w:r>
      <w:r w:rsidRPr="00224723">
        <w:t xml:space="preserve">е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</w:t>
      </w:r>
      <w:r w:rsidRPr="00224723">
        <w:rPr>
          <w:spacing w:val="2"/>
        </w:rPr>
        <w:t xml:space="preserve"> </w:t>
      </w:r>
      <w:r w:rsidRPr="00224723">
        <w:t>и зн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й</w:t>
      </w:r>
      <w:r w:rsidRPr="00224723">
        <w:rPr>
          <w:spacing w:val="2"/>
        </w:rPr>
        <w:t xml:space="preserve"> </w:t>
      </w:r>
      <w:r w:rsidRPr="00224723">
        <w:t>о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ке, ее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он</w:t>
      </w:r>
      <w:r w:rsidRPr="00224723">
        <w:rPr>
          <w:spacing w:val="-1"/>
        </w:rPr>
        <w:t>а</w:t>
      </w:r>
      <w:r w:rsidRPr="00224723">
        <w:t>ц</w:t>
      </w:r>
      <w:r w:rsidRPr="00224723">
        <w:rPr>
          <w:spacing w:val="-1"/>
        </w:rPr>
        <w:t>и</w:t>
      </w:r>
      <w:r w:rsidRPr="00224723">
        <w:t>о</w:t>
      </w:r>
      <w:r w:rsidRPr="00224723">
        <w:rPr>
          <w:spacing w:val="1"/>
        </w:rPr>
        <w:t>н</w:t>
      </w:r>
      <w:r w:rsidRPr="00224723">
        <w:t>но</w:t>
      </w:r>
      <w:r w:rsidRPr="00224723">
        <w:rPr>
          <w:spacing w:val="1"/>
        </w:rPr>
        <w:t>-</w:t>
      </w:r>
      <w:r w:rsidRPr="00224723">
        <w:t>образ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1"/>
        </w:rPr>
        <w:t xml:space="preserve"> </w:t>
      </w:r>
      <w:r w:rsidRPr="00224723">
        <w:t>пр</w:t>
      </w:r>
      <w:r w:rsidRPr="00224723">
        <w:rPr>
          <w:spacing w:val="-1"/>
        </w:rPr>
        <w:t>и</w:t>
      </w:r>
      <w:r w:rsidRPr="00224723">
        <w:t>роде,</w:t>
      </w:r>
      <w:r w:rsidRPr="00224723">
        <w:rPr>
          <w:spacing w:val="1"/>
        </w:rPr>
        <w:t xml:space="preserve"> </w:t>
      </w:r>
      <w:r w:rsidRPr="00224723">
        <w:t>жанровом и с</w:t>
      </w:r>
      <w:r w:rsidRPr="00224723">
        <w:rPr>
          <w:spacing w:val="-1"/>
        </w:rPr>
        <w:t>т</w:t>
      </w:r>
      <w:r w:rsidRPr="00224723">
        <w:t>ил</w:t>
      </w:r>
      <w:r w:rsidRPr="00224723">
        <w:rPr>
          <w:spacing w:val="-1"/>
        </w:rPr>
        <w:t>е</w:t>
      </w:r>
      <w:r w:rsidRPr="00224723">
        <w:t>вом</w:t>
      </w:r>
      <w:r w:rsidRPr="00224723">
        <w:rPr>
          <w:spacing w:val="2"/>
        </w:rPr>
        <w:t xml:space="preserve"> </w:t>
      </w:r>
      <w:r w:rsidRPr="00224723">
        <w:t>мно</w:t>
      </w:r>
      <w:r w:rsidRPr="00224723">
        <w:rPr>
          <w:spacing w:val="-1"/>
        </w:rPr>
        <w:t>г</w:t>
      </w:r>
      <w:r w:rsidRPr="00224723">
        <w:t>ообра</w:t>
      </w:r>
      <w:r w:rsidRPr="00224723">
        <w:rPr>
          <w:spacing w:val="-1"/>
        </w:rPr>
        <w:t>зи</w:t>
      </w:r>
      <w:r w:rsidRPr="00224723">
        <w:t>и,</w:t>
      </w:r>
      <w:r w:rsidRPr="00224723">
        <w:rPr>
          <w:spacing w:val="3"/>
        </w:rPr>
        <w:t xml:space="preserve"> </w:t>
      </w:r>
      <w:r w:rsidRPr="00224723">
        <w:t>особе</w:t>
      </w:r>
      <w:r w:rsidRPr="00224723">
        <w:rPr>
          <w:spacing w:val="-1"/>
        </w:rPr>
        <w:t>н</w:t>
      </w:r>
      <w:r w:rsidRPr="00224723">
        <w:t>но</w:t>
      </w:r>
      <w:r w:rsidRPr="00224723">
        <w:rPr>
          <w:spacing w:val="-1"/>
        </w:rPr>
        <w:t>ст</w:t>
      </w:r>
      <w:r w:rsidRPr="00224723">
        <w:t>ях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-1"/>
        </w:rPr>
        <w:t>ы</w:t>
      </w:r>
      <w:r w:rsidRPr="00224723">
        <w:rPr>
          <w:spacing w:val="1"/>
        </w:rPr>
        <w:t>к</w:t>
      </w:r>
      <w:r w:rsidRPr="00224723">
        <w:t>ального</w:t>
      </w:r>
      <w:r w:rsidRPr="00224723">
        <w:rPr>
          <w:spacing w:val="1"/>
        </w:rPr>
        <w:t xml:space="preserve"> </w:t>
      </w:r>
      <w:r w:rsidRPr="00224723">
        <w:t>яз</w:t>
      </w:r>
      <w:r w:rsidRPr="00224723">
        <w:rPr>
          <w:spacing w:val="-1"/>
        </w:rPr>
        <w:t>ы</w:t>
      </w:r>
      <w:r w:rsidRPr="00224723">
        <w:t xml:space="preserve">ка;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</w:t>
      </w:r>
      <w:r w:rsidRPr="00224723">
        <w:rPr>
          <w:spacing w:val="2"/>
        </w:rPr>
        <w:t>к</w:t>
      </w:r>
      <w:r w:rsidRPr="00224723">
        <w:t>альном</w:t>
      </w:r>
      <w:r w:rsidRPr="00224723">
        <w:rPr>
          <w:spacing w:val="1"/>
        </w:rPr>
        <w:t xml:space="preserve"> </w:t>
      </w:r>
      <w:r w:rsidRPr="00224723">
        <w:t>фо</w:t>
      </w:r>
      <w:r w:rsidRPr="00224723">
        <w:rPr>
          <w:spacing w:val="-1"/>
        </w:rPr>
        <w:t>л</w:t>
      </w:r>
      <w:r w:rsidRPr="00224723">
        <w:t>ьклоре,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ичес</w:t>
      </w:r>
      <w:r w:rsidRPr="00224723">
        <w:rPr>
          <w:spacing w:val="-1"/>
        </w:rPr>
        <w:t>к</w:t>
      </w:r>
      <w:r w:rsidRPr="00224723">
        <w:t>ом</w:t>
      </w:r>
      <w:r w:rsidRPr="00224723">
        <w:rPr>
          <w:spacing w:val="3"/>
        </w:rPr>
        <w:t xml:space="preserve"> </w:t>
      </w:r>
      <w:r w:rsidRPr="00224723">
        <w:t>насл</w:t>
      </w:r>
      <w:r w:rsidRPr="00224723">
        <w:rPr>
          <w:spacing w:val="-1"/>
        </w:rPr>
        <w:t>е</w:t>
      </w:r>
      <w:r w:rsidRPr="00224723">
        <w:t>дии и соврем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t>творче</w:t>
      </w:r>
      <w:r w:rsidRPr="00224723">
        <w:rPr>
          <w:spacing w:val="-1"/>
        </w:rPr>
        <w:t>ст</w:t>
      </w:r>
      <w:r w:rsidRPr="00224723">
        <w:t>ве</w:t>
      </w:r>
      <w:r w:rsidRPr="00224723">
        <w:rPr>
          <w:spacing w:val="1"/>
        </w:rPr>
        <w:t xml:space="preserve"> </w:t>
      </w:r>
      <w:r w:rsidRPr="00224723">
        <w:t>оте</w:t>
      </w:r>
      <w:r w:rsidRPr="00224723">
        <w:rPr>
          <w:spacing w:val="-1"/>
        </w:rPr>
        <w:t>че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>ных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зар</w:t>
      </w:r>
      <w:r w:rsidRPr="00224723">
        <w:rPr>
          <w:spacing w:val="-4"/>
        </w:rPr>
        <w:t>у</w:t>
      </w:r>
      <w:r w:rsidRPr="00224723">
        <w:t>бежных ком</w:t>
      </w:r>
      <w:r w:rsidRPr="00224723">
        <w:rPr>
          <w:spacing w:val="-1"/>
        </w:rPr>
        <w:t>п</w:t>
      </w:r>
      <w:r w:rsidRPr="00224723">
        <w:t>о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т</w:t>
      </w:r>
      <w:r w:rsidRPr="00224723">
        <w:t>оров;</w:t>
      </w:r>
      <w:r w:rsidRPr="00224723">
        <w:rPr>
          <w:spacing w:val="3"/>
        </w:rPr>
        <w:t xml:space="preserve"> </w:t>
      </w:r>
      <w:r w:rsidRPr="00224723">
        <w:t>о возде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 xml:space="preserve">вии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зыки</w:t>
      </w:r>
      <w:r w:rsidRPr="00224723">
        <w:rPr>
          <w:spacing w:val="3"/>
        </w:rPr>
        <w:t xml:space="preserve"> </w:t>
      </w:r>
      <w:r w:rsidRPr="00224723">
        <w:t xml:space="preserve">на </w:t>
      </w:r>
      <w:r w:rsidRPr="00224723">
        <w:rPr>
          <w:spacing w:val="-1"/>
        </w:rPr>
        <w:t>ч</w:t>
      </w:r>
      <w:r w:rsidRPr="00224723">
        <w:t>елове</w:t>
      </w:r>
      <w:r w:rsidRPr="00224723">
        <w:rPr>
          <w:spacing w:val="-1"/>
        </w:rPr>
        <w:t>к</w:t>
      </w:r>
      <w:r w:rsidRPr="00224723">
        <w:t>а;</w:t>
      </w:r>
      <w:r w:rsidRPr="00224723">
        <w:rPr>
          <w:spacing w:val="2"/>
        </w:rPr>
        <w:t xml:space="preserve"> </w:t>
      </w:r>
      <w:r w:rsidRPr="00224723">
        <w:t>о ее вз</w:t>
      </w:r>
      <w:r w:rsidRPr="00224723">
        <w:rPr>
          <w:spacing w:val="-1"/>
        </w:rPr>
        <w:t>а</w:t>
      </w:r>
      <w:r w:rsidRPr="00224723">
        <w:t>имо</w:t>
      </w:r>
      <w:r w:rsidRPr="00224723">
        <w:rPr>
          <w:spacing w:val="-1"/>
        </w:rPr>
        <w:t>с</w:t>
      </w:r>
      <w:r w:rsidRPr="00224723">
        <w:t>вя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>с др</w:t>
      </w:r>
      <w:r w:rsidRPr="00224723">
        <w:rPr>
          <w:spacing w:val="-4"/>
        </w:rPr>
        <w:t>у</w:t>
      </w:r>
      <w:r w:rsidRPr="00224723">
        <w:t>гими</w:t>
      </w:r>
      <w:r w:rsidRPr="00224723">
        <w:rPr>
          <w:spacing w:val="3"/>
        </w:rPr>
        <w:t xml:space="preserve"> </w:t>
      </w:r>
      <w:r w:rsidRPr="00224723">
        <w:t>в</w:t>
      </w:r>
      <w:r w:rsidRPr="00224723">
        <w:rPr>
          <w:spacing w:val="-1"/>
        </w:rPr>
        <w:t>и</w:t>
      </w:r>
      <w:r w:rsidRPr="00224723">
        <w:t>да</w:t>
      </w:r>
      <w:r w:rsidRPr="00224723">
        <w:rPr>
          <w:spacing w:val="-1"/>
        </w:rPr>
        <w:t>м</w:t>
      </w:r>
      <w:r w:rsidRPr="00224723">
        <w:t>и иск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t>ства</w:t>
      </w:r>
      <w:r w:rsidRPr="00224723">
        <w:rPr>
          <w:spacing w:val="3"/>
        </w:rPr>
        <w:t xml:space="preserve"> </w:t>
      </w:r>
      <w:r w:rsidRPr="00224723">
        <w:t>и жи</w:t>
      </w:r>
      <w:r w:rsidRPr="00224723">
        <w:rPr>
          <w:spacing w:val="-1"/>
        </w:rPr>
        <w:t>з</w:t>
      </w:r>
      <w:r w:rsidRPr="00224723">
        <w:t>нью;</w:t>
      </w:r>
    </w:p>
    <w:p w:rsidR="00142DF5" w:rsidRPr="00224723" w:rsidRDefault="00142DF5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-13"/>
        <w:jc w:val="both"/>
      </w:pPr>
      <w:r w:rsidRPr="00224723">
        <w:t>- овладе</w:t>
      </w:r>
      <w:r w:rsidRPr="00224723">
        <w:rPr>
          <w:spacing w:val="-1"/>
        </w:rPr>
        <w:t>н</w:t>
      </w:r>
      <w:r w:rsidRPr="00224723">
        <w:t>ие пра</w:t>
      </w:r>
      <w:r w:rsidRPr="00224723">
        <w:rPr>
          <w:spacing w:val="-1"/>
        </w:rPr>
        <w:t>кт</w:t>
      </w:r>
      <w:r w:rsidRPr="00224723">
        <w:rPr>
          <w:spacing w:val="1"/>
        </w:rPr>
        <w:t>и</w:t>
      </w:r>
      <w:r w:rsidRPr="00224723">
        <w:t>че</w:t>
      </w:r>
      <w:r w:rsidRPr="00224723">
        <w:rPr>
          <w:spacing w:val="-1"/>
        </w:rPr>
        <w:t>с</w:t>
      </w:r>
      <w:r w:rsidRPr="00224723">
        <w:rPr>
          <w:spacing w:val="1"/>
        </w:rPr>
        <w:t>к</w:t>
      </w:r>
      <w:r w:rsidRPr="00224723">
        <w:t xml:space="preserve">ими </w:t>
      </w:r>
      <w:r w:rsidRPr="00224723">
        <w:rPr>
          <w:spacing w:val="-3"/>
        </w:rPr>
        <w:t>у</w:t>
      </w:r>
      <w:r w:rsidRPr="00224723">
        <w:t>мен</w:t>
      </w:r>
      <w:r w:rsidRPr="00224723">
        <w:rPr>
          <w:spacing w:val="1"/>
        </w:rPr>
        <w:t>и</w:t>
      </w:r>
      <w:r w:rsidRPr="00224723">
        <w:t>ями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-1"/>
        </w:rPr>
        <w:t>в</w:t>
      </w:r>
      <w:r w:rsidRPr="00224723">
        <w:t>ык</w:t>
      </w:r>
      <w:r w:rsidRPr="00224723">
        <w:rPr>
          <w:spacing w:val="-1"/>
        </w:rPr>
        <w:t>а</w:t>
      </w:r>
      <w:r w:rsidRPr="00224723">
        <w:t>ми</w:t>
      </w:r>
      <w:r w:rsidRPr="00224723">
        <w:rPr>
          <w:spacing w:val="1"/>
        </w:rPr>
        <w:t xml:space="preserve"> </w:t>
      </w:r>
      <w:r w:rsidRPr="00224723">
        <w:t>в разл</w:t>
      </w:r>
      <w:r w:rsidRPr="00224723">
        <w:rPr>
          <w:spacing w:val="-1"/>
        </w:rPr>
        <w:t>и</w:t>
      </w:r>
      <w:r w:rsidRPr="00224723">
        <w:t>ч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1"/>
        </w:rPr>
        <w:t xml:space="preserve"> в</w:t>
      </w:r>
      <w:r w:rsidRPr="00224723">
        <w:t xml:space="preserve">идах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зыкально-т</w:t>
      </w:r>
      <w:r w:rsidRPr="00224723">
        <w:rPr>
          <w:spacing w:val="-1"/>
        </w:rPr>
        <w:t>в</w:t>
      </w:r>
      <w:r w:rsidRPr="00224723">
        <w:t>орче</w:t>
      </w:r>
      <w:r w:rsidRPr="00224723">
        <w:rPr>
          <w:spacing w:val="-1"/>
        </w:rPr>
        <w:t>с</w:t>
      </w:r>
      <w:r w:rsidRPr="00224723">
        <w:t>кой</w:t>
      </w:r>
      <w:r w:rsidRPr="00224723">
        <w:rPr>
          <w:spacing w:val="2"/>
        </w:rPr>
        <w:t xml:space="preserve"> </w:t>
      </w:r>
      <w:r w:rsidRPr="00224723">
        <w:t>дея</w:t>
      </w:r>
      <w:r w:rsidRPr="00224723">
        <w:rPr>
          <w:spacing w:val="-1"/>
        </w:rPr>
        <w:t>т</w:t>
      </w:r>
      <w:r w:rsidRPr="00224723">
        <w:t>ел</w:t>
      </w:r>
      <w:r w:rsidRPr="00224723">
        <w:rPr>
          <w:spacing w:val="-1"/>
        </w:rPr>
        <w:t>ь</w:t>
      </w:r>
      <w:r w:rsidRPr="00224723">
        <w:t>нос</w:t>
      </w:r>
      <w:r w:rsidRPr="00224723">
        <w:rPr>
          <w:spacing w:val="-1"/>
        </w:rPr>
        <w:t>т</w:t>
      </w:r>
      <w:r w:rsidRPr="00224723">
        <w:t>и: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t>ша</w:t>
      </w:r>
      <w:r w:rsidRPr="00224723">
        <w:rPr>
          <w:spacing w:val="1"/>
        </w:rPr>
        <w:t>н</w:t>
      </w:r>
      <w:r w:rsidRPr="00224723">
        <w:t>ии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ки, пен</w:t>
      </w:r>
      <w:r w:rsidRPr="00224723">
        <w:rPr>
          <w:spacing w:val="-1"/>
        </w:rPr>
        <w:t>и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(</w:t>
      </w:r>
      <w:r w:rsidRPr="00224723">
        <w:t xml:space="preserve">в </w:t>
      </w:r>
      <w:r w:rsidRPr="00224723">
        <w:rPr>
          <w:spacing w:val="-1"/>
        </w:rPr>
        <w:t>т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t>числ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с ори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та</w:t>
      </w:r>
      <w:r w:rsidRPr="00224723">
        <w:t>ц</w:t>
      </w:r>
      <w:r w:rsidRPr="00224723">
        <w:rPr>
          <w:spacing w:val="-1"/>
        </w:rPr>
        <w:t>и</w:t>
      </w:r>
      <w:r w:rsidRPr="00224723">
        <w:rPr>
          <w:spacing w:val="1"/>
        </w:rPr>
        <w:t>е</w:t>
      </w:r>
      <w:r w:rsidRPr="00224723">
        <w:t>й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1"/>
        </w:rPr>
        <w:t xml:space="preserve"> </w:t>
      </w:r>
      <w:r w:rsidRPr="00224723">
        <w:t>но</w:t>
      </w:r>
      <w:r w:rsidRPr="00224723">
        <w:rPr>
          <w:spacing w:val="-1"/>
        </w:rPr>
        <w:t>т</w:t>
      </w:r>
      <w:r w:rsidRPr="00224723">
        <w:rPr>
          <w:spacing w:val="1"/>
        </w:rPr>
        <w:t>н</w:t>
      </w:r>
      <w:r w:rsidRPr="00224723">
        <w:rPr>
          <w:spacing w:val="-5"/>
        </w:rPr>
        <w:t>у</w:t>
      </w:r>
      <w:r w:rsidRPr="00224723">
        <w:t>ю з</w:t>
      </w:r>
      <w:r w:rsidRPr="00224723">
        <w:rPr>
          <w:spacing w:val="-1"/>
        </w:rPr>
        <w:t>а</w:t>
      </w:r>
      <w:r w:rsidRPr="00224723">
        <w:t>п</w:t>
      </w:r>
      <w:r w:rsidRPr="00224723">
        <w:rPr>
          <w:spacing w:val="-1"/>
        </w:rPr>
        <w:t>и</w:t>
      </w:r>
      <w:r w:rsidRPr="00224723">
        <w:t>сь),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</w:t>
      </w:r>
      <w:r w:rsidRPr="00224723">
        <w:rPr>
          <w:spacing w:val="1"/>
        </w:rPr>
        <w:t>к</w:t>
      </w:r>
      <w:r w:rsidRPr="00224723">
        <w:t>ально</w:t>
      </w:r>
      <w:r w:rsidRPr="00224723">
        <w:rPr>
          <w:spacing w:val="2"/>
        </w:rPr>
        <w:t>-</w:t>
      </w:r>
      <w:r w:rsidRPr="00224723">
        <w:t>пла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-1"/>
        </w:rPr>
        <w:t>ч</w:t>
      </w:r>
      <w:r w:rsidRPr="00224723">
        <w:t>еском</w:t>
      </w:r>
      <w:r w:rsidRPr="00224723">
        <w:rPr>
          <w:spacing w:val="1"/>
        </w:rPr>
        <w:t xml:space="preserve"> </w:t>
      </w:r>
      <w:r w:rsidRPr="00224723">
        <w:t>движен</w:t>
      </w:r>
      <w:r w:rsidRPr="00224723">
        <w:rPr>
          <w:spacing w:val="-1"/>
        </w:rPr>
        <w:t>и</w:t>
      </w:r>
      <w:r w:rsidRPr="00224723">
        <w:t>и,</w:t>
      </w:r>
      <w:r w:rsidRPr="00224723">
        <w:rPr>
          <w:spacing w:val="1"/>
        </w:rPr>
        <w:t xml:space="preserve"> </w:t>
      </w:r>
      <w:r w:rsidRPr="00224723">
        <w:t>им</w:t>
      </w:r>
      <w:r w:rsidRPr="00224723">
        <w:rPr>
          <w:spacing w:val="-1"/>
        </w:rPr>
        <w:t>п</w:t>
      </w:r>
      <w:r w:rsidRPr="00224723">
        <w:t>рови</w:t>
      </w:r>
      <w:r w:rsidRPr="00224723">
        <w:rPr>
          <w:spacing w:val="-1"/>
        </w:rPr>
        <w:t>з</w:t>
      </w:r>
      <w:r w:rsidRPr="00224723">
        <w:t>ации,</w:t>
      </w:r>
      <w:r w:rsidRPr="00224723">
        <w:rPr>
          <w:spacing w:val="1"/>
        </w:rPr>
        <w:t xml:space="preserve"> </w:t>
      </w:r>
      <w:r w:rsidRPr="00224723">
        <w:t>драма</w:t>
      </w:r>
      <w:r w:rsidRPr="00224723">
        <w:rPr>
          <w:spacing w:val="-1"/>
        </w:rPr>
        <w:t>ти</w:t>
      </w:r>
      <w:r w:rsidRPr="00224723">
        <w:t>зации</w:t>
      </w:r>
      <w:r w:rsidRPr="00224723">
        <w:rPr>
          <w:spacing w:val="2"/>
        </w:rPr>
        <w:t xml:space="preserve"> </w:t>
      </w:r>
      <w:r w:rsidRPr="00224723">
        <w:t>испол</w:t>
      </w:r>
      <w:r w:rsidRPr="00224723">
        <w:rPr>
          <w:spacing w:val="-1"/>
        </w:rPr>
        <w:t>н</w:t>
      </w:r>
      <w:r w:rsidRPr="00224723">
        <w:t>я</w:t>
      </w:r>
      <w:r w:rsidRPr="00224723">
        <w:rPr>
          <w:spacing w:val="-1"/>
        </w:rPr>
        <w:t>е</w:t>
      </w:r>
      <w:r w:rsidRPr="00224723">
        <w:t>мых про</w:t>
      </w:r>
      <w:r w:rsidRPr="00224723">
        <w:rPr>
          <w:spacing w:val="-1"/>
        </w:rPr>
        <w:t>и</w:t>
      </w:r>
      <w:r w:rsidRPr="00224723">
        <w:t>звед</w:t>
      </w:r>
      <w:r w:rsidRPr="00224723">
        <w:rPr>
          <w:spacing w:val="-1"/>
        </w:rPr>
        <w:t>е</w:t>
      </w:r>
      <w:r w:rsidRPr="00224723">
        <w:t>ний;</w:t>
      </w:r>
    </w:p>
    <w:p w:rsidR="00142DF5" w:rsidRPr="00224723" w:rsidRDefault="00142DF5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40"/>
        <w:jc w:val="both"/>
      </w:pPr>
      <w:r w:rsidRPr="00224723">
        <w:t>- восп</w:t>
      </w:r>
      <w:r w:rsidRPr="00224723">
        <w:rPr>
          <w:spacing w:val="-1"/>
        </w:rPr>
        <w:t>ит</w:t>
      </w:r>
      <w:r w:rsidRPr="00224723">
        <w:t>ание</w:t>
      </w:r>
      <w:r w:rsidRPr="00224723">
        <w:rPr>
          <w:spacing w:val="1"/>
        </w:rPr>
        <w:t xml:space="preserve"> э</w:t>
      </w:r>
      <w:r w:rsidRPr="00224723">
        <w:t>моцио</w:t>
      </w:r>
      <w:r w:rsidRPr="00224723">
        <w:rPr>
          <w:spacing w:val="-1"/>
        </w:rPr>
        <w:t>н</w:t>
      </w:r>
      <w:r w:rsidRPr="00224723">
        <w:t>аль</w:t>
      </w:r>
      <w:r w:rsidRPr="00224723">
        <w:rPr>
          <w:spacing w:val="-1"/>
        </w:rPr>
        <w:t>н</w:t>
      </w:r>
      <w:r w:rsidRPr="00224723">
        <w:t>о-ц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отно</w:t>
      </w:r>
      <w:r w:rsidRPr="00224723">
        <w:rPr>
          <w:spacing w:val="-1"/>
        </w:rPr>
        <w:t>ш</w:t>
      </w:r>
      <w:r w:rsidRPr="00224723">
        <w:t>е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к м</w:t>
      </w:r>
      <w:r w:rsidRPr="00224723">
        <w:rPr>
          <w:spacing w:val="-4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ке;</w:t>
      </w:r>
      <w:r w:rsidRPr="00224723">
        <w:rPr>
          <w:spacing w:val="2"/>
        </w:rPr>
        <w:t xml:space="preserve"> </w:t>
      </w:r>
      <w:r w:rsidRPr="00224723">
        <w:rPr>
          <w:spacing w:val="-5"/>
        </w:rPr>
        <w:t>у</w:t>
      </w:r>
      <w:r w:rsidRPr="00224723">
        <w:t>ст</w:t>
      </w:r>
      <w:r w:rsidRPr="00224723">
        <w:rPr>
          <w:spacing w:val="1"/>
        </w:rPr>
        <w:t>о</w:t>
      </w:r>
      <w:r w:rsidRPr="00224723">
        <w:t>йчивого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ереса</w:t>
      </w:r>
      <w:r w:rsidRPr="00224723">
        <w:rPr>
          <w:spacing w:val="1"/>
        </w:rPr>
        <w:t xml:space="preserve"> </w:t>
      </w:r>
      <w:r w:rsidRPr="00224723">
        <w:t xml:space="preserve">к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ке,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1"/>
        </w:rPr>
        <w:t>м</w:t>
      </w:r>
      <w:r w:rsidRPr="00224723">
        <w:t>у иск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1"/>
        </w:rPr>
        <w:t>в</w:t>
      </w:r>
      <w:r w:rsidRPr="00224723">
        <w:t>у</w:t>
      </w:r>
      <w:r w:rsidRPr="00224723">
        <w:rPr>
          <w:spacing w:val="2"/>
        </w:rPr>
        <w:t xml:space="preserve"> </w:t>
      </w:r>
      <w:r w:rsidRPr="00224723">
        <w:t xml:space="preserve">своего </w:t>
      </w:r>
      <w:r w:rsidRPr="00224723">
        <w:rPr>
          <w:spacing w:val="-1"/>
        </w:rPr>
        <w:t>н</w:t>
      </w:r>
      <w:r w:rsidRPr="00224723">
        <w:t>арод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>и д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t>гих</w:t>
      </w:r>
      <w:r w:rsidRPr="00224723">
        <w:rPr>
          <w:spacing w:val="4"/>
        </w:rPr>
        <w:t xml:space="preserve"> </w:t>
      </w:r>
      <w:r w:rsidRPr="00224723">
        <w:t>наро</w:t>
      </w:r>
      <w:r w:rsidRPr="00224723">
        <w:rPr>
          <w:spacing w:val="-1"/>
        </w:rPr>
        <w:t>д</w:t>
      </w:r>
      <w:r w:rsidRPr="00224723">
        <w:t>ов мира</w:t>
      </w:r>
      <w:r w:rsidRPr="00224723">
        <w:rPr>
          <w:spacing w:val="-1"/>
        </w:rPr>
        <w:t>;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-1"/>
        </w:rPr>
        <w:t>г</w:t>
      </w:r>
      <w:r w:rsidRPr="00224723">
        <w:t>о в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t>са</w:t>
      </w:r>
      <w:r w:rsidRPr="00224723">
        <w:rPr>
          <w:spacing w:val="4"/>
        </w:rPr>
        <w:t xml:space="preserve"> </w:t>
      </w:r>
      <w:r w:rsidRPr="00224723">
        <w:rPr>
          <w:spacing w:val="-5"/>
        </w:rPr>
        <w:t>у</w:t>
      </w:r>
      <w:r w:rsidRPr="00224723">
        <w:t>чащи</w:t>
      </w:r>
      <w:r w:rsidRPr="00224723">
        <w:rPr>
          <w:spacing w:val="1"/>
        </w:rPr>
        <w:t>х</w:t>
      </w:r>
      <w:r w:rsidRPr="00224723">
        <w:t>ся;</w:t>
      </w:r>
      <w:r w:rsidRPr="00224723">
        <w:rPr>
          <w:spacing w:val="2"/>
        </w:rPr>
        <w:t xml:space="preserve"> </w:t>
      </w:r>
      <w:r w:rsidRPr="00224723">
        <w:t>потре</w:t>
      </w:r>
      <w:r w:rsidRPr="00224723">
        <w:rPr>
          <w:spacing w:val="-1"/>
        </w:rPr>
        <w:t>б</w:t>
      </w:r>
      <w:r w:rsidRPr="00224723">
        <w:t>но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>к с</w:t>
      </w:r>
      <w:r w:rsidRPr="00224723">
        <w:rPr>
          <w:spacing w:val="-1"/>
        </w:rPr>
        <w:t>а</w:t>
      </w:r>
      <w:r w:rsidRPr="00224723">
        <w:t>мос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я</w:t>
      </w:r>
      <w:r w:rsidRPr="00224723">
        <w:t>тельно</w:t>
      </w:r>
      <w:r w:rsidRPr="00224723">
        <w:rPr>
          <w:spacing w:val="1"/>
        </w:rPr>
        <w:t>м</w:t>
      </w:r>
      <w:r w:rsidRPr="00224723">
        <w:t>у обще</w:t>
      </w:r>
      <w:r w:rsidRPr="00224723">
        <w:rPr>
          <w:spacing w:val="-1"/>
        </w:rPr>
        <w:t>н</w:t>
      </w:r>
      <w:r w:rsidRPr="00224723">
        <w:t>ию</w:t>
      </w:r>
      <w:r w:rsidRPr="00224723">
        <w:rPr>
          <w:spacing w:val="1"/>
        </w:rPr>
        <w:t xml:space="preserve"> </w:t>
      </w:r>
      <w:r w:rsidRPr="00224723">
        <w:t>с в</w:t>
      </w:r>
      <w:r w:rsidRPr="00224723">
        <w:rPr>
          <w:spacing w:val="1"/>
        </w:rPr>
        <w:t>ы</w:t>
      </w:r>
      <w:r w:rsidRPr="00224723">
        <w:t>сокох</w:t>
      </w:r>
      <w:r w:rsidRPr="00224723">
        <w:rPr>
          <w:spacing w:val="-4"/>
        </w:rPr>
        <w:t>у</w:t>
      </w:r>
      <w:r w:rsidRPr="00224723">
        <w:rPr>
          <w:spacing w:val="-1"/>
        </w:rPr>
        <w:t>д</w:t>
      </w:r>
      <w:r w:rsidRPr="00224723">
        <w:rPr>
          <w:spacing w:val="1"/>
        </w:rPr>
        <w:t>о</w:t>
      </w:r>
      <w:r w:rsidRPr="00224723">
        <w:t>же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 xml:space="preserve">ной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кой</w:t>
      </w:r>
      <w:r w:rsidRPr="00224723">
        <w:rPr>
          <w:spacing w:val="3"/>
        </w:rPr>
        <w:t xml:space="preserve"> </w:t>
      </w:r>
      <w:r w:rsidRPr="00224723">
        <w:t xml:space="preserve">и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зыкально</w:t>
      </w:r>
      <w:r w:rsidRPr="00224723">
        <w:rPr>
          <w:spacing w:val="1"/>
        </w:rPr>
        <w:t>м</w:t>
      </w:r>
      <w:r w:rsidRPr="00224723">
        <w:t>у</w:t>
      </w:r>
      <w:r w:rsidRPr="00224723">
        <w:rPr>
          <w:spacing w:val="2"/>
        </w:rPr>
        <w:t xml:space="preserve"> </w:t>
      </w:r>
      <w:r w:rsidRPr="00224723">
        <w:t>самоо</w:t>
      </w:r>
      <w:r w:rsidRPr="00224723">
        <w:rPr>
          <w:spacing w:val="-1"/>
        </w:rPr>
        <w:t>б</w:t>
      </w:r>
      <w:r w:rsidRPr="00224723">
        <w:t>ра</w:t>
      </w:r>
      <w:r w:rsidRPr="00224723">
        <w:rPr>
          <w:spacing w:val="-1"/>
        </w:rPr>
        <w:t>з</w:t>
      </w:r>
      <w:r w:rsidRPr="00224723">
        <w:t>ован</w:t>
      </w:r>
      <w:r w:rsidRPr="00224723">
        <w:rPr>
          <w:spacing w:val="-1"/>
        </w:rPr>
        <w:t>и</w:t>
      </w:r>
      <w:r w:rsidRPr="00224723">
        <w:t>ю;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1"/>
        </w:rPr>
        <w:t>л</w:t>
      </w:r>
      <w:r w:rsidRPr="00224723">
        <w:rPr>
          <w:spacing w:val="-5"/>
        </w:rPr>
        <w:t>у</w:t>
      </w:r>
      <w:r w:rsidRPr="00224723">
        <w:t>ша</w:t>
      </w:r>
      <w:r w:rsidRPr="00224723">
        <w:rPr>
          <w:spacing w:val="1"/>
        </w:rPr>
        <w:t>т</w:t>
      </w:r>
      <w:r w:rsidRPr="00224723">
        <w:t>ельс</w:t>
      </w:r>
      <w:r w:rsidRPr="00224723">
        <w:rPr>
          <w:spacing w:val="-1"/>
        </w:rPr>
        <w:t>к</w:t>
      </w:r>
      <w:r w:rsidRPr="00224723">
        <w:rPr>
          <w:spacing w:val="1"/>
        </w:rPr>
        <w:t>о</w:t>
      </w:r>
      <w:r w:rsidRPr="00224723">
        <w:t>й</w:t>
      </w:r>
      <w:r w:rsidRPr="00224723">
        <w:rPr>
          <w:spacing w:val="1"/>
        </w:rPr>
        <w:t xml:space="preserve"> </w:t>
      </w:r>
      <w:r w:rsidRPr="00224723">
        <w:t>и ис</w:t>
      </w:r>
      <w:r w:rsidRPr="00224723">
        <w:rPr>
          <w:spacing w:val="-1"/>
        </w:rPr>
        <w:t>п</w:t>
      </w:r>
      <w:r w:rsidRPr="00224723">
        <w:t>олн</w:t>
      </w:r>
      <w:r w:rsidRPr="00224723">
        <w:rPr>
          <w:spacing w:val="-1"/>
        </w:rPr>
        <w:t>и</w:t>
      </w:r>
      <w:r w:rsidRPr="00224723">
        <w:t>тельской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3"/>
        </w:rPr>
        <w:t>у</w:t>
      </w:r>
      <w:r w:rsidRPr="00224723">
        <w:t>л</w:t>
      </w:r>
      <w:r w:rsidRPr="00224723">
        <w:rPr>
          <w:spacing w:val="1"/>
        </w:rPr>
        <w:t>ьт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 xml:space="preserve">ы </w:t>
      </w:r>
      <w:r w:rsidRPr="00224723">
        <w:rPr>
          <w:spacing w:val="-4"/>
        </w:rPr>
        <w:t>у</w:t>
      </w:r>
      <w:r w:rsidRPr="00224723">
        <w:t>чащ</w:t>
      </w:r>
      <w:r w:rsidRPr="00224723">
        <w:rPr>
          <w:spacing w:val="1"/>
        </w:rPr>
        <w:t>и</w:t>
      </w:r>
      <w:r w:rsidRPr="00224723">
        <w:t>хся.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1163"/>
        <w:jc w:val="both"/>
      </w:pPr>
      <w:r w:rsidRPr="00224723">
        <w:t>Реал</w:t>
      </w:r>
      <w:r w:rsidRPr="00224723">
        <w:rPr>
          <w:spacing w:val="-1"/>
        </w:rPr>
        <w:t>и</w:t>
      </w:r>
      <w:r w:rsidRPr="00224723">
        <w:t>з</w:t>
      </w:r>
      <w:r w:rsidRPr="00224723">
        <w:rPr>
          <w:spacing w:val="-1"/>
        </w:rPr>
        <w:t>а</w:t>
      </w:r>
      <w:r w:rsidRPr="00224723">
        <w:t>ция</w:t>
      </w:r>
      <w:r w:rsidRPr="00224723">
        <w:rPr>
          <w:spacing w:val="1"/>
        </w:rPr>
        <w:t xml:space="preserve"> </w:t>
      </w:r>
      <w:r w:rsidRPr="00224723">
        <w:t>данной програм</w:t>
      </w:r>
      <w:r w:rsidRPr="00224723">
        <w:rPr>
          <w:spacing w:val="-1"/>
        </w:rPr>
        <w:t>м</w:t>
      </w:r>
      <w:r w:rsidRPr="00224723">
        <w:t>ы опир</w:t>
      </w:r>
      <w:r w:rsidRPr="00224723">
        <w:rPr>
          <w:spacing w:val="-1"/>
        </w:rPr>
        <w:t>а</w:t>
      </w:r>
      <w:r w:rsidRPr="00224723">
        <w:t>ется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1"/>
        </w:rPr>
        <w:t xml:space="preserve"> </w:t>
      </w:r>
      <w:r w:rsidRPr="00224723">
        <w:t>след</w:t>
      </w:r>
      <w:r w:rsidRPr="00224723">
        <w:rPr>
          <w:spacing w:val="-5"/>
        </w:rPr>
        <w:t>у</w:t>
      </w:r>
      <w:r w:rsidRPr="00224723">
        <w:t>ю</w:t>
      </w:r>
      <w:r w:rsidRPr="00224723">
        <w:rPr>
          <w:spacing w:val="1"/>
        </w:rPr>
        <w:t>щ</w:t>
      </w:r>
      <w:r w:rsidRPr="00224723">
        <w:t>ие</w:t>
      </w:r>
      <w:r w:rsidRPr="00224723">
        <w:rPr>
          <w:spacing w:val="2"/>
        </w:rPr>
        <w:t xml:space="preserve"> </w:t>
      </w:r>
      <w:r w:rsidRPr="00224723">
        <w:t>метод</w:t>
      </w:r>
      <w:r w:rsidRPr="00224723">
        <w:rPr>
          <w:spacing w:val="-1"/>
        </w:rPr>
        <w:t>ы</w:t>
      </w:r>
      <w:r w:rsidRPr="00224723"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 обра</w:t>
      </w:r>
      <w:r w:rsidRPr="00224723">
        <w:rPr>
          <w:spacing w:val="-1"/>
        </w:rPr>
        <w:t>з</w:t>
      </w:r>
      <w:r w:rsidRPr="00224723">
        <w:t>ован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-1"/>
        </w:rPr>
        <w:t>: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Default="00142DF5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х</w:t>
      </w:r>
      <w:r w:rsidRPr="00224723">
        <w:rPr>
          <w:spacing w:val="-3"/>
        </w:rPr>
        <w:t>у</w:t>
      </w:r>
      <w:r w:rsidRPr="00224723">
        <w:rPr>
          <w:spacing w:val="-1"/>
        </w:rPr>
        <w:t>д</w:t>
      </w:r>
      <w:r w:rsidRPr="00224723">
        <w:t>о</w:t>
      </w:r>
      <w:r w:rsidRPr="00224723">
        <w:rPr>
          <w:spacing w:val="1"/>
        </w:rPr>
        <w:t>ж</w:t>
      </w:r>
      <w:r w:rsidRPr="00224723">
        <w:t>ес</w:t>
      </w:r>
      <w:r w:rsidRPr="00224723">
        <w:rPr>
          <w:spacing w:val="-1"/>
        </w:rPr>
        <w:t>т</w:t>
      </w:r>
      <w:r w:rsidRPr="00224723">
        <w:t>в</w:t>
      </w:r>
      <w:r w:rsidRPr="00224723">
        <w:rPr>
          <w:spacing w:val="1"/>
        </w:rPr>
        <w:t>е</w:t>
      </w:r>
      <w:r w:rsidRPr="00224723">
        <w:t>нного,</w:t>
      </w:r>
      <w:r w:rsidRPr="00224723">
        <w:rPr>
          <w:spacing w:val="2"/>
        </w:rPr>
        <w:t xml:space="preserve"> </w:t>
      </w:r>
      <w:r w:rsidRPr="00224723">
        <w:t>нравс</w:t>
      </w:r>
      <w:r w:rsidRPr="00224723">
        <w:rPr>
          <w:spacing w:val="-1"/>
        </w:rPr>
        <w:t>т</w:t>
      </w:r>
      <w:r w:rsidRPr="00224723">
        <w:t>вен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-э</w:t>
      </w:r>
      <w:r w:rsidRPr="00224723">
        <w:t>ст</w:t>
      </w:r>
      <w:r w:rsidRPr="00224723">
        <w:rPr>
          <w:spacing w:val="-1"/>
        </w:rPr>
        <w:t>ет</w:t>
      </w:r>
      <w:r w:rsidRPr="00224723">
        <w:t>и</w:t>
      </w:r>
      <w:r w:rsidRPr="00224723">
        <w:rPr>
          <w:spacing w:val="-1"/>
        </w:rPr>
        <w:t>ч</w:t>
      </w:r>
      <w:r w:rsidRPr="00224723">
        <w:t>еского поз</w:t>
      </w:r>
      <w:r w:rsidRPr="00224723">
        <w:rPr>
          <w:spacing w:val="-1"/>
        </w:rPr>
        <w:t>н</w:t>
      </w:r>
      <w:r w:rsidRPr="00224723">
        <w:t>ания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</w:t>
      </w:r>
      <w:r w:rsidRPr="00224723">
        <w:rPr>
          <w:spacing w:val="1"/>
        </w:rPr>
        <w:t>и</w:t>
      </w:r>
      <w:r w:rsidRPr="00224723">
        <w:t>;</w:t>
      </w: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1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э</w:t>
      </w:r>
      <w:r w:rsidRPr="00224723">
        <w:rPr>
          <w:spacing w:val="-1"/>
        </w:rPr>
        <w:t>м</w:t>
      </w:r>
      <w:r w:rsidRPr="00224723">
        <w:t>оц</w:t>
      </w:r>
      <w:r w:rsidRPr="00224723">
        <w:rPr>
          <w:spacing w:val="-1"/>
        </w:rPr>
        <w:t>и</w:t>
      </w:r>
      <w:r w:rsidRPr="00224723">
        <w:t>он</w:t>
      </w:r>
      <w:r w:rsidRPr="00224723">
        <w:rPr>
          <w:spacing w:val="-1"/>
        </w:rPr>
        <w:t>а</w:t>
      </w:r>
      <w:r w:rsidRPr="00224723">
        <w:t>льной</w:t>
      </w:r>
      <w:r w:rsidRPr="00224723">
        <w:rPr>
          <w:spacing w:val="2"/>
        </w:rPr>
        <w:t xml:space="preserve"> </w:t>
      </w:r>
      <w:r w:rsidRPr="00224723">
        <w:t>драма</w:t>
      </w:r>
      <w:r w:rsidRPr="00224723">
        <w:rPr>
          <w:spacing w:val="-1"/>
        </w:rPr>
        <w:t>т</w:t>
      </w:r>
      <w:r w:rsidRPr="00224723">
        <w:rPr>
          <w:spacing w:val="-4"/>
        </w:rPr>
        <w:t>у</w:t>
      </w:r>
      <w:r w:rsidRPr="00224723">
        <w:t>р</w:t>
      </w:r>
      <w:r w:rsidRPr="00224723">
        <w:rPr>
          <w:spacing w:val="1"/>
        </w:rPr>
        <w:t>г</w:t>
      </w:r>
      <w:r w:rsidRPr="00224723">
        <w:t>ии;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ц</w:t>
      </w:r>
      <w:r w:rsidRPr="00224723">
        <w:t>ионно</w:t>
      </w:r>
      <w:r w:rsidRPr="00224723">
        <w:rPr>
          <w:spacing w:val="1"/>
        </w:rPr>
        <w:t>-</w:t>
      </w:r>
      <w:r w:rsidRPr="00224723">
        <w:t>ст</w:t>
      </w:r>
      <w:r w:rsidRPr="00224723">
        <w:rPr>
          <w:spacing w:val="-1"/>
        </w:rPr>
        <w:t>и</w:t>
      </w:r>
      <w:r w:rsidRPr="00224723">
        <w:t>левого пос</w:t>
      </w:r>
      <w:r w:rsidRPr="00224723">
        <w:rPr>
          <w:spacing w:val="-1"/>
        </w:rPr>
        <w:t>т</w:t>
      </w:r>
      <w:r w:rsidRPr="00224723">
        <w:t>ижения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</w:t>
      </w:r>
      <w:r w:rsidRPr="00224723">
        <w:rPr>
          <w:spacing w:val="1"/>
        </w:rPr>
        <w:t>и</w:t>
      </w:r>
      <w:r w:rsidRPr="00224723">
        <w:t>;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х</w:t>
      </w:r>
      <w:r w:rsidRPr="00224723">
        <w:rPr>
          <w:spacing w:val="-3"/>
        </w:rPr>
        <w:t>у</w:t>
      </w:r>
      <w:r w:rsidRPr="00224723">
        <w:rPr>
          <w:spacing w:val="-1"/>
        </w:rPr>
        <w:t>д</w:t>
      </w:r>
      <w:r w:rsidRPr="00224723">
        <w:t>о</w:t>
      </w:r>
      <w:r w:rsidRPr="00224723">
        <w:rPr>
          <w:spacing w:val="1"/>
        </w:rPr>
        <w:t>ж</w:t>
      </w:r>
      <w:r w:rsidRPr="00224723">
        <w:t>ес</w:t>
      </w:r>
      <w:r w:rsidRPr="00224723">
        <w:rPr>
          <w:spacing w:val="-1"/>
        </w:rPr>
        <w:t>т</w:t>
      </w:r>
      <w:r w:rsidRPr="00224723">
        <w:t>в</w:t>
      </w:r>
      <w:r w:rsidRPr="00224723">
        <w:rPr>
          <w:spacing w:val="1"/>
        </w:rPr>
        <w:t>е</w:t>
      </w:r>
      <w:r w:rsidRPr="00224723">
        <w:t>нного</w:t>
      </w:r>
      <w:r w:rsidRPr="00224723">
        <w:rPr>
          <w:spacing w:val="2"/>
        </w:rPr>
        <w:t xml:space="preserve"> </w:t>
      </w:r>
      <w:r w:rsidRPr="00224723">
        <w:t>кон</w:t>
      </w:r>
      <w:r w:rsidRPr="00224723">
        <w:rPr>
          <w:spacing w:val="-1"/>
        </w:rPr>
        <w:t>т</w:t>
      </w:r>
      <w:r w:rsidRPr="00224723">
        <w:t>е</w:t>
      </w:r>
      <w:r w:rsidRPr="00224723">
        <w:rPr>
          <w:spacing w:val="-1"/>
        </w:rPr>
        <w:t>к</w:t>
      </w:r>
      <w:r w:rsidRPr="00224723">
        <w:t>ста;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со</w:t>
      </w:r>
      <w:r w:rsidRPr="00224723">
        <w:rPr>
          <w:spacing w:val="-1"/>
        </w:rPr>
        <w:t>з</w:t>
      </w:r>
      <w:r w:rsidRPr="00224723">
        <w:t>да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«компо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ци</w:t>
      </w:r>
      <w:r w:rsidRPr="00224723">
        <w:t>й»;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пер</w:t>
      </w:r>
      <w:r w:rsidRPr="00224723">
        <w:rPr>
          <w:spacing w:val="-1"/>
        </w:rPr>
        <w:t>с</w:t>
      </w:r>
      <w:r w:rsidRPr="00224723">
        <w:t>п</w:t>
      </w:r>
      <w:r w:rsidRPr="00224723">
        <w:rPr>
          <w:spacing w:val="-1"/>
        </w:rPr>
        <w:t>е</w:t>
      </w:r>
      <w:r w:rsidRPr="00224723">
        <w:t>ктивы</w:t>
      </w:r>
      <w:r w:rsidRPr="00224723">
        <w:rPr>
          <w:spacing w:val="2"/>
        </w:rPr>
        <w:t xml:space="preserve"> </w:t>
      </w:r>
      <w:r w:rsidRPr="00224723">
        <w:t>и ре</w:t>
      </w:r>
      <w:r w:rsidRPr="00224723">
        <w:rPr>
          <w:spacing w:val="-1"/>
        </w:rPr>
        <w:t>т</w:t>
      </w:r>
      <w:r w:rsidRPr="00224723">
        <w:t>рос</w:t>
      </w:r>
      <w:r w:rsidRPr="00224723">
        <w:rPr>
          <w:spacing w:val="-1"/>
        </w:rPr>
        <w:t>п</w:t>
      </w:r>
      <w:r w:rsidRPr="00224723">
        <w:t>е</w:t>
      </w:r>
      <w:r w:rsidRPr="00224723">
        <w:rPr>
          <w:spacing w:val="-1"/>
        </w:rPr>
        <w:t>к</w:t>
      </w:r>
      <w:r w:rsidRPr="00224723">
        <w:t>тивы.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Default="00142DF5">
      <w:pPr>
        <w:widowControl w:val="0"/>
        <w:autoSpaceDE w:val="0"/>
        <w:autoSpaceDN w:val="0"/>
        <w:adjustRightInd w:val="0"/>
        <w:ind w:left="2" w:right="405"/>
      </w:pPr>
      <w:r w:rsidRPr="00224723">
        <w:t>Э</w:t>
      </w:r>
      <w:r w:rsidRPr="00224723">
        <w:rPr>
          <w:spacing w:val="-1"/>
        </w:rPr>
        <w:t>т</w:t>
      </w:r>
      <w:r w:rsidRPr="00224723">
        <w:t>и метод</w:t>
      </w:r>
      <w:r w:rsidRPr="00224723">
        <w:rPr>
          <w:spacing w:val="-1"/>
        </w:rPr>
        <w:t>ы</w:t>
      </w:r>
      <w:r w:rsidRPr="00224723">
        <w:rPr>
          <w:spacing w:val="2"/>
        </w:rPr>
        <w:t xml:space="preserve"> </w:t>
      </w:r>
      <w:r w:rsidRPr="00224723">
        <w:t>реализ</w:t>
      </w:r>
      <w:r w:rsidRPr="00224723">
        <w:rPr>
          <w:spacing w:val="-5"/>
        </w:rPr>
        <w:t>у</w:t>
      </w:r>
      <w:r w:rsidRPr="00224723">
        <w:rPr>
          <w:spacing w:val="1"/>
        </w:rPr>
        <w:t>ю</w:t>
      </w:r>
      <w:r w:rsidRPr="00224723">
        <w:t>тся</w:t>
      </w:r>
      <w:r w:rsidRPr="00224723">
        <w:rPr>
          <w:spacing w:val="2"/>
        </w:rPr>
        <w:t xml:space="preserve"> </w:t>
      </w:r>
      <w:r w:rsidRPr="00224723">
        <w:t xml:space="preserve">в </w:t>
      </w:r>
      <w:r w:rsidRPr="00224723">
        <w:rPr>
          <w:spacing w:val="-5"/>
        </w:rPr>
        <w:t>у</w:t>
      </w:r>
      <w:r w:rsidRPr="00224723">
        <w:t>че</w:t>
      </w:r>
      <w:r w:rsidRPr="00224723">
        <w:rPr>
          <w:spacing w:val="1"/>
        </w:rPr>
        <w:t>б</w:t>
      </w:r>
      <w:r w:rsidRPr="00224723">
        <w:t>ной</w:t>
      </w:r>
      <w:r w:rsidRPr="00224723">
        <w:rPr>
          <w:spacing w:val="3"/>
        </w:rPr>
        <w:t xml:space="preserve"> </w:t>
      </w:r>
      <w:r w:rsidRPr="00224723">
        <w:t>дея</w:t>
      </w:r>
      <w:r w:rsidRPr="00224723">
        <w:rPr>
          <w:spacing w:val="-1"/>
        </w:rPr>
        <w:t>т</w:t>
      </w:r>
      <w:r w:rsidRPr="00224723">
        <w:t>ель</w:t>
      </w:r>
      <w:r w:rsidRPr="00224723">
        <w:rPr>
          <w:spacing w:val="-1"/>
        </w:rPr>
        <w:t>н</w:t>
      </w:r>
      <w:r w:rsidRPr="00224723">
        <w:t>ос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2"/>
        </w:rPr>
        <w:t xml:space="preserve"> </w:t>
      </w:r>
      <w:r w:rsidRPr="00224723">
        <w:t>с прим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е</w:t>
      </w:r>
      <w:r w:rsidRPr="00224723">
        <w:t>нием</w:t>
      </w:r>
      <w:r w:rsidRPr="00224723">
        <w:rPr>
          <w:spacing w:val="2"/>
        </w:rPr>
        <w:t xml:space="preserve"> </w:t>
      </w:r>
      <w:r w:rsidRPr="00224723">
        <w:t>си</w:t>
      </w:r>
      <w:r w:rsidRPr="00224723">
        <w:rPr>
          <w:spacing w:val="-1"/>
        </w:rPr>
        <w:t>ст</w:t>
      </w:r>
      <w:r w:rsidRPr="00224723">
        <w:t>ем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подхода, ко</w:t>
      </w:r>
      <w:r w:rsidRPr="00224723">
        <w:rPr>
          <w:spacing w:val="-1"/>
        </w:rPr>
        <w:t>т</w:t>
      </w:r>
      <w:r w:rsidRPr="00224723">
        <w:t>орый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-1"/>
        </w:rPr>
        <w:t>ы</w:t>
      </w:r>
      <w:r w:rsidRPr="00224723">
        <w:t>полня</w:t>
      </w:r>
      <w:r w:rsidRPr="00224723">
        <w:rPr>
          <w:spacing w:val="-1"/>
        </w:rPr>
        <w:t>е</w:t>
      </w:r>
      <w:r w:rsidRPr="00224723">
        <w:t>т</w:t>
      </w:r>
      <w:r w:rsidRPr="00224723">
        <w:rPr>
          <w:spacing w:val="2"/>
        </w:rPr>
        <w:t xml:space="preserve"> </w:t>
      </w:r>
      <w:r w:rsidRPr="00224723">
        <w:t>р</w:t>
      </w:r>
      <w:r w:rsidRPr="00224723">
        <w:rPr>
          <w:spacing w:val="-1"/>
        </w:rPr>
        <w:t>о</w:t>
      </w:r>
      <w:r w:rsidRPr="00224723">
        <w:t>ль гл</w:t>
      </w:r>
      <w:r w:rsidRPr="00224723">
        <w:rPr>
          <w:spacing w:val="-1"/>
        </w:rPr>
        <w:t>а</w:t>
      </w:r>
      <w:r w:rsidRPr="00224723">
        <w:t>вного «коорди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т</w:t>
      </w:r>
      <w:r w:rsidRPr="00224723">
        <w:t>ора»</w:t>
      </w:r>
      <w:r w:rsidRPr="00224723">
        <w:rPr>
          <w:spacing w:val="2"/>
        </w:rPr>
        <w:t xml:space="preserve"> </w:t>
      </w:r>
      <w:r w:rsidRPr="00224723">
        <w:t>в ц</w:t>
      </w:r>
      <w:r w:rsidRPr="00224723">
        <w:rPr>
          <w:spacing w:val="-1"/>
        </w:rPr>
        <w:t>е</w:t>
      </w:r>
      <w:r w:rsidRPr="00224723">
        <w:t>лос</w:t>
      </w:r>
      <w:r w:rsidRPr="00224723">
        <w:rPr>
          <w:spacing w:val="-1"/>
        </w:rPr>
        <w:t>тн</w:t>
      </w:r>
      <w:r w:rsidRPr="00224723">
        <w:t>ом</w:t>
      </w:r>
      <w:r w:rsidRPr="00224723">
        <w:rPr>
          <w:spacing w:val="3"/>
        </w:rPr>
        <w:t xml:space="preserve"> </w:t>
      </w:r>
      <w:r w:rsidRPr="00224723">
        <w:t>мето</w:t>
      </w:r>
      <w:r w:rsidRPr="00224723">
        <w:rPr>
          <w:spacing w:val="-1"/>
        </w:rPr>
        <w:t>д</w:t>
      </w:r>
      <w:r w:rsidRPr="00224723">
        <w:t>олог</w:t>
      </w:r>
      <w:r w:rsidRPr="00224723">
        <w:rPr>
          <w:spacing w:val="-1"/>
        </w:rPr>
        <w:t>и</w:t>
      </w:r>
      <w:r w:rsidRPr="00224723">
        <w:t>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ом прос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а</w:t>
      </w:r>
      <w:r w:rsidRPr="00224723">
        <w:t>нстве.</w:t>
      </w:r>
    </w:p>
    <w:p w:rsidR="00142DF5" w:rsidRDefault="00142DF5">
      <w:pPr>
        <w:widowControl w:val="0"/>
        <w:autoSpaceDE w:val="0"/>
        <w:autoSpaceDN w:val="0"/>
        <w:adjustRightInd w:val="0"/>
        <w:ind w:left="2" w:right="405"/>
      </w:pPr>
    </w:p>
    <w:p w:rsidR="00142DF5" w:rsidRDefault="00142DF5">
      <w:pPr>
        <w:widowControl w:val="0"/>
        <w:autoSpaceDE w:val="0"/>
        <w:autoSpaceDN w:val="0"/>
        <w:adjustRightInd w:val="0"/>
        <w:ind w:left="2" w:right="405"/>
      </w:pPr>
    </w:p>
    <w:p w:rsidR="00142DF5" w:rsidRDefault="00142DF5">
      <w:pPr>
        <w:widowControl w:val="0"/>
        <w:autoSpaceDE w:val="0"/>
        <w:autoSpaceDN w:val="0"/>
        <w:adjustRightInd w:val="0"/>
        <w:ind w:left="2" w:right="405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405"/>
        <w:jc w:val="center"/>
      </w:pPr>
      <w:r>
        <w:t>ОСНОВНОЕ СОДЕРЖАНИЕ УЧЕБНОГО КУРСА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F64B4B" w:rsidRDefault="00142DF5" w:rsidP="00F64B4B">
      <w:pPr>
        <w:ind w:firstLine="709"/>
        <w:jc w:val="both"/>
      </w:pPr>
      <w:r w:rsidRPr="00F64B4B">
        <w:t>Характерная тенденция, присущая стандартам  второго поколения, связана с «усилением общекультурной направленности общего образования, универсализации и интеграции знаний» Широкий интегративный контекст программы(имеются в виду многочисленные содержательные связи с предметами «Литературное чтение», «Изобразительное искусство», «Русский язык», «Окружающий мир») не снижает самоценности  предмета. Концепция федеральных государственных образовательных стандартов общего образования: проект / Рос.акад. образования; под ред. А. М. Кондакова, А. А. Кузнецова. — 2-е изд. — М.: Просвещение, 2009. — С. 18. —(Стандарты второго поколения). «Музыка», а лишь придает больший «стереофонический» объем в восприятии и усвоении его содержания.</w:t>
      </w:r>
    </w:p>
    <w:p w:rsidR="00142DF5" w:rsidRPr="00F64B4B" w:rsidRDefault="00142DF5" w:rsidP="00F64B4B">
      <w:pPr>
        <w:ind w:firstLine="709"/>
        <w:jc w:val="both"/>
      </w:pPr>
      <w:r w:rsidRPr="00F64B4B">
        <w:t>Также  интегративность  обусловливает и особенности формирования результатов образования. «В результате изучения всех без исключения предметов начальной школе у выпускников будут сформированы личностные, регулятивные, познавательные и коммуникативные универсальные учебные действия как основа умения учиться».Музыкальную основу программы составляют произведения композиторов-классиков, охватывающие временной диапазон от эпохи барокко до наших дней, народная музыка России и стран ближнего и дальнего зарубежья, образцы духовной музыки, а также значительно обновленный репертуар композиторов-песенников. Особо отметим, что песенный материал нестолько выполняет вспомогательную, «иллюстративную» функцию, сколько играет самоценную смысловую роль в освоении содержания программы. Отбор музыкальных произведений осуществлен с учетом их доступности, художественной выразительности, очевидной образовательной и воспитательной направленности. Академический материал подобран в соответствии с реальной возможностью его освоения в рамках урочной деятельности; песенный репертуар дан в расширенном варианте с целью его вариативного использования. Сочинения (или их фрагменты), предназначенные для прослушивания, звучат не более одной, двух минут в 1, 2 классах и две, три минуты в 3 и 4 классах.</w:t>
      </w:r>
    </w:p>
    <w:p w:rsidR="00142DF5" w:rsidRPr="00F64B4B" w:rsidRDefault="00142DF5" w:rsidP="00F64B4B">
      <w:pPr>
        <w:ind w:firstLine="709"/>
        <w:jc w:val="both"/>
      </w:pPr>
      <w:r w:rsidRPr="00F64B4B">
        <w:t>В качестве главных методов программы избраны метод междисциплинарных взаимодействий (В. Алеев), стилевой подход, творческий метод (Л. Предтеченская), системный подход, метод восхождения от частного к общему.</w:t>
      </w:r>
    </w:p>
    <w:p w:rsidR="00142DF5" w:rsidRPr="00F64B4B" w:rsidRDefault="00142DF5" w:rsidP="00F64B4B">
      <w:pPr>
        <w:ind w:firstLine="709"/>
        <w:jc w:val="both"/>
      </w:pPr>
      <w:r w:rsidRPr="00F64B4B">
        <w:t>Программа имеет трехуровневую иерархическую структуру. Подобная структура раскрывается в опоре на принципы систематичности и последовательности (метод «шаг за шагом»); «развития по спирали»(многократные повторения тем на разных этапах, в разных классах на более обогащенном смысловом уровне); сквозного развития (непрерывное развитие тем внутри каждого класса).</w:t>
      </w:r>
    </w:p>
    <w:p w:rsidR="00142DF5" w:rsidRPr="00F64B4B" w:rsidRDefault="00142DF5" w:rsidP="00F64B4B">
      <w:pPr>
        <w:widowControl w:val="0"/>
        <w:autoSpaceDE w:val="0"/>
        <w:autoSpaceDN w:val="0"/>
        <w:adjustRightInd w:val="0"/>
        <w:ind w:left="2" w:right="-14"/>
        <w:jc w:val="both"/>
      </w:pPr>
      <w:r>
        <w:t xml:space="preserve">           </w:t>
      </w:r>
      <w:r w:rsidRPr="00F64B4B">
        <w:t>Предпо</w:t>
      </w:r>
      <w:r w:rsidRPr="00F64B4B">
        <w:rPr>
          <w:spacing w:val="-1"/>
        </w:rPr>
        <w:t>чт</w:t>
      </w:r>
      <w:r w:rsidRPr="00F64B4B">
        <w:t>ительными</w:t>
      </w:r>
      <w:r w:rsidRPr="00F64B4B">
        <w:rPr>
          <w:spacing w:val="1"/>
        </w:rPr>
        <w:t xml:space="preserve"> </w:t>
      </w:r>
      <w:r w:rsidRPr="00F64B4B">
        <w:t>формами</w:t>
      </w:r>
      <w:r w:rsidRPr="00F64B4B">
        <w:rPr>
          <w:spacing w:val="-1"/>
        </w:rPr>
        <w:t xml:space="preserve"> </w:t>
      </w:r>
      <w:r w:rsidRPr="00F64B4B">
        <w:t>орг</w:t>
      </w:r>
      <w:r w:rsidRPr="00F64B4B">
        <w:rPr>
          <w:spacing w:val="-1"/>
        </w:rPr>
        <w:t>а</w:t>
      </w:r>
      <w:r w:rsidRPr="00F64B4B">
        <w:t>н</w:t>
      </w:r>
      <w:r w:rsidRPr="00F64B4B">
        <w:rPr>
          <w:spacing w:val="-1"/>
        </w:rPr>
        <w:t>и</w:t>
      </w:r>
      <w:r w:rsidRPr="00F64B4B">
        <w:t>з</w:t>
      </w:r>
      <w:r w:rsidRPr="00F64B4B">
        <w:rPr>
          <w:spacing w:val="-1"/>
        </w:rPr>
        <w:t>а</w:t>
      </w:r>
      <w:r w:rsidRPr="00F64B4B">
        <w:rPr>
          <w:spacing w:val="1"/>
        </w:rPr>
        <w:t>ц</w:t>
      </w:r>
      <w:r w:rsidRPr="00F64B4B">
        <w:t>ии</w:t>
      </w:r>
      <w:r w:rsidRPr="00F64B4B">
        <w:rPr>
          <w:spacing w:val="1"/>
        </w:rPr>
        <w:t xml:space="preserve"> </w:t>
      </w:r>
      <w:r w:rsidRPr="00F64B4B">
        <w:rPr>
          <w:spacing w:val="-4"/>
        </w:rPr>
        <w:t>у</w:t>
      </w:r>
      <w:r w:rsidRPr="00F64B4B">
        <w:t>чеб</w:t>
      </w:r>
      <w:r w:rsidRPr="00F64B4B">
        <w:rPr>
          <w:spacing w:val="1"/>
        </w:rPr>
        <w:t>н</w:t>
      </w:r>
      <w:r w:rsidRPr="00F64B4B">
        <w:t>ого</w:t>
      </w:r>
      <w:r w:rsidRPr="00F64B4B">
        <w:rPr>
          <w:spacing w:val="4"/>
        </w:rPr>
        <w:t xml:space="preserve"> </w:t>
      </w:r>
      <w:r w:rsidRPr="00F64B4B">
        <w:t>проц</w:t>
      </w:r>
      <w:r w:rsidRPr="00F64B4B">
        <w:rPr>
          <w:spacing w:val="-1"/>
        </w:rPr>
        <w:t>е</w:t>
      </w:r>
      <w:r w:rsidRPr="00F64B4B">
        <w:t>с</w:t>
      </w:r>
      <w:r w:rsidRPr="00F64B4B">
        <w:rPr>
          <w:spacing w:val="-1"/>
        </w:rPr>
        <w:t>с</w:t>
      </w:r>
      <w:r w:rsidRPr="00F64B4B">
        <w:t>а на</w:t>
      </w:r>
      <w:r w:rsidRPr="00F64B4B">
        <w:rPr>
          <w:spacing w:val="1"/>
        </w:rPr>
        <w:t xml:space="preserve"> </w:t>
      </w:r>
      <w:r w:rsidRPr="00F64B4B">
        <w:rPr>
          <w:spacing w:val="-5"/>
        </w:rPr>
        <w:t>у</w:t>
      </w:r>
      <w:r w:rsidRPr="00F64B4B">
        <w:rPr>
          <w:spacing w:val="1"/>
        </w:rPr>
        <w:t>р</w:t>
      </w:r>
      <w:r w:rsidRPr="00F64B4B">
        <w:t>о</w:t>
      </w:r>
      <w:r w:rsidRPr="00F64B4B">
        <w:rPr>
          <w:spacing w:val="1"/>
        </w:rPr>
        <w:t>к</w:t>
      </w:r>
      <w:r w:rsidRPr="00F64B4B">
        <w:t>е</w:t>
      </w:r>
      <w:r w:rsidRPr="00F64B4B">
        <w:rPr>
          <w:spacing w:val="1"/>
        </w:rPr>
        <w:t xml:space="preserve"> </w:t>
      </w:r>
      <w:r w:rsidRPr="00F64B4B">
        <w:t>являются г</w:t>
      </w:r>
      <w:r w:rsidRPr="00F64B4B">
        <w:rPr>
          <w:spacing w:val="1"/>
        </w:rPr>
        <w:t>р</w:t>
      </w:r>
      <w:r w:rsidRPr="00F64B4B">
        <w:rPr>
          <w:spacing w:val="-5"/>
        </w:rPr>
        <w:t>у</w:t>
      </w:r>
      <w:r w:rsidRPr="00F64B4B">
        <w:t>ппов</w:t>
      </w:r>
      <w:r w:rsidRPr="00F64B4B">
        <w:rPr>
          <w:spacing w:val="1"/>
        </w:rPr>
        <w:t>а</w:t>
      </w:r>
      <w:r w:rsidRPr="00F64B4B">
        <w:t>я,</w:t>
      </w:r>
      <w:r w:rsidRPr="00F64B4B">
        <w:rPr>
          <w:spacing w:val="1"/>
        </w:rPr>
        <w:t xml:space="preserve"> </w:t>
      </w:r>
      <w:r w:rsidRPr="00F64B4B">
        <w:t>коллек</w:t>
      </w:r>
      <w:r w:rsidRPr="00F64B4B">
        <w:rPr>
          <w:spacing w:val="-1"/>
        </w:rPr>
        <w:t>ти</w:t>
      </w:r>
      <w:r w:rsidRPr="00F64B4B">
        <w:t>вна</w:t>
      </w:r>
      <w:r w:rsidRPr="00F64B4B">
        <w:rPr>
          <w:spacing w:val="-1"/>
        </w:rPr>
        <w:t>я</w:t>
      </w:r>
      <w:r w:rsidRPr="00F64B4B">
        <w:rPr>
          <w:spacing w:val="3"/>
        </w:rPr>
        <w:t xml:space="preserve"> </w:t>
      </w:r>
      <w:r w:rsidRPr="00F64B4B">
        <w:t>рабо</w:t>
      </w:r>
      <w:r w:rsidRPr="00F64B4B">
        <w:rPr>
          <w:spacing w:val="-1"/>
        </w:rPr>
        <w:t>т</w:t>
      </w:r>
      <w:r w:rsidRPr="00F64B4B">
        <w:t>а</w:t>
      </w:r>
      <w:r w:rsidRPr="00F64B4B">
        <w:rPr>
          <w:spacing w:val="1"/>
        </w:rPr>
        <w:t xml:space="preserve"> </w:t>
      </w:r>
      <w:r w:rsidRPr="00F64B4B">
        <w:t xml:space="preserve">с </w:t>
      </w:r>
      <w:r w:rsidRPr="00F64B4B">
        <w:rPr>
          <w:spacing w:val="-4"/>
        </w:rPr>
        <w:t>у</w:t>
      </w:r>
      <w:r w:rsidRPr="00F64B4B">
        <w:rPr>
          <w:spacing w:val="-1"/>
        </w:rPr>
        <w:t>ч</w:t>
      </w:r>
      <w:r w:rsidRPr="00F64B4B">
        <w:rPr>
          <w:spacing w:val="1"/>
        </w:rPr>
        <w:t>а</w:t>
      </w:r>
      <w:r w:rsidRPr="00F64B4B">
        <w:t>щимися.</w:t>
      </w:r>
      <w:r w:rsidRPr="00F64B4B">
        <w:rPr>
          <w:spacing w:val="3"/>
        </w:rPr>
        <w:t xml:space="preserve"> </w:t>
      </w:r>
      <w:r w:rsidRPr="00F64B4B">
        <w:t>В про</w:t>
      </w:r>
      <w:r w:rsidRPr="00F64B4B">
        <w:rPr>
          <w:spacing w:val="-1"/>
        </w:rPr>
        <w:t>г</w:t>
      </w:r>
      <w:r w:rsidRPr="00F64B4B">
        <w:t>рам</w:t>
      </w:r>
      <w:r w:rsidRPr="00F64B4B">
        <w:rPr>
          <w:spacing w:val="-1"/>
        </w:rPr>
        <w:t>м</w:t>
      </w:r>
      <w:r w:rsidRPr="00F64B4B">
        <w:t>е</w:t>
      </w:r>
      <w:r w:rsidRPr="00F64B4B">
        <w:rPr>
          <w:spacing w:val="1"/>
        </w:rPr>
        <w:t xml:space="preserve"> </w:t>
      </w:r>
      <w:r w:rsidRPr="00F64B4B">
        <w:t>пред</w:t>
      </w:r>
      <w:r w:rsidRPr="00F64B4B">
        <w:rPr>
          <w:spacing w:val="-5"/>
        </w:rPr>
        <w:t>у</w:t>
      </w:r>
      <w:r w:rsidRPr="00F64B4B">
        <w:t>с</w:t>
      </w:r>
      <w:r w:rsidRPr="00F64B4B">
        <w:rPr>
          <w:spacing w:val="1"/>
        </w:rPr>
        <w:t>м</w:t>
      </w:r>
      <w:r w:rsidRPr="00F64B4B">
        <w:t>от</w:t>
      </w:r>
      <w:r w:rsidRPr="00F64B4B">
        <w:rPr>
          <w:spacing w:val="1"/>
        </w:rPr>
        <w:t>р</w:t>
      </w:r>
      <w:r w:rsidRPr="00F64B4B">
        <w:t>ен</w:t>
      </w:r>
      <w:r w:rsidRPr="00F64B4B">
        <w:rPr>
          <w:spacing w:val="-1"/>
        </w:rPr>
        <w:t>ы</w:t>
      </w:r>
      <w:r w:rsidRPr="00F64B4B">
        <w:t xml:space="preserve"> не</w:t>
      </w:r>
      <w:r w:rsidRPr="00F64B4B">
        <w:rPr>
          <w:spacing w:val="-1"/>
        </w:rPr>
        <w:t>т</w:t>
      </w:r>
      <w:r w:rsidRPr="00F64B4B">
        <w:t>р</w:t>
      </w:r>
      <w:r w:rsidRPr="00F64B4B">
        <w:rPr>
          <w:spacing w:val="-1"/>
        </w:rPr>
        <w:t>а</w:t>
      </w:r>
      <w:r w:rsidRPr="00F64B4B">
        <w:t>дицион</w:t>
      </w:r>
      <w:r w:rsidRPr="00F64B4B">
        <w:rPr>
          <w:spacing w:val="-1"/>
        </w:rPr>
        <w:t>н</w:t>
      </w:r>
      <w:r w:rsidRPr="00F64B4B">
        <w:t>ые</w:t>
      </w:r>
      <w:r w:rsidRPr="00F64B4B">
        <w:rPr>
          <w:spacing w:val="3"/>
        </w:rPr>
        <w:t xml:space="preserve"> </w:t>
      </w:r>
      <w:r w:rsidRPr="00F64B4B">
        <w:t>фор</w:t>
      </w:r>
      <w:r w:rsidRPr="00F64B4B">
        <w:rPr>
          <w:spacing w:val="-1"/>
        </w:rPr>
        <w:t>м</w:t>
      </w:r>
      <w:r w:rsidRPr="00F64B4B">
        <w:t>ы проведе</w:t>
      </w:r>
      <w:r w:rsidRPr="00F64B4B">
        <w:rPr>
          <w:spacing w:val="-1"/>
        </w:rPr>
        <w:t>н</w:t>
      </w:r>
      <w:r w:rsidRPr="00F64B4B">
        <w:t>и</w:t>
      </w:r>
      <w:r w:rsidRPr="00F64B4B">
        <w:rPr>
          <w:spacing w:val="-1"/>
        </w:rPr>
        <w:t>я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р</w:t>
      </w:r>
      <w:r w:rsidRPr="00F64B4B">
        <w:rPr>
          <w:spacing w:val="1"/>
        </w:rPr>
        <w:t>о</w:t>
      </w:r>
      <w:r w:rsidRPr="00F64B4B">
        <w:t>ков:</w:t>
      </w:r>
      <w:r w:rsidRPr="00F64B4B">
        <w:rPr>
          <w:spacing w:val="3"/>
        </w:rPr>
        <w:t xml:space="preserve"> </w:t>
      </w:r>
      <w:r w:rsidRPr="00F64B4B">
        <w:rPr>
          <w:spacing w:val="-5"/>
        </w:rPr>
        <w:t>у</w:t>
      </w:r>
      <w:r w:rsidRPr="00F64B4B">
        <w:t>ро</w:t>
      </w:r>
      <w:r w:rsidRPr="00F64B4B">
        <w:rPr>
          <w:spacing w:val="2"/>
        </w:rPr>
        <w:t>к</w:t>
      </w:r>
      <w:r w:rsidRPr="00F64B4B">
        <w:t>и</w:t>
      </w:r>
      <w:r w:rsidRPr="00F64B4B">
        <w:rPr>
          <w:spacing w:val="1"/>
        </w:rPr>
        <w:t>-п</w:t>
      </w:r>
      <w:r w:rsidRPr="00F64B4B">
        <w:rPr>
          <w:spacing w:val="-5"/>
        </w:rPr>
        <w:t>у</w:t>
      </w:r>
      <w:r w:rsidRPr="00F64B4B">
        <w:t>те</w:t>
      </w:r>
      <w:r w:rsidRPr="00F64B4B">
        <w:rPr>
          <w:spacing w:val="1"/>
        </w:rPr>
        <w:t>ш</w:t>
      </w:r>
      <w:r w:rsidRPr="00F64B4B">
        <w:t>е</w:t>
      </w:r>
      <w:r w:rsidRPr="00F64B4B">
        <w:rPr>
          <w:spacing w:val="1"/>
        </w:rPr>
        <w:t>с</w:t>
      </w:r>
      <w:r w:rsidRPr="00F64B4B">
        <w:t>тви</w:t>
      </w:r>
      <w:r w:rsidRPr="00F64B4B">
        <w:rPr>
          <w:spacing w:val="-1"/>
        </w:rPr>
        <w:t>я</w:t>
      </w:r>
      <w:r w:rsidRPr="00F64B4B">
        <w:t>,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рок</w:t>
      </w:r>
      <w:r w:rsidRPr="00F64B4B">
        <w:rPr>
          <w:spacing w:val="1"/>
        </w:rPr>
        <w:t>и</w:t>
      </w:r>
      <w:r w:rsidRPr="00F64B4B">
        <w:rPr>
          <w:spacing w:val="2"/>
        </w:rPr>
        <w:t>-</w:t>
      </w:r>
      <w:r w:rsidRPr="00F64B4B">
        <w:t xml:space="preserve">игры, </w:t>
      </w:r>
      <w:r w:rsidRPr="00F64B4B">
        <w:rPr>
          <w:spacing w:val="-4"/>
        </w:rPr>
        <w:t>у</w:t>
      </w:r>
      <w:r w:rsidRPr="00F64B4B">
        <w:t>р</w:t>
      </w:r>
      <w:r w:rsidRPr="00F64B4B">
        <w:rPr>
          <w:spacing w:val="1"/>
        </w:rPr>
        <w:t>о</w:t>
      </w:r>
      <w:r w:rsidRPr="00F64B4B">
        <w:t>к-экск</w:t>
      </w:r>
      <w:r w:rsidRPr="00F64B4B">
        <w:rPr>
          <w:spacing w:val="-5"/>
        </w:rPr>
        <w:t>у</w:t>
      </w:r>
      <w:r w:rsidRPr="00F64B4B">
        <w:rPr>
          <w:spacing w:val="1"/>
        </w:rPr>
        <w:t>р</w:t>
      </w:r>
      <w:r w:rsidRPr="00F64B4B">
        <w:t>с</w:t>
      </w:r>
      <w:r w:rsidRPr="00F64B4B">
        <w:rPr>
          <w:spacing w:val="1"/>
        </w:rPr>
        <w:t>и</w:t>
      </w:r>
      <w:r w:rsidRPr="00F64B4B">
        <w:t>я.</w:t>
      </w:r>
      <w:r w:rsidRPr="00F64B4B">
        <w:rPr>
          <w:spacing w:val="1"/>
        </w:rPr>
        <w:t xml:space="preserve"> </w:t>
      </w:r>
      <w:r w:rsidRPr="00F64B4B">
        <w:t xml:space="preserve">Контроль </w:t>
      </w:r>
      <w:r w:rsidRPr="00F64B4B">
        <w:rPr>
          <w:spacing w:val="-1"/>
        </w:rPr>
        <w:t>з</w:t>
      </w:r>
      <w:r w:rsidRPr="00F64B4B">
        <w:t>н</w:t>
      </w:r>
      <w:r w:rsidRPr="00F64B4B">
        <w:rPr>
          <w:spacing w:val="-1"/>
        </w:rPr>
        <w:t>а</w:t>
      </w:r>
      <w:r w:rsidRPr="00F64B4B">
        <w:t>ний,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мен</w:t>
      </w:r>
      <w:r w:rsidRPr="00F64B4B">
        <w:rPr>
          <w:spacing w:val="1"/>
        </w:rPr>
        <w:t>и</w:t>
      </w:r>
      <w:r w:rsidRPr="00F64B4B">
        <w:t>й</w:t>
      </w:r>
      <w:r w:rsidRPr="00F64B4B">
        <w:rPr>
          <w:spacing w:val="2"/>
        </w:rPr>
        <w:t xml:space="preserve"> </w:t>
      </w:r>
      <w:r w:rsidRPr="00F64B4B">
        <w:t>и н</w:t>
      </w:r>
      <w:r w:rsidRPr="00F64B4B">
        <w:rPr>
          <w:spacing w:val="-1"/>
        </w:rPr>
        <w:t>а</w:t>
      </w:r>
      <w:r w:rsidRPr="00F64B4B">
        <w:t>выков (т</w:t>
      </w:r>
      <w:r w:rsidRPr="00F64B4B">
        <w:rPr>
          <w:spacing w:val="-1"/>
        </w:rPr>
        <w:t>е</w:t>
      </w:r>
      <w:r w:rsidRPr="00F64B4B">
        <w:rPr>
          <w:spacing w:val="1"/>
        </w:rPr>
        <w:t>к</w:t>
      </w:r>
      <w:r w:rsidRPr="00F64B4B">
        <w:rPr>
          <w:spacing w:val="-3"/>
        </w:rPr>
        <w:t>у</w:t>
      </w:r>
      <w:r w:rsidRPr="00F64B4B">
        <w:rPr>
          <w:spacing w:val="-1"/>
        </w:rPr>
        <w:t>щ</w:t>
      </w:r>
      <w:r w:rsidRPr="00F64B4B">
        <w:t>ий,</w:t>
      </w:r>
      <w:r w:rsidRPr="00F64B4B">
        <w:rPr>
          <w:spacing w:val="4"/>
        </w:rPr>
        <w:t xml:space="preserve"> </w:t>
      </w:r>
      <w:r w:rsidRPr="00F64B4B">
        <w:t>т</w:t>
      </w:r>
      <w:r w:rsidRPr="00F64B4B">
        <w:rPr>
          <w:spacing w:val="-1"/>
        </w:rPr>
        <w:t>е</w:t>
      </w:r>
      <w:r w:rsidRPr="00F64B4B">
        <w:t>м</w:t>
      </w:r>
      <w:r w:rsidRPr="00F64B4B">
        <w:rPr>
          <w:spacing w:val="-1"/>
        </w:rPr>
        <w:t>а</w:t>
      </w:r>
      <w:r w:rsidRPr="00F64B4B">
        <w:t>т</w:t>
      </w:r>
      <w:r w:rsidRPr="00F64B4B">
        <w:rPr>
          <w:spacing w:val="-1"/>
        </w:rPr>
        <w:t>и</w:t>
      </w:r>
      <w:r w:rsidRPr="00F64B4B">
        <w:t>чес</w:t>
      </w:r>
      <w:r w:rsidRPr="00F64B4B">
        <w:rPr>
          <w:spacing w:val="-1"/>
        </w:rPr>
        <w:t>к</w:t>
      </w:r>
      <w:r w:rsidRPr="00F64B4B">
        <w:rPr>
          <w:spacing w:val="1"/>
        </w:rPr>
        <w:t>и</w:t>
      </w:r>
      <w:r w:rsidRPr="00F64B4B">
        <w:t>й, и</w:t>
      </w:r>
      <w:r w:rsidRPr="00F64B4B">
        <w:rPr>
          <w:spacing w:val="-1"/>
        </w:rPr>
        <w:t>т</w:t>
      </w:r>
      <w:r w:rsidRPr="00F64B4B">
        <w:t>ого</w:t>
      </w:r>
      <w:r w:rsidRPr="00F64B4B">
        <w:rPr>
          <w:spacing w:val="-1"/>
        </w:rPr>
        <w:t>в</w:t>
      </w:r>
      <w:r w:rsidRPr="00F64B4B">
        <w:t>ый)</w:t>
      </w:r>
      <w:r w:rsidRPr="00F64B4B">
        <w:rPr>
          <w:spacing w:val="2"/>
        </w:rPr>
        <w:t xml:space="preserve"> </w:t>
      </w:r>
      <w:r w:rsidRPr="00F64B4B">
        <w:t xml:space="preserve">на </w:t>
      </w:r>
      <w:r w:rsidRPr="00F64B4B">
        <w:rPr>
          <w:spacing w:val="-4"/>
        </w:rPr>
        <w:t>у</w:t>
      </w:r>
      <w:r w:rsidRPr="00F64B4B">
        <w:t>роках</w:t>
      </w:r>
      <w:r w:rsidRPr="00F64B4B">
        <w:rPr>
          <w:spacing w:val="3"/>
        </w:rPr>
        <w:t xml:space="preserve"> </w:t>
      </w:r>
      <w:r w:rsidRPr="00F64B4B">
        <w:t>м</w:t>
      </w:r>
      <w:r w:rsidRPr="00F64B4B">
        <w:rPr>
          <w:spacing w:val="-3"/>
        </w:rPr>
        <w:t>у</w:t>
      </w:r>
      <w:r w:rsidRPr="00F64B4B">
        <w:rPr>
          <w:spacing w:val="-1"/>
        </w:rPr>
        <w:t>з</w:t>
      </w:r>
      <w:r w:rsidRPr="00F64B4B">
        <w:rPr>
          <w:spacing w:val="2"/>
        </w:rPr>
        <w:t>ы</w:t>
      </w:r>
      <w:r w:rsidRPr="00F64B4B">
        <w:t>ки о</w:t>
      </w:r>
      <w:r w:rsidRPr="00F64B4B">
        <w:rPr>
          <w:spacing w:val="2"/>
        </w:rPr>
        <w:t>с</w:t>
      </w:r>
      <w:r w:rsidRPr="00F64B4B">
        <w:rPr>
          <w:spacing w:val="-5"/>
        </w:rPr>
        <w:t>у</w:t>
      </w:r>
      <w:r w:rsidRPr="00F64B4B">
        <w:t>ществл</w:t>
      </w:r>
      <w:r w:rsidRPr="00F64B4B">
        <w:rPr>
          <w:spacing w:val="1"/>
        </w:rPr>
        <w:t>я</w:t>
      </w:r>
      <w:r w:rsidRPr="00F64B4B">
        <w:t>ет</w:t>
      </w:r>
      <w:r w:rsidRPr="00F64B4B">
        <w:rPr>
          <w:spacing w:val="-1"/>
        </w:rPr>
        <w:t>с</w:t>
      </w:r>
      <w:r w:rsidRPr="00F64B4B">
        <w:t>я</w:t>
      </w:r>
      <w:r w:rsidRPr="00F64B4B">
        <w:rPr>
          <w:spacing w:val="3"/>
        </w:rPr>
        <w:t xml:space="preserve"> </w:t>
      </w:r>
      <w:r w:rsidRPr="00F64B4B">
        <w:t>в форм</w:t>
      </w:r>
      <w:r w:rsidRPr="00F64B4B">
        <w:rPr>
          <w:spacing w:val="-1"/>
        </w:rPr>
        <w:t>е</w:t>
      </w:r>
      <w:r w:rsidRPr="00F64B4B">
        <w:t xml:space="preserve"> </w:t>
      </w:r>
      <w:r w:rsidRPr="00F64B4B">
        <w:rPr>
          <w:spacing w:val="-4"/>
        </w:rPr>
        <w:t>у</w:t>
      </w:r>
      <w:r w:rsidRPr="00F64B4B">
        <w:t>стн</w:t>
      </w:r>
      <w:r w:rsidRPr="00F64B4B">
        <w:rPr>
          <w:spacing w:val="1"/>
        </w:rPr>
        <w:t>о</w:t>
      </w:r>
      <w:r w:rsidRPr="00F64B4B">
        <w:t>го</w:t>
      </w:r>
      <w:r w:rsidRPr="00F64B4B">
        <w:rPr>
          <w:spacing w:val="3"/>
        </w:rPr>
        <w:t xml:space="preserve"> </w:t>
      </w:r>
      <w:r w:rsidRPr="00F64B4B">
        <w:t xml:space="preserve">опроса, </w:t>
      </w:r>
      <w:r w:rsidRPr="00F64B4B">
        <w:rPr>
          <w:spacing w:val="-1"/>
        </w:rPr>
        <w:t>с</w:t>
      </w:r>
      <w:r w:rsidRPr="00F64B4B">
        <w:t>амо</w:t>
      </w:r>
      <w:r w:rsidRPr="00F64B4B">
        <w:rPr>
          <w:spacing w:val="-1"/>
        </w:rPr>
        <w:t>ст</w:t>
      </w:r>
      <w:r w:rsidRPr="00F64B4B">
        <w:t>о</w:t>
      </w:r>
      <w:r w:rsidRPr="00F64B4B">
        <w:rPr>
          <w:spacing w:val="1"/>
        </w:rPr>
        <w:t>я</w:t>
      </w:r>
      <w:r w:rsidRPr="00F64B4B">
        <w:t>т</w:t>
      </w:r>
      <w:r w:rsidRPr="00F64B4B">
        <w:rPr>
          <w:spacing w:val="-1"/>
        </w:rPr>
        <w:t>е</w:t>
      </w:r>
      <w:r w:rsidRPr="00F64B4B">
        <w:t>льной рабо</w:t>
      </w:r>
      <w:r w:rsidRPr="00F64B4B">
        <w:rPr>
          <w:spacing w:val="-1"/>
        </w:rPr>
        <w:t>т</w:t>
      </w:r>
      <w:r w:rsidRPr="00F64B4B">
        <w:t>ы,</w:t>
      </w:r>
      <w:r w:rsidRPr="00F64B4B">
        <w:rPr>
          <w:spacing w:val="1"/>
        </w:rPr>
        <w:t xml:space="preserve"> </w:t>
      </w:r>
      <w:r w:rsidRPr="00F64B4B">
        <w:t>те</w:t>
      </w:r>
      <w:r w:rsidRPr="00F64B4B">
        <w:rPr>
          <w:spacing w:val="-1"/>
        </w:rPr>
        <w:t>ст</w:t>
      </w:r>
      <w:r w:rsidRPr="00F64B4B">
        <w:t>ирова</w:t>
      </w:r>
      <w:r w:rsidRPr="00F64B4B">
        <w:rPr>
          <w:spacing w:val="-1"/>
        </w:rPr>
        <w:t>н</w:t>
      </w:r>
      <w:r w:rsidRPr="00F64B4B">
        <w:t>и</w:t>
      </w:r>
      <w:r w:rsidRPr="00F64B4B">
        <w:rPr>
          <w:spacing w:val="-1"/>
        </w:rPr>
        <w:t>я</w:t>
      </w:r>
      <w:r w:rsidRPr="00F64B4B">
        <w:t>.</w:t>
      </w:r>
    </w:p>
    <w:p w:rsidR="00142DF5" w:rsidRPr="00F64B4B" w:rsidRDefault="00142DF5" w:rsidP="00F64B4B">
      <w:pPr>
        <w:widowControl w:val="0"/>
        <w:autoSpaceDE w:val="0"/>
        <w:autoSpaceDN w:val="0"/>
        <w:adjustRightInd w:val="0"/>
        <w:spacing w:after="19"/>
      </w:pPr>
    </w:p>
    <w:p w:rsidR="00142DF5" w:rsidRPr="00F64B4B" w:rsidRDefault="00142DF5" w:rsidP="00F64B4B">
      <w:pPr>
        <w:ind w:firstLine="709"/>
        <w:jc w:val="center"/>
      </w:pPr>
      <w:bookmarkStart w:id="0" w:name="bookmark0"/>
      <w:r w:rsidRPr="00F64B4B">
        <w:rPr>
          <w:b/>
          <w:bCs/>
          <w:color w:val="000000"/>
        </w:rPr>
        <w:t>Место курса в учебном плане</w:t>
      </w:r>
      <w:bookmarkEnd w:id="0"/>
    </w:p>
    <w:p w:rsidR="00142DF5" w:rsidRPr="00F64B4B" w:rsidRDefault="00142DF5" w:rsidP="00F64B4B">
      <w:pPr>
        <w:ind w:firstLine="709"/>
        <w:jc w:val="both"/>
      </w:pPr>
      <w:r w:rsidRPr="00F64B4B">
        <w:rPr>
          <w:color w:val="000000"/>
        </w:rPr>
        <w:t>Настоящий курс «Музыка. 1—4 классы» полностью соотносится с инвариантной частью Базисного учебно</w:t>
      </w:r>
      <w:r w:rsidRPr="00F64B4B">
        <w:rPr>
          <w:color w:val="000000"/>
        </w:rPr>
        <w:softHyphen/>
        <w:t>го (образовательного) плана образовательных учрежде</w:t>
      </w:r>
      <w:r w:rsidRPr="00F64B4B">
        <w:rPr>
          <w:color w:val="000000"/>
        </w:rPr>
        <w:softHyphen/>
        <w:t>ний Российской Федерации, реализующих основную образовательную программу начального общего обра</w:t>
      </w:r>
      <w:r w:rsidRPr="00F64B4B">
        <w:rPr>
          <w:color w:val="000000"/>
        </w:rPr>
        <w:softHyphen/>
        <w:t>зования. «Содержание образования, определенное ин</w:t>
      </w:r>
      <w:r w:rsidRPr="00F64B4B">
        <w:rPr>
          <w:color w:val="000000"/>
        </w:rPr>
        <w:softHyphen/>
        <w:t>вариантной частью, обеспечивает приобщение обучаю</w:t>
      </w:r>
      <w:r w:rsidRPr="00F64B4B">
        <w:rPr>
          <w:color w:val="000000"/>
        </w:rPr>
        <w:softHyphen/>
        <w:t>щихся к общекультурным ценностям, формирует сис</w:t>
      </w:r>
      <w:r w:rsidRPr="00F64B4B">
        <w:rPr>
          <w:color w:val="000000"/>
        </w:rPr>
        <w:softHyphen/>
        <w:t>тему предметных навыков и личностных качеств, соответствующих требованиям стандарта».</w:t>
      </w:r>
    </w:p>
    <w:p w:rsidR="00142DF5" w:rsidRDefault="00142DF5" w:rsidP="00F64B4B">
      <w:pPr>
        <w:ind w:firstLine="709"/>
        <w:jc w:val="both"/>
        <w:rPr>
          <w:color w:val="000000"/>
        </w:rPr>
      </w:pPr>
      <w:r w:rsidRPr="00F64B4B">
        <w:rPr>
          <w:color w:val="000000"/>
        </w:rPr>
        <w:t>В соответствии с Базисным учебным планом пред</w:t>
      </w:r>
      <w:r w:rsidRPr="00F64B4B">
        <w:rPr>
          <w:color w:val="000000"/>
        </w:rPr>
        <w:softHyphen/>
        <w:t>мет «Музыка» в начальной школе изучается в тече</w:t>
      </w:r>
      <w:r w:rsidRPr="00F64B4B">
        <w:rPr>
          <w:color w:val="000000"/>
        </w:rPr>
        <w:softHyphen/>
        <w:t xml:space="preserve">ние четырех лет — с 1 по 4 класс. Количество часов в неделю— 1. </w:t>
      </w:r>
      <w:r>
        <w:rPr>
          <w:color w:val="000000"/>
        </w:rPr>
        <w:t xml:space="preserve">              </w:t>
      </w:r>
      <w:r w:rsidRPr="00F64B4B">
        <w:rPr>
          <w:color w:val="000000"/>
        </w:rPr>
        <w:t>В первом классе курс рассчитан на 33 учебные недели; во 2—4 классах — на 34 учебные недели.</w:t>
      </w:r>
    </w:p>
    <w:p w:rsidR="00142DF5" w:rsidRDefault="00142DF5" w:rsidP="00F64B4B">
      <w:pPr>
        <w:ind w:firstLine="709"/>
        <w:jc w:val="both"/>
        <w:rPr>
          <w:color w:val="000000"/>
        </w:rPr>
      </w:pPr>
    </w:p>
    <w:p w:rsidR="00142DF5" w:rsidRPr="00FE708B" w:rsidRDefault="00142DF5" w:rsidP="00F64B4B">
      <w:pPr>
        <w:ind w:firstLine="709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Pr="00FE708B">
        <w:rPr>
          <w:b/>
          <w:color w:val="000000"/>
        </w:rPr>
        <w:t xml:space="preserve"> класс</w:t>
      </w:r>
    </w:p>
    <w:p w:rsidR="00142DF5" w:rsidRPr="00FE708B" w:rsidRDefault="00142DF5" w:rsidP="00F64B4B">
      <w:pPr>
        <w:ind w:firstLine="709"/>
        <w:jc w:val="both"/>
        <w:rPr>
          <w:b/>
          <w:color w:val="000000"/>
        </w:rPr>
      </w:pP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Тема года: «МУЗЫКАЛЬНОЕ ПУТЕШЕСТВИЕ» (34 часа)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«Россия — любимая наша страна...».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Великое содружество русских композиторов.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Тема Востока в творчестве русских композиторов. Музыка Украины.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Музыка Белоруссии.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Музыкант из Желязовой Воли.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Блеск и мощь полонеза.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Музыкальное путешествие в Италию.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«Народный» композитор Италии Джузеппе Верди. Музыкальная Австрия. Венские музыкальные классики.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Знаменитая Сороковая.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Героические образы Л. Бетховена.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Песни и танцы Ф. Шуберта.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«Не ручей — море ему имя».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Суровая красота Норвегии. Музыка Э. Грига.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«Так полюбил я древние дороги...».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Ноктюрны Ф. Шопена.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«Музыка Шопена — это пушки, прикрытые цве</w:t>
      </w:r>
      <w:r w:rsidRPr="005C70EF">
        <w:rPr>
          <w:color w:val="000000"/>
        </w:rPr>
        <w:softHyphen/>
        <w:t>тами».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Арлекин и Пьеро.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В подводном царстве.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Цвет и звук: «музыка витража».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Вознесение к звездам.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Симфонический оркестр.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Поэма огня «Прометей».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«Жизненные правила для музыкантов» Р. Шу</w:t>
      </w:r>
      <w:r w:rsidRPr="005C70EF">
        <w:rPr>
          <w:color w:val="000000"/>
        </w:rPr>
        <w:softHyphen/>
        <w:t>мана.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Джазовый оркестр.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Что такое мюзикл?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Под небом Парижа.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Петербург. Белые ночи.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«Москва... как много в этом звуке...».</w:t>
      </w: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«Россия — священная наша держава, Россия — любимая наша страна».</w:t>
      </w:r>
    </w:p>
    <w:p w:rsidR="00142DF5" w:rsidRPr="00FE708B" w:rsidRDefault="00142DF5" w:rsidP="004C4B63">
      <w:pPr>
        <w:ind w:firstLine="709"/>
        <w:rPr>
          <w:color w:val="000000"/>
        </w:rPr>
      </w:pPr>
    </w:p>
    <w:p w:rsidR="00142DF5" w:rsidRDefault="00142DF5" w:rsidP="00FE708B">
      <w:pPr>
        <w:ind w:firstLine="709"/>
        <w:jc w:val="center"/>
        <w:rPr>
          <w:b/>
          <w:bCs/>
          <w:color w:val="000000"/>
        </w:rPr>
      </w:pPr>
      <w:r w:rsidRPr="00FE708B">
        <w:rPr>
          <w:b/>
          <w:bCs/>
          <w:color w:val="000000"/>
        </w:rPr>
        <w:t>Личностные, метапредметные и предметные результаты освоения курса</w:t>
      </w:r>
    </w:p>
    <w:p w:rsidR="00142DF5" w:rsidRDefault="00142DF5" w:rsidP="005C70EF">
      <w:pPr>
        <w:ind w:firstLine="709"/>
      </w:pPr>
    </w:p>
    <w:p w:rsidR="00142DF5" w:rsidRPr="005C70EF" w:rsidRDefault="00142DF5" w:rsidP="005C70EF">
      <w:pPr>
        <w:ind w:firstLine="709"/>
      </w:pPr>
      <w:r w:rsidRPr="005C70EF">
        <w:rPr>
          <w:color w:val="000000"/>
        </w:rPr>
        <w:t>В области личностных результатов: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наличие широкой мотивационной основы учеб</w:t>
      </w:r>
      <w:r w:rsidRPr="005C70EF">
        <w:rPr>
          <w:color w:val="000000"/>
        </w:rPr>
        <w:softHyphen/>
        <w:t>ной деятельности, включающей социальные, учеб</w:t>
      </w:r>
      <w:r w:rsidRPr="005C70EF">
        <w:rPr>
          <w:color w:val="000000"/>
        </w:rPr>
        <w:softHyphen/>
        <w:t>но-познавательные и внешние мотивы;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ориентация на понимание причин успеха в учебной деятельности;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наличие учебно-познавательного интереса к но</w:t>
      </w:r>
      <w:r w:rsidRPr="005C70EF">
        <w:rPr>
          <w:color w:val="000000"/>
        </w:rPr>
        <w:softHyphen/>
        <w:t>вому учебному материалу и способам решения новой частной задачи;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наличие способности к самооценке на основе критерия успешности учебной деятельности;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наличие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</w:t>
      </w:r>
      <w:r w:rsidRPr="005C70EF">
        <w:rPr>
          <w:color w:val="000000"/>
        </w:rPr>
        <w:softHyphen/>
        <w:t>ти человека за общее благополучие;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наличие основы ориентации в нравственном содержании и смысле поступков как собственных, так и окружающих людей;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наличие эмпатии как понимания чувств дру</w:t>
      </w:r>
      <w:r w:rsidRPr="005C70EF">
        <w:rPr>
          <w:color w:val="000000"/>
        </w:rPr>
        <w:softHyphen/>
        <w:t>гих людей и сопереживания им;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выражение чувства прекрасного и эстетиче</w:t>
      </w:r>
      <w:r w:rsidRPr="005C70EF">
        <w:rPr>
          <w:color w:val="000000"/>
        </w:rPr>
        <w:softHyphen/>
        <w:t>ских чувств на основе знакомства с произведениями мировой и отечественной музыкальной культуры;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наличие эмоционально-ценностного отношения к искусству;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развитие этических чувств;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реализация творческого потенциала в процессе коллективного (индивидуального) музицирования;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позитивная самооценка своих музыкально-твор</w:t>
      </w:r>
      <w:r w:rsidRPr="005C70EF">
        <w:rPr>
          <w:color w:val="000000"/>
        </w:rPr>
        <w:softHyphen/>
        <w:t>ческих способностей.</w:t>
      </w:r>
    </w:p>
    <w:p w:rsidR="00142DF5" w:rsidRDefault="00142DF5" w:rsidP="005C70EF">
      <w:pPr>
        <w:pStyle w:val="ListParagraph"/>
        <w:spacing w:after="0" w:line="240" w:lineRule="auto"/>
        <w:ind w:left="360"/>
        <w:contextualSpacing/>
        <w:rPr>
          <w:rFonts w:ascii="Times New Roman" w:hAnsi="Times New Roman"/>
          <w:color w:val="000000"/>
          <w:sz w:val="24"/>
          <w:szCs w:val="24"/>
        </w:rPr>
      </w:pPr>
    </w:p>
    <w:p w:rsidR="00142DF5" w:rsidRPr="005C70EF" w:rsidRDefault="00142DF5" w:rsidP="005C70EF">
      <w:pPr>
        <w:pStyle w:val="ListParagraph"/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5C70EF">
        <w:rPr>
          <w:rFonts w:ascii="Times New Roman" w:hAnsi="Times New Roman"/>
          <w:color w:val="000000"/>
          <w:sz w:val="24"/>
          <w:szCs w:val="24"/>
        </w:rPr>
        <w:t>В области метапредметных результатов: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осуществление поиска необходимой информа</w:t>
      </w:r>
      <w:r w:rsidRPr="005C70EF">
        <w:rPr>
          <w:color w:val="000000"/>
        </w:rPr>
        <w:softHyphen/>
        <w:t>ции для выполнения учебных заданий с использова</w:t>
      </w:r>
      <w:r w:rsidRPr="005C70EF">
        <w:rPr>
          <w:color w:val="000000"/>
        </w:rPr>
        <w:softHyphen/>
        <w:t>нием учебника и рабочей тетради для 4 класса;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умение строить речевые высказывания о музы</w:t>
      </w:r>
      <w:r w:rsidRPr="005C70EF">
        <w:rPr>
          <w:color w:val="000000"/>
        </w:rPr>
        <w:softHyphen/>
        <w:t>ке (музыкальных произведениях) в устной и пись</w:t>
      </w:r>
      <w:r w:rsidRPr="005C70EF">
        <w:rPr>
          <w:color w:val="000000"/>
        </w:rPr>
        <w:softHyphen/>
        <w:t>менной форме (в соответствии с требованиями учеб</w:t>
      </w:r>
      <w:r w:rsidRPr="005C70EF">
        <w:rPr>
          <w:color w:val="000000"/>
        </w:rPr>
        <w:softHyphen/>
        <w:t>ника и рабочей тетради для 4 класса);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умение ориентироваться на разнообразие спо</w:t>
      </w:r>
      <w:r w:rsidRPr="005C70EF">
        <w:rPr>
          <w:color w:val="000000"/>
        </w:rPr>
        <w:softHyphen/>
        <w:t>собов решения смысловых и художественно-творче</w:t>
      </w:r>
      <w:r w:rsidRPr="005C70EF">
        <w:rPr>
          <w:color w:val="000000"/>
        </w:rPr>
        <w:softHyphen/>
        <w:t>ских задач (в соответствии с требованиями учебника для 4 класса);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умение формулировать собственное мнение и позицию;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умение использовать знаково-символические средства, представленные в нотных примерах учеб</w:t>
      </w:r>
      <w:r w:rsidRPr="005C70EF">
        <w:rPr>
          <w:color w:val="000000"/>
        </w:rPr>
        <w:softHyphen/>
        <w:t>ника, для решения задач;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понимание основ смыслового чтения художест</w:t>
      </w:r>
      <w:r w:rsidRPr="005C70EF">
        <w:rPr>
          <w:color w:val="000000"/>
        </w:rPr>
        <w:softHyphen/>
        <w:t>венных и познавательных текстов; умение выделять существенную информацию из текстов разных видов;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умение проводить простые аналогии и сравне</w:t>
      </w:r>
      <w:r w:rsidRPr="005C70EF">
        <w:rPr>
          <w:color w:val="000000"/>
        </w:rPr>
        <w:softHyphen/>
        <w:t>ния, устанавливать простые классификации между музыкальными произведениями, а также произве</w:t>
      </w:r>
      <w:r w:rsidRPr="005C70EF">
        <w:rPr>
          <w:color w:val="000000"/>
        </w:rPr>
        <w:softHyphen/>
        <w:t>дениями музыки, литературы и изобразительного искусства по заданным в учебнике критериям;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установление простых причинно-следственных связей (в соответствии с требованиями учебника для 4 класса);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осуществление элементов синтеза как состав</w:t>
      </w:r>
      <w:r w:rsidRPr="005C70EF">
        <w:rPr>
          <w:color w:val="000000"/>
        </w:rPr>
        <w:softHyphen/>
        <w:t>ление целого из частей (на примере материала меж</w:t>
      </w:r>
      <w:r w:rsidRPr="005C70EF">
        <w:rPr>
          <w:color w:val="000000"/>
        </w:rPr>
        <w:softHyphen/>
        <w:t>дисциплинарных тем учебника для 4 класса);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осуществление простых обобщений между от</w:t>
      </w:r>
      <w:r w:rsidRPr="005C70EF">
        <w:rPr>
          <w:color w:val="000000"/>
        </w:rPr>
        <w:softHyphen/>
        <w:t>дельными произведениями искусства на основе вы</w:t>
      </w:r>
      <w:r w:rsidRPr="005C70EF">
        <w:rPr>
          <w:color w:val="000000"/>
        </w:rPr>
        <w:softHyphen/>
        <w:t>явления сущностной связи (на примере материала междисциплинарных тем учебника для 4 класса);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подведение под понятие на основе существен</w:t>
      </w:r>
      <w:r w:rsidRPr="005C70EF">
        <w:rPr>
          <w:color w:val="000000"/>
        </w:rPr>
        <w:softHyphen/>
        <w:t>ных признаков музыкального произведения и их син</w:t>
      </w:r>
      <w:r w:rsidRPr="005C70EF">
        <w:rPr>
          <w:color w:val="000000"/>
        </w:rPr>
        <w:softHyphen/>
        <w:t>теза (в соответствии с требованиями учебника для 4 класса);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наличие стремления находить продуктивное сотрудничество (общение, взаимодействие) со сверст</w:t>
      </w:r>
      <w:r w:rsidRPr="005C70EF">
        <w:rPr>
          <w:color w:val="000000"/>
        </w:rPr>
        <w:softHyphen/>
        <w:t>никами при решении музыкально-творческих задач;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участие в музыкальной жизни класса (школы, города).</w:t>
      </w:r>
    </w:p>
    <w:p w:rsidR="00142DF5" w:rsidRDefault="00142DF5" w:rsidP="005C70EF">
      <w:pPr>
        <w:pStyle w:val="ListParagraph"/>
        <w:spacing w:after="0" w:line="240" w:lineRule="auto"/>
        <w:ind w:left="360"/>
        <w:contextualSpacing/>
        <w:rPr>
          <w:rFonts w:ascii="Times New Roman" w:hAnsi="Times New Roman"/>
          <w:color w:val="000000"/>
          <w:sz w:val="24"/>
          <w:szCs w:val="24"/>
        </w:rPr>
      </w:pPr>
    </w:p>
    <w:p w:rsidR="00142DF5" w:rsidRPr="005C70EF" w:rsidRDefault="00142DF5" w:rsidP="005C70EF">
      <w:pPr>
        <w:pStyle w:val="ListParagraph"/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5C70EF">
        <w:rPr>
          <w:rFonts w:ascii="Times New Roman" w:hAnsi="Times New Roman"/>
          <w:color w:val="000000"/>
          <w:sz w:val="24"/>
          <w:szCs w:val="24"/>
        </w:rPr>
        <w:t>В области предметных результатов: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наличие интереса к предмету «Музыка». Этот интерес отражается в музыкально-творческом само</w:t>
      </w:r>
      <w:r w:rsidRPr="005C70EF">
        <w:rPr>
          <w:color w:val="000000"/>
        </w:rPr>
        <w:softHyphen/>
        <w:t>выражении (пение, игра на детских музыкальных инструментах, участие в импровизации, музыкаль</w:t>
      </w:r>
      <w:r w:rsidRPr="005C70EF">
        <w:rPr>
          <w:color w:val="000000"/>
        </w:rPr>
        <w:softHyphen/>
        <w:t>но-пластическое движение, участие в музыкально</w:t>
      </w:r>
      <w:r w:rsidRPr="005C70EF">
        <w:rPr>
          <w:color w:val="000000"/>
        </w:rPr>
        <w:softHyphen/>
        <w:t>драматических спектаклях);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знание имен выдающихся отечественных и за</w:t>
      </w:r>
      <w:r w:rsidRPr="005C70EF">
        <w:rPr>
          <w:color w:val="000000"/>
        </w:rPr>
        <w:softHyphen/>
        <w:t>рубежных композиторов: венских классиков, ком</w:t>
      </w:r>
      <w:r w:rsidRPr="005C70EF">
        <w:rPr>
          <w:color w:val="000000"/>
        </w:rPr>
        <w:softHyphen/>
        <w:t>позиторов — представителей «Могучей кучки», а также И. С. Баха, Ф. Шуберта, Ф. Шопена, Э. Гри</w:t>
      </w:r>
      <w:r w:rsidRPr="005C70EF">
        <w:rPr>
          <w:color w:val="000000"/>
        </w:rPr>
        <w:softHyphen/>
        <w:t>га, Дж. Верди;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умение узнавать характерные черты музыкаль</w:t>
      </w:r>
      <w:r w:rsidRPr="005C70EF">
        <w:rPr>
          <w:color w:val="000000"/>
        </w:rPr>
        <w:softHyphen/>
        <w:t>ной речи вышеназванных композиторов;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умение воспринимать музыку различных жан</w:t>
      </w:r>
      <w:r w:rsidRPr="005C70EF">
        <w:rPr>
          <w:color w:val="000000"/>
        </w:rPr>
        <w:softHyphen/>
        <w:t>ров, размышлять о музыкальных произведениях как способе выражения чувств и мыслей человека;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умение соотносить простые образцы народной и профессиональной музыки;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умение распознавать художественный смысл различных форм строения музыки (двухчастная, трехчастная, рондо, вариации);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знание названий различных видов оркестров;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знание названий групп симфонического орке</w:t>
      </w:r>
      <w:r w:rsidRPr="005C70EF">
        <w:rPr>
          <w:color w:val="000000"/>
        </w:rPr>
        <w:softHyphen/>
        <w:t>стра;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умение соотносить выразительные и изобра</w:t>
      </w:r>
      <w:r w:rsidRPr="005C70EF">
        <w:rPr>
          <w:color w:val="000000"/>
        </w:rPr>
        <w:softHyphen/>
        <w:t>зительные музыкальные интонации;</w:t>
      </w:r>
    </w:p>
    <w:p w:rsidR="00142DF5" w:rsidRPr="005C70EF" w:rsidRDefault="00142DF5" w:rsidP="005C70EF">
      <w:pPr>
        <w:numPr>
          <w:ilvl w:val="0"/>
          <w:numId w:val="10"/>
        </w:numPr>
        <w:rPr>
          <w:color w:val="000000"/>
        </w:rPr>
      </w:pPr>
      <w:r w:rsidRPr="005C70EF">
        <w:rPr>
          <w:color w:val="000000"/>
        </w:rPr>
        <w:t>проявление навыков вокально-хоровой деятель</w:t>
      </w:r>
      <w:r w:rsidRPr="005C70EF">
        <w:rPr>
          <w:color w:val="000000"/>
        </w:rPr>
        <w:softHyphen/>
        <w:t>ности (некоторые элементы двухголосия — фрагмен</w:t>
      </w:r>
      <w:r w:rsidRPr="005C70EF">
        <w:rPr>
          <w:color w:val="000000"/>
        </w:rPr>
        <w:softHyphen/>
        <w:t>тарное пение в терцию, фрагментарное отдаление и сближение голосов — принцип «веера»).</w:t>
      </w:r>
    </w:p>
    <w:p w:rsidR="00142DF5" w:rsidRPr="005C70EF" w:rsidRDefault="00142DF5" w:rsidP="004C4B63">
      <w:pPr>
        <w:ind w:firstLine="709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Обоснова</w:t>
      </w:r>
      <w:r w:rsidRPr="00224723">
        <w:rPr>
          <w:b/>
          <w:spacing w:val="-1"/>
        </w:rPr>
        <w:t>н</w:t>
      </w:r>
      <w:r w:rsidRPr="00224723">
        <w:rPr>
          <w:b/>
        </w:rPr>
        <w:t>ие целе</w:t>
      </w:r>
      <w:r w:rsidRPr="00224723">
        <w:rPr>
          <w:b/>
          <w:spacing w:val="-1"/>
        </w:rPr>
        <w:t>с</w:t>
      </w:r>
      <w:r w:rsidRPr="00224723">
        <w:rPr>
          <w:b/>
        </w:rPr>
        <w:t>ообра</w:t>
      </w:r>
      <w:r w:rsidRPr="00224723">
        <w:rPr>
          <w:b/>
          <w:spacing w:val="-1"/>
        </w:rPr>
        <w:t>з</w:t>
      </w:r>
      <w:r w:rsidRPr="00224723">
        <w:rPr>
          <w:b/>
        </w:rPr>
        <w:t>ности</w:t>
      </w:r>
      <w:r w:rsidRPr="00224723">
        <w:rPr>
          <w:b/>
          <w:spacing w:val="2"/>
        </w:rPr>
        <w:t xml:space="preserve"> </w:t>
      </w:r>
      <w:r w:rsidRPr="00224723">
        <w:rPr>
          <w:b/>
        </w:rPr>
        <w:t>из</w:t>
      </w:r>
      <w:r w:rsidRPr="00224723">
        <w:rPr>
          <w:b/>
          <w:spacing w:val="-1"/>
        </w:rPr>
        <w:t>м</w:t>
      </w:r>
      <w:r w:rsidRPr="00224723">
        <w:rPr>
          <w:b/>
        </w:rPr>
        <w:t>е</w:t>
      </w:r>
      <w:r w:rsidRPr="00224723">
        <w:rPr>
          <w:b/>
          <w:spacing w:val="-1"/>
        </w:rPr>
        <w:t>н</w:t>
      </w:r>
      <w:r w:rsidRPr="00224723">
        <w:rPr>
          <w:b/>
        </w:rPr>
        <w:t>е</w:t>
      </w:r>
      <w:r w:rsidRPr="00224723">
        <w:rPr>
          <w:b/>
          <w:spacing w:val="-1"/>
        </w:rPr>
        <w:t>н</w:t>
      </w:r>
      <w:r w:rsidRPr="00224723">
        <w:rPr>
          <w:b/>
          <w:spacing w:val="1"/>
        </w:rPr>
        <w:t>и</w:t>
      </w:r>
      <w:r w:rsidRPr="00224723">
        <w:rPr>
          <w:b/>
        </w:rPr>
        <w:t>й,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авторс</w:t>
      </w:r>
      <w:r w:rsidRPr="00224723">
        <w:rPr>
          <w:b/>
          <w:spacing w:val="-1"/>
        </w:rPr>
        <w:t>ки</w:t>
      </w:r>
      <w:r w:rsidRPr="00224723">
        <w:rPr>
          <w:b/>
        </w:rPr>
        <w:t>х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прин</w:t>
      </w:r>
      <w:r w:rsidRPr="00224723">
        <w:rPr>
          <w:b/>
          <w:spacing w:val="-1"/>
        </w:rPr>
        <w:t>ц</w:t>
      </w:r>
      <w:r w:rsidRPr="00224723">
        <w:rPr>
          <w:b/>
        </w:rPr>
        <w:t>и</w:t>
      </w:r>
      <w:r w:rsidRPr="00224723">
        <w:rPr>
          <w:b/>
          <w:spacing w:val="-1"/>
        </w:rPr>
        <w:t>п</w:t>
      </w:r>
      <w:r w:rsidRPr="00224723">
        <w:rPr>
          <w:b/>
        </w:rPr>
        <w:t>ов,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новиз</w:t>
      </w:r>
      <w:r w:rsidRPr="00224723">
        <w:rPr>
          <w:b/>
          <w:spacing w:val="-1"/>
        </w:rPr>
        <w:t>н</w:t>
      </w:r>
      <w:r w:rsidRPr="00224723">
        <w:rPr>
          <w:b/>
        </w:rPr>
        <w:t>ы</w:t>
      </w: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-18"/>
        <w:jc w:val="both"/>
      </w:pPr>
      <w:r w:rsidRPr="00224723">
        <w:t>Программ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>основа</w:t>
      </w:r>
      <w:r w:rsidRPr="00224723">
        <w:rPr>
          <w:spacing w:val="-1"/>
        </w:rPr>
        <w:t>н</w:t>
      </w:r>
      <w:r w:rsidRPr="00224723">
        <w:t xml:space="preserve">а 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обш</w:t>
      </w:r>
      <w:r w:rsidRPr="00224723">
        <w:rPr>
          <w:spacing w:val="-1"/>
        </w:rPr>
        <w:t>и</w:t>
      </w:r>
      <w:r w:rsidRPr="00224723">
        <w:t>рно</w:t>
      </w:r>
      <w:r w:rsidRPr="00224723">
        <w:rPr>
          <w:spacing w:val="-1"/>
        </w:rPr>
        <w:t>м</w:t>
      </w:r>
      <w:r w:rsidRPr="00224723">
        <w:rPr>
          <w:spacing w:val="2"/>
        </w:rPr>
        <w:t xml:space="preserve"> </w:t>
      </w:r>
      <w:r w:rsidRPr="00224723">
        <w:t>ма</w:t>
      </w:r>
      <w:r w:rsidRPr="00224723">
        <w:rPr>
          <w:spacing w:val="-1"/>
        </w:rPr>
        <w:t>т</w:t>
      </w:r>
      <w:r w:rsidRPr="00224723">
        <w:t>ер</w:t>
      </w:r>
      <w:r w:rsidRPr="00224723">
        <w:rPr>
          <w:spacing w:val="-1"/>
        </w:rPr>
        <w:t>и</w:t>
      </w:r>
      <w:r w:rsidRPr="00224723">
        <w:t>ал</w:t>
      </w:r>
      <w:r w:rsidRPr="00224723">
        <w:rPr>
          <w:spacing w:val="-1"/>
        </w:rPr>
        <w:t>е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охватывающем</w:t>
      </w:r>
      <w:r w:rsidRPr="00224723">
        <w:rPr>
          <w:spacing w:val="1"/>
        </w:rPr>
        <w:t xml:space="preserve"> </w:t>
      </w:r>
      <w:r w:rsidRPr="00224723">
        <w:t>ра</w:t>
      </w:r>
      <w:r w:rsidRPr="00224723">
        <w:rPr>
          <w:spacing w:val="-1"/>
        </w:rPr>
        <w:t>з</w:t>
      </w:r>
      <w:r w:rsidRPr="00224723">
        <w:t>ли</w:t>
      </w:r>
      <w:r w:rsidRPr="00224723">
        <w:rPr>
          <w:spacing w:val="-1"/>
        </w:rPr>
        <w:t>ч</w:t>
      </w:r>
      <w:r w:rsidRPr="00224723">
        <w:t xml:space="preserve">ные </w:t>
      </w:r>
      <w:r w:rsidRPr="00224723">
        <w:rPr>
          <w:spacing w:val="1"/>
        </w:rPr>
        <w:t>в</w:t>
      </w:r>
      <w:r w:rsidRPr="00224723">
        <w:t>иды ис</w:t>
      </w:r>
      <w:r w:rsidRPr="00224723">
        <w:rPr>
          <w:spacing w:val="-1"/>
        </w:rPr>
        <w:t>к</w:t>
      </w:r>
      <w:r w:rsidRPr="00224723">
        <w:rPr>
          <w:spacing w:val="-4"/>
        </w:rPr>
        <w:t>у</w:t>
      </w:r>
      <w:r w:rsidRPr="00224723">
        <w:t>сств, ко</w:t>
      </w:r>
      <w:r w:rsidRPr="00224723">
        <w:rPr>
          <w:spacing w:val="-1"/>
        </w:rPr>
        <w:t>т</w:t>
      </w:r>
      <w:r w:rsidRPr="00224723">
        <w:t>орые</w:t>
      </w:r>
      <w:r w:rsidRPr="00224723">
        <w:rPr>
          <w:spacing w:val="1"/>
        </w:rPr>
        <w:t xml:space="preserve"> </w:t>
      </w:r>
      <w:r w:rsidRPr="00224723">
        <w:t>дают</w:t>
      </w:r>
      <w:r w:rsidRPr="00224723">
        <w:rPr>
          <w:spacing w:val="-1"/>
        </w:rPr>
        <w:t xml:space="preserve"> </w:t>
      </w:r>
      <w:r w:rsidRPr="00224723">
        <w:t>возмож</w:t>
      </w:r>
      <w:r w:rsidRPr="00224723">
        <w:rPr>
          <w:spacing w:val="-1"/>
        </w:rPr>
        <w:t>н</w:t>
      </w:r>
      <w:r w:rsidRPr="00224723">
        <w:t>ос</w:t>
      </w:r>
      <w:r w:rsidRPr="00224723">
        <w:rPr>
          <w:spacing w:val="-1"/>
        </w:rPr>
        <w:t>т</w:t>
      </w:r>
      <w:r w:rsidRPr="00224723">
        <w:t>ь</w:t>
      </w:r>
      <w:r w:rsidRPr="00224723">
        <w:rPr>
          <w:spacing w:val="1"/>
        </w:rPr>
        <w:t xml:space="preserve"> </w:t>
      </w:r>
      <w:r w:rsidRPr="00224723">
        <w:rPr>
          <w:spacing w:val="-5"/>
        </w:rPr>
        <w:t>у</w:t>
      </w:r>
      <w:r w:rsidRPr="00224723">
        <w:t>ча</w:t>
      </w:r>
      <w:r w:rsidRPr="00224723">
        <w:rPr>
          <w:spacing w:val="1"/>
        </w:rPr>
        <w:t>щ</w:t>
      </w:r>
      <w:r w:rsidRPr="00224723">
        <w:t>и</w:t>
      </w:r>
      <w:r w:rsidRPr="00224723">
        <w:rPr>
          <w:spacing w:val="1"/>
        </w:rPr>
        <w:t>м</w:t>
      </w:r>
      <w:r w:rsidRPr="00224723">
        <w:t>ся</w:t>
      </w:r>
      <w:r w:rsidRPr="00224723">
        <w:rPr>
          <w:spacing w:val="3"/>
        </w:rPr>
        <w:t xml:space="preserve"> </w:t>
      </w:r>
      <w:r w:rsidRPr="00224723">
        <w:rPr>
          <w:spacing w:val="-5"/>
        </w:rPr>
        <w:t>у</w:t>
      </w:r>
      <w:r w:rsidRPr="00224723">
        <w:rPr>
          <w:spacing w:val="1"/>
        </w:rPr>
        <w:t>с</w:t>
      </w:r>
      <w:r w:rsidRPr="00224723">
        <w:t>ваив</w:t>
      </w:r>
      <w:r w:rsidRPr="00224723">
        <w:rPr>
          <w:spacing w:val="1"/>
        </w:rPr>
        <w:t>а</w:t>
      </w:r>
      <w:r w:rsidRPr="00224723">
        <w:t>ть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овный</w:t>
      </w:r>
      <w:r w:rsidRPr="00224723">
        <w:rPr>
          <w:spacing w:val="1"/>
        </w:rPr>
        <w:t xml:space="preserve"> </w:t>
      </w:r>
      <w:r w:rsidRPr="00224723">
        <w:t>опыт по</w:t>
      </w:r>
      <w:r w:rsidRPr="00224723">
        <w:rPr>
          <w:spacing w:val="-1"/>
        </w:rPr>
        <w:t>к</w:t>
      </w:r>
      <w:r w:rsidRPr="00224723">
        <w:t>оле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t>нравс</w:t>
      </w:r>
      <w:r w:rsidRPr="00224723">
        <w:rPr>
          <w:spacing w:val="-1"/>
        </w:rPr>
        <w:t>т</w:t>
      </w:r>
      <w:r w:rsidRPr="00224723">
        <w:t>вен</w:t>
      </w:r>
      <w:r w:rsidRPr="00224723">
        <w:rPr>
          <w:spacing w:val="-1"/>
        </w:rPr>
        <w:t>н</w:t>
      </w:r>
      <w:r w:rsidRPr="00224723">
        <w:t>о-эст</w:t>
      </w:r>
      <w:r w:rsidRPr="00224723">
        <w:rPr>
          <w:spacing w:val="-1"/>
        </w:rPr>
        <w:t>ет</w:t>
      </w:r>
      <w:r w:rsidRPr="00224723">
        <w:t>и</w:t>
      </w:r>
      <w:r w:rsidRPr="00224723">
        <w:rPr>
          <w:spacing w:val="-1"/>
        </w:rPr>
        <w:t>ч</w:t>
      </w:r>
      <w:r w:rsidRPr="00224723">
        <w:t>еск</w:t>
      </w:r>
      <w:r w:rsidRPr="00224723">
        <w:rPr>
          <w:spacing w:val="1"/>
        </w:rPr>
        <w:t>и</w:t>
      </w:r>
      <w:r w:rsidRPr="00224723">
        <w:t>е</w:t>
      </w:r>
      <w:r w:rsidRPr="00224723">
        <w:rPr>
          <w:spacing w:val="1"/>
        </w:rPr>
        <w:t xml:space="preserve"> </w:t>
      </w:r>
      <w:r w:rsidRPr="00224723">
        <w:t>це</w:t>
      </w:r>
      <w:r w:rsidRPr="00224723">
        <w:rPr>
          <w:spacing w:val="-1"/>
        </w:rPr>
        <w:t>н</w:t>
      </w:r>
      <w:r w:rsidRPr="00224723">
        <w:t>но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 xml:space="preserve">мировой </w:t>
      </w:r>
      <w:r w:rsidRPr="00224723">
        <w:rPr>
          <w:spacing w:val="1"/>
        </w:rPr>
        <w:t>х</w:t>
      </w:r>
      <w:r w:rsidRPr="00224723">
        <w:rPr>
          <w:spacing w:val="-5"/>
        </w:rPr>
        <w:t>у</w:t>
      </w:r>
      <w:r w:rsidRPr="00224723">
        <w:t>дожественной</w:t>
      </w:r>
      <w:r w:rsidRPr="00224723">
        <w:rPr>
          <w:spacing w:val="3"/>
        </w:rPr>
        <w:t xml:space="preserve"> </w:t>
      </w:r>
      <w:r w:rsidRPr="00224723">
        <w:t>к</w:t>
      </w:r>
      <w:r w:rsidRPr="00224723">
        <w:rPr>
          <w:spacing w:val="-4"/>
        </w:rPr>
        <w:t>у</w:t>
      </w:r>
      <w:r w:rsidRPr="00224723">
        <w:t>л</w:t>
      </w:r>
      <w:r w:rsidRPr="00224723">
        <w:rPr>
          <w:spacing w:val="1"/>
        </w:rPr>
        <w:t>ьт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>ы,</w:t>
      </w:r>
      <w:r w:rsidRPr="00224723">
        <w:rPr>
          <w:spacing w:val="4"/>
        </w:rPr>
        <w:t xml:space="preserve"> </w:t>
      </w:r>
      <w:r w:rsidRPr="00224723">
        <w:t>и преобр</w:t>
      </w:r>
      <w:r w:rsidRPr="00224723">
        <w:rPr>
          <w:spacing w:val="-1"/>
        </w:rPr>
        <w:t>а</w:t>
      </w:r>
      <w:r w:rsidRPr="00224723">
        <w:t>з</w:t>
      </w:r>
      <w:r w:rsidRPr="00224723">
        <w:rPr>
          <w:spacing w:val="-5"/>
        </w:rPr>
        <w:t>у</w:t>
      </w:r>
      <w:r w:rsidRPr="00224723">
        <w:rPr>
          <w:spacing w:val="1"/>
        </w:rPr>
        <w:t>ю</w:t>
      </w:r>
      <w:r w:rsidRPr="00224723">
        <w:t>т</w:t>
      </w:r>
      <w:r w:rsidRPr="00224723">
        <w:rPr>
          <w:spacing w:val="3"/>
        </w:rPr>
        <w:t xml:space="preserve"> </w:t>
      </w:r>
      <w:r w:rsidRPr="00224723">
        <w:rPr>
          <w:spacing w:val="2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овный</w:t>
      </w:r>
      <w:r w:rsidRPr="00224723">
        <w:rPr>
          <w:spacing w:val="2"/>
        </w:rPr>
        <w:t xml:space="preserve"> </w:t>
      </w:r>
      <w:r w:rsidRPr="00224723">
        <w:t>мир ч</w:t>
      </w:r>
      <w:r w:rsidRPr="00224723">
        <w:rPr>
          <w:spacing w:val="-1"/>
        </w:rPr>
        <w:t>е</w:t>
      </w:r>
      <w:r w:rsidRPr="00224723">
        <w:t>ловек</w:t>
      </w:r>
      <w:r w:rsidRPr="00224723">
        <w:rPr>
          <w:spacing w:val="-1"/>
        </w:rPr>
        <w:t>а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его</w:t>
      </w:r>
      <w:r w:rsidRPr="00224723">
        <w:rPr>
          <w:spacing w:val="1"/>
        </w:rPr>
        <w:t xml:space="preserve"> </w:t>
      </w:r>
      <w:r w:rsidRPr="00224723">
        <w:t>д</w:t>
      </w:r>
      <w:r w:rsidRPr="00224723">
        <w:rPr>
          <w:spacing w:val="-4"/>
        </w:rPr>
        <w:t>у</w:t>
      </w:r>
      <w:r w:rsidRPr="00224723">
        <w:t>шевное</w:t>
      </w:r>
      <w:r w:rsidRPr="00224723">
        <w:rPr>
          <w:spacing w:val="3"/>
        </w:rPr>
        <w:t xml:space="preserve"> </w:t>
      </w:r>
      <w:r w:rsidRPr="00224723">
        <w:t>сос</w:t>
      </w:r>
      <w:r w:rsidRPr="00224723">
        <w:rPr>
          <w:spacing w:val="-1"/>
        </w:rPr>
        <w:t>т</w:t>
      </w:r>
      <w:r w:rsidRPr="00224723">
        <w:t>оя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t>Содержа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дан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1"/>
        </w:rPr>
        <w:t xml:space="preserve"> </w:t>
      </w:r>
      <w:r w:rsidRPr="00224723">
        <w:t>прогр</w:t>
      </w:r>
      <w:r w:rsidRPr="00224723">
        <w:rPr>
          <w:spacing w:val="-1"/>
        </w:rPr>
        <w:t>а</w:t>
      </w:r>
      <w:r w:rsidRPr="00224723">
        <w:t>ммы ра</w:t>
      </w:r>
      <w:r w:rsidRPr="00224723">
        <w:rPr>
          <w:spacing w:val="-1"/>
        </w:rPr>
        <w:t>с</w:t>
      </w:r>
      <w:r w:rsidRPr="00224723">
        <w:t>кр</w:t>
      </w:r>
      <w:r w:rsidRPr="00224723">
        <w:rPr>
          <w:spacing w:val="-1"/>
        </w:rPr>
        <w:t>ы</w:t>
      </w:r>
      <w:r w:rsidRPr="00224723">
        <w:rPr>
          <w:spacing w:val="1"/>
        </w:rPr>
        <w:t>в</w:t>
      </w:r>
      <w:r w:rsidRPr="00224723">
        <w:t>ае</w:t>
      </w:r>
      <w:r w:rsidRPr="00224723">
        <w:rPr>
          <w:spacing w:val="-1"/>
        </w:rPr>
        <w:t>тс</w:t>
      </w:r>
      <w:r w:rsidRPr="00224723">
        <w:t>я</w:t>
      </w:r>
      <w:r w:rsidRPr="00224723">
        <w:rPr>
          <w:spacing w:val="3"/>
        </w:rPr>
        <w:t xml:space="preserve"> </w:t>
      </w:r>
      <w:r w:rsidRPr="00224723">
        <w:t xml:space="preserve">в </w:t>
      </w:r>
      <w:r w:rsidRPr="00224723">
        <w:rPr>
          <w:spacing w:val="-4"/>
        </w:rPr>
        <w:t>у</w:t>
      </w:r>
      <w:r w:rsidRPr="00224723">
        <w:t>чебных</w:t>
      </w:r>
      <w:r w:rsidRPr="00224723">
        <w:rPr>
          <w:spacing w:val="4"/>
        </w:rPr>
        <w:t xml:space="preserve"> </w:t>
      </w:r>
      <w:r w:rsidRPr="00224723">
        <w:t>т</w:t>
      </w:r>
      <w:r w:rsidRPr="00224723">
        <w:rPr>
          <w:spacing w:val="-1"/>
        </w:rPr>
        <w:t>е</w:t>
      </w:r>
      <w:r w:rsidRPr="00224723">
        <w:t>мах каждо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пол</w:t>
      </w:r>
      <w:r w:rsidRPr="00224723">
        <w:rPr>
          <w:spacing w:val="-4"/>
        </w:rPr>
        <w:t>у</w:t>
      </w:r>
      <w:r w:rsidRPr="00224723">
        <w:t>г</w:t>
      </w:r>
      <w:r w:rsidRPr="00224723">
        <w:rPr>
          <w:spacing w:val="1"/>
        </w:rPr>
        <w:t>о</w:t>
      </w:r>
      <w:r w:rsidRPr="00224723">
        <w:t>ди</w:t>
      </w:r>
      <w:r w:rsidRPr="00224723">
        <w:rPr>
          <w:spacing w:val="-1"/>
        </w:rPr>
        <w:t>я</w:t>
      </w:r>
      <w:r w:rsidRPr="00224723">
        <w:t>.</w:t>
      </w:r>
      <w:r w:rsidRPr="00224723">
        <w:rPr>
          <w:spacing w:val="1"/>
        </w:rPr>
        <w:t xml:space="preserve"> </w:t>
      </w:r>
      <w:r w:rsidRPr="00224723">
        <w:t>В обновлен</w:t>
      </w:r>
      <w:r w:rsidRPr="00224723">
        <w:rPr>
          <w:spacing w:val="-1"/>
        </w:rPr>
        <w:t>н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льном</w:t>
      </w:r>
      <w:r w:rsidRPr="00224723">
        <w:rPr>
          <w:spacing w:val="1"/>
        </w:rPr>
        <w:t xml:space="preserve"> </w:t>
      </w:r>
      <w:r w:rsidRPr="00224723">
        <w:t>мат</w:t>
      </w:r>
      <w:r w:rsidRPr="00224723">
        <w:rPr>
          <w:spacing w:val="-1"/>
        </w:rPr>
        <w:t>е</w:t>
      </w:r>
      <w:r w:rsidRPr="00224723">
        <w:t>ри</w:t>
      </w:r>
      <w:r w:rsidRPr="00224723">
        <w:rPr>
          <w:spacing w:val="-1"/>
        </w:rPr>
        <w:t>а</w:t>
      </w:r>
      <w:r w:rsidRPr="00224723">
        <w:t>ле,</w:t>
      </w:r>
      <w:r w:rsidRPr="00224723">
        <w:rPr>
          <w:spacing w:val="3"/>
        </w:rPr>
        <w:t xml:space="preserve"> </w:t>
      </w:r>
      <w:r w:rsidRPr="00224723">
        <w:t xml:space="preserve">а 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к</w:t>
      </w:r>
      <w:r w:rsidRPr="00224723">
        <w:t>же введен</w:t>
      </w:r>
      <w:r w:rsidRPr="00224723">
        <w:rPr>
          <w:spacing w:val="-1"/>
        </w:rPr>
        <w:t>и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пар</w:t>
      </w:r>
      <w:r w:rsidRPr="00224723">
        <w:rPr>
          <w:spacing w:val="-1"/>
        </w:rPr>
        <w:t>а</w:t>
      </w:r>
      <w:r w:rsidRPr="00224723">
        <w:t>ллельно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и ме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д</w:t>
      </w:r>
      <w:r w:rsidRPr="00224723">
        <w:t>и</w:t>
      </w:r>
      <w:r w:rsidRPr="00224723">
        <w:rPr>
          <w:spacing w:val="-1"/>
        </w:rPr>
        <w:t>ч</w:t>
      </w:r>
      <w:r w:rsidRPr="00224723">
        <w:t>ески</w:t>
      </w:r>
      <w:r w:rsidRPr="00224723">
        <w:rPr>
          <w:spacing w:val="3"/>
        </w:rPr>
        <w:t xml:space="preserve"> </w:t>
      </w:r>
      <w:r w:rsidRPr="00224723">
        <w:t>цел</w:t>
      </w:r>
      <w:r w:rsidRPr="00224723">
        <w:rPr>
          <w:spacing w:val="-1"/>
        </w:rPr>
        <w:t>е</w:t>
      </w:r>
      <w:r w:rsidRPr="00224723">
        <w:t>сообр</w:t>
      </w:r>
      <w:r w:rsidRPr="00224723">
        <w:rPr>
          <w:spacing w:val="-1"/>
        </w:rPr>
        <w:t>аз</w:t>
      </w:r>
      <w:r w:rsidRPr="00224723">
        <w:t>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лит</w:t>
      </w:r>
      <w:r w:rsidRPr="00224723">
        <w:rPr>
          <w:spacing w:val="-1"/>
        </w:rPr>
        <w:t>е</w:t>
      </w:r>
      <w:r w:rsidRPr="00224723">
        <w:t>рат</w:t>
      </w:r>
      <w:r w:rsidRPr="00224723">
        <w:rPr>
          <w:spacing w:val="-5"/>
        </w:rPr>
        <w:t>у</w:t>
      </w:r>
      <w:r w:rsidRPr="00224723">
        <w:t>рн</w:t>
      </w:r>
      <w:r w:rsidRPr="00224723">
        <w:rPr>
          <w:spacing w:val="2"/>
        </w:rPr>
        <w:t>о</w:t>
      </w:r>
      <w:r w:rsidRPr="00224723">
        <w:t>го</w:t>
      </w:r>
      <w:r w:rsidRPr="00224723">
        <w:rPr>
          <w:spacing w:val="3"/>
        </w:rPr>
        <w:t xml:space="preserve"> </w:t>
      </w:r>
      <w:r w:rsidRPr="00224723">
        <w:t>и и</w:t>
      </w:r>
      <w:r w:rsidRPr="00224723">
        <w:rPr>
          <w:spacing w:val="-1"/>
        </w:rPr>
        <w:t>з</w:t>
      </w:r>
      <w:r w:rsidRPr="00224723">
        <w:t>обра</w:t>
      </w:r>
      <w:r w:rsidRPr="00224723">
        <w:rPr>
          <w:spacing w:val="-1"/>
        </w:rPr>
        <w:t>з</w:t>
      </w:r>
      <w:r w:rsidRPr="00224723">
        <w:t>ительно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рядов. В про</w:t>
      </w:r>
      <w:r w:rsidRPr="00224723">
        <w:rPr>
          <w:spacing w:val="-1"/>
        </w:rPr>
        <w:t>г</w:t>
      </w:r>
      <w:r w:rsidRPr="00224723">
        <w:t>рамм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расс</w:t>
      </w:r>
      <w:r w:rsidRPr="00224723">
        <w:rPr>
          <w:spacing w:val="-1"/>
        </w:rPr>
        <w:t>м</w:t>
      </w:r>
      <w:r w:rsidRPr="00224723">
        <w:t>а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и</w:t>
      </w:r>
      <w:r w:rsidRPr="00224723">
        <w:t>вае</w:t>
      </w:r>
      <w:r w:rsidRPr="00224723">
        <w:rPr>
          <w:spacing w:val="-1"/>
        </w:rPr>
        <w:t>т</w:t>
      </w:r>
      <w:r w:rsidRPr="00224723">
        <w:t>ся</w:t>
      </w:r>
      <w:r w:rsidRPr="00224723">
        <w:rPr>
          <w:spacing w:val="2"/>
        </w:rPr>
        <w:t xml:space="preserve"> </w:t>
      </w:r>
      <w:r w:rsidRPr="00224723">
        <w:t>мно</w:t>
      </w:r>
      <w:r w:rsidRPr="00224723">
        <w:rPr>
          <w:spacing w:val="-1"/>
        </w:rPr>
        <w:t>г</w:t>
      </w:r>
      <w:r w:rsidRPr="00224723">
        <w:t>ообра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кальных обра</w:t>
      </w:r>
      <w:r w:rsidRPr="00224723">
        <w:rPr>
          <w:spacing w:val="-1"/>
        </w:rPr>
        <w:t>з</w:t>
      </w:r>
      <w:r w:rsidRPr="00224723">
        <w:t>ов,</w:t>
      </w:r>
      <w:r w:rsidRPr="00224723">
        <w:rPr>
          <w:spacing w:val="1"/>
        </w:rPr>
        <w:t xml:space="preserve"> </w:t>
      </w:r>
      <w:r w:rsidRPr="00224723">
        <w:t>зап</w:t>
      </w:r>
      <w:r w:rsidRPr="00224723">
        <w:rPr>
          <w:spacing w:val="-1"/>
        </w:rPr>
        <w:t>еч</w:t>
      </w:r>
      <w:r w:rsidRPr="00224723">
        <w:t>а</w:t>
      </w:r>
      <w:r w:rsidRPr="00224723">
        <w:rPr>
          <w:spacing w:val="-1"/>
        </w:rPr>
        <w:t>т</w:t>
      </w:r>
      <w:r w:rsidRPr="00224723">
        <w:rPr>
          <w:spacing w:val="1"/>
        </w:rPr>
        <w:t>л</w:t>
      </w:r>
      <w:r w:rsidRPr="00224723">
        <w:t>ен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2"/>
        </w:rPr>
        <w:t xml:space="preserve"> </w:t>
      </w:r>
      <w:r w:rsidRPr="00224723">
        <w:t>в жанрах во</w:t>
      </w:r>
      <w:r w:rsidRPr="00224723">
        <w:rPr>
          <w:spacing w:val="-1"/>
        </w:rPr>
        <w:t>к</w:t>
      </w:r>
      <w:r w:rsidRPr="00224723">
        <w:t>ально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ст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тал</w:t>
      </w:r>
      <w:r w:rsidRPr="00224723">
        <w:rPr>
          <w:spacing w:val="1"/>
        </w:rPr>
        <w:t>ь</w:t>
      </w:r>
      <w:r w:rsidRPr="00224723">
        <w:t>ной и</w:t>
      </w:r>
      <w:r w:rsidRPr="00224723">
        <w:rPr>
          <w:spacing w:val="2"/>
        </w:rPr>
        <w:t xml:space="preserve"> </w:t>
      </w:r>
      <w:r w:rsidRPr="00224723">
        <w:t>ин</w:t>
      </w:r>
      <w:r w:rsidRPr="00224723">
        <w:rPr>
          <w:spacing w:val="-1"/>
        </w:rPr>
        <w:t>ст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таль</w:t>
      </w:r>
      <w:r w:rsidRPr="00224723">
        <w:rPr>
          <w:spacing w:val="-1"/>
        </w:rPr>
        <w:t>н</w:t>
      </w:r>
      <w:r w:rsidRPr="00224723">
        <w:t>о-си</w:t>
      </w:r>
      <w:r w:rsidRPr="00224723">
        <w:rPr>
          <w:spacing w:val="-1"/>
        </w:rPr>
        <w:t>м</w:t>
      </w:r>
      <w:r w:rsidRPr="00224723">
        <w:t>фони</w:t>
      </w:r>
      <w:r w:rsidRPr="00224723">
        <w:rPr>
          <w:spacing w:val="-1"/>
        </w:rPr>
        <w:t>че</w:t>
      </w:r>
      <w:r w:rsidRPr="00224723">
        <w:rPr>
          <w:spacing w:val="1"/>
        </w:rPr>
        <w:t>с</w:t>
      </w:r>
      <w:r w:rsidRPr="00224723">
        <w:t xml:space="preserve">кой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ки.</w:t>
      </w:r>
      <w:r w:rsidRPr="00224723">
        <w:rPr>
          <w:spacing w:val="2"/>
        </w:rPr>
        <w:t xml:space="preserve"> </w:t>
      </w:r>
      <w:r w:rsidRPr="00224723">
        <w:rPr>
          <w:spacing w:val="1"/>
        </w:rPr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льный</w:t>
      </w:r>
      <w:r w:rsidRPr="00224723">
        <w:rPr>
          <w:spacing w:val="1"/>
        </w:rPr>
        <w:t xml:space="preserve"> </w:t>
      </w:r>
      <w:r w:rsidRPr="00224723">
        <w:t>образ рассм</w:t>
      </w:r>
      <w:r w:rsidRPr="00224723">
        <w:rPr>
          <w:spacing w:val="-1"/>
        </w:rPr>
        <w:t>ат</w:t>
      </w:r>
      <w:r w:rsidRPr="00224723">
        <w:t>риваетс</w:t>
      </w:r>
      <w:r w:rsidRPr="00224723">
        <w:rPr>
          <w:spacing w:val="-1"/>
        </w:rPr>
        <w:t>я</w:t>
      </w:r>
      <w:r w:rsidRPr="00224723">
        <w:rPr>
          <w:spacing w:val="1"/>
        </w:rPr>
        <w:t xml:space="preserve"> </w:t>
      </w:r>
      <w:r w:rsidRPr="00224723">
        <w:t>как живое, обобщ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rPr>
          <w:spacing w:val="1"/>
        </w:rPr>
        <w:t>о</w:t>
      </w:r>
      <w:r w:rsidRPr="00224723">
        <w:t>е пре</w:t>
      </w:r>
      <w:r w:rsidRPr="00224723">
        <w:rPr>
          <w:spacing w:val="-1"/>
        </w:rPr>
        <w:t>д</w:t>
      </w:r>
      <w:r w:rsidRPr="00224723">
        <w:t>с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в</w:t>
      </w:r>
      <w:r w:rsidRPr="00224723">
        <w:t>ле</w:t>
      </w:r>
      <w:r w:rsidRPr="00224723">
        <w:rPr>
          <w:spacing w:val="1"/>
        </w:rPr>
        <w:t>н</w:t>
      </w:r>
      <w:r w:rsidRPr="00224723">
        <w:t>ие</w:t>
      </w:r>
      <w:r w:rsidRPr="00224723">
        <w:rPr>
          <w:spacing w:val="1"/>
        </w:rPr>
        <w:t xml:space="preserve"> </w:t>
      </w:r>
      <w:r w:rsidRPr="00224723">
        <w:t>о 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>вительности,</w:t>
      </w:r>
      <w:r w:rsidRPr="00224723">
        <w:rPr>
          <w:spacing w:val="1"/>
        </w:rPr>
        <w:t xml:space="preserve"> </w:t>
      </w:r>
      <w:r w:rsidRPr="00224723">
        <w:t>выра</w:t>
      </w:r>
      <w:r w:rsidRPr="00224723">
        <w:rPr>
          <w:spacing w:val="-1"/>
        </w:rPr>
        <w:t>ж</w:t>
      </w:r>
      <w:r w:rsidRPr="00224723">
        <w:t>ен</w:t>
      </w:r>
      <w:r w:rsidRPr="00224723">
        <w:rPr>
          <w:spacing w:val="-1"/>
        </w:rPr>
        <w:t>н</w:t>
      </w:r>
      <w:r w:rsidRPr="00224723">
        <w:t>ое</w:t>
      </w:r>
      <w:r w:rsidRPr="00224723">
        <w:rPr>
          <w:spacing w:val="2"/>
        </w:rPr>
        <w:t xml:space="preserve"> </w:t>
      </w:r>
      <w:r w:rsidRPr="00224723">
        <w:t xml:space="preserve">в </w:t>
      </w:r>
      <w:r w:rsidRPr="00224723">
        <w:rPr>
          <w:spacing w:val="-1"/>
        </w:rPr>
        <w:t>з</w:t>
      </w:r>
      <w:r w:rsidRPr="00224723">
        <w:rPr>
          <w:spacing w:val="2"/>
        </w:rPr>
        <w:t>в</w:t>
      </w:r>
      <w:r w:rsidRPr="00224723">
        <w:rPr>
          <w:spacing w:val="-5"/>
        </w:rPr>
        <w:t>у</w:t>
      </w:r>
      <w:r w:rsidRPr="00224723">
        <w:t>ках.</w:t>
      </w:r>
      <w:r w:rsidRPr="00224723">
        <w:rPr>
          <w:spacing w:val="3"/>
        </w:rPr>
        <w:t xml:space="preserve"> </w:t>
      </w:r>
      <w:r w:rsidRPr="00224723">
        <w:t>В сферу из</w:t>
      </w:r>
      <w:r w:rsidRPr="00224723">
        <w:rPr>
          <w:spacing w:val="-5"/>
        </w:rPr>
        <w:t>у</w:t>
      </w:r>
      <w:r w:rsidRPr="00224723">
        <w:t>че</w:t>
      </w:r>
      <w:r w:rsidRPr="00224723">
        <w:rPr>
          <w:spacing w:val="1"/>
        </w:rPr>
        <w:t>н</w:t>
      </w:r>
      <w:r w:rsidRPr="00224723">
        <w:t>ия</w:t>
      </w:r>
      <w:r w:rsidRPr="00224723">
        <w:rPr>
          <w:spacing w:val="3"/>
        </w:rPr>
        <w:t xml:space="preserve"> </w:t>
      </w:r>
      <w:r w:rsidRPr="00224723">
        <w:t xml:space="preserve">входят </w:t>
      </w:r>
      <w:r w:rsidRPr="00224723">
        <w:rPr>
          <w:spacing w:val="-1"/>
        </w:rPr>
        <w:t>та</w:t>
      </w:r>
      <w:r w:rsidRPr="00224723">
        <w:t>к</w:t>
      </w:r>
      <w:r w:rsidRPr="00224723">
        <w:rPr>
          <w:spacing w:val="-1"/>
        </w:rPr>
        <w:t>ж</w:t>
      </w:r>
      <w:r w:rsidRPr="00224723">
        <w:t>е и</w:t>
      </w:r>
      <w:r w:rsidRPr="00224723">
        <w:rPr>
          <w:spacing w:val="-1"/>
        </w:rPr>
        <w:t>н</w:t>
      </w:r>
      <w:r w:rsidRPr="00224723">
        <w:t>то</w:t>
      </w:r>
      <w:r w:rsidRPr="00224723">
        <w:rPr>
          <w:spacing w:val="-1"/>
        </w:rPr>
        <w:t>н</w:t>
      </w:r>
      <w:r w:rsidRPr="00224723">
        <w:t>ацион</w:t>
      </w:r>
      <w:r w:rsidRPr="00224723">
        <w:rPr>
          <w:spacing w:val="-1"/>
        </w:rPr>
        <w:t>н</w:t>
      </w:r>
      <w:r w:rsidRPr="00224723">
        <w:rPr>
          <w:spacing w:val="1"/>
        </w:rPr>
        <w:t>а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природа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льных</w:t>
      </w:r>
      <w:r w:rsidRPr="00224723">
        <w:rPr>
          <w:spacing w:val="1"/>
        </w:rPr>
        <w:t xml:space="preserve"> </w:t>
      </w:r>
      <w:r w:rsidRPr="00224723">
        <w:t>образов,</w:t>
      </w:r>
      <w:r w:rsidRPr="00224723">
        <w:rPr>
          <w:spacing w:val="1"/>
        </w:rPr>
        <w:t xml:space="preserve"> </w:t>
      </w:r>
      <w:r w:rsidRPr="00224723">
        <w:t>прие</w:t>
      </w:r>
      <w:r w:rsidRPr="00224723">
        <w:rPr>
          <w:spacing w:val="-1"/>
        </w:rPr>
        <w:t>м</w:t>
      </w:r>
      <w:r w:rsidRPr="00224723">
        <w:t>ы взаи</w:t>
      </w:r>
      <w:r w:rsidRPr="00224723">
        <w:rPr>
          <w:spacing w:val="-1"/>
        </w:rPr>
        <w:t>м</w:t>
      </w:r>
      <w:r w:rsidRPr="00224723">
        <w:t>оде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>вия</w:t>
      </w:r>
      <w:r w:rsidRPr="00224723">
        <w:rPr>
          <w:spacing w:val="2"/>
        </w:rPr>
        <w:t xml:space="preserve"> </w:t>
      </w:r>
      <w:r w:rsidRPr="00224723">
        <w:t>и раз</w:t>
      </w:r>
      <w:r w:rsidRPr="00224723">
        <w:rPr>
          <w:spacing w:val="-1"/>
        </w:rPr>
        <w:t>в</w:t>
      </w:r>
      <w:r w:rsidRPr="00224723">
        <w:t>и</w:t>
      </w:r>
      <w:r w:rsidRPr="00224723">
        <w:rPr>
          <w:spacing w:val="-1"/>
        </w:rPr>
        <w:t>т</w:t>
      </w:r>
      <w:r w:rsidRPr="00224723">
        <w:t>ия ра</w:t>
      </w:r>
      <w:r w:rsidRPr="00224723">
        <w:rPr>
          <w:spacing w:val="-1"/>
        </w:rPr>
        <w:t>з</w:t>
      </w:r>
      <w:r w:rsidRPr="00224723">
        <w:t>ли</w:t>
      </w:r>
      <w:r w:rsidRPr="00224723">
        <w:rPr>
          <w:spacing w:val="-1"/>
        </w:rPr>
        <w:t>ч</w:t>
      </w:r>
      <w:r w:rsidRPr="00224723">
        <w:t>н</w:t>
      </w:r>
      <w:r w:rsidRPr="00224723">
        <w:rPr>
          <w:spacing w:val="-1"/>
        </w:rPr>
        <w:t>ы</w:t>
      </w:r>
      <w:r w:rsidRPr="00224723">
        <w:t>х</w:t>
      </w:r>
      <w:r w:rsidRPr="00224723">
        <w:rPr>
          <w:spacing w:val="2"/>
        </w:rPr>
        <w:t xml:space="preserve"> </w:t>
      </w:r>
      <w:r w:rsidRPr="00224723">
        <w:t>обра</w:t>
      </w:r>
      <w:r w:rsidRPr="00224723">
        <w:rPr>
          <w:spacing w:val="-1"/>
        </w:rPr>
        <w:t>з</w:t>
      </w:r>
      <w:r w:rsidRPr="00224723">
        <w:t>ных</w:t>
      </w:r>
      <w:r w:rsidRPr="00224723">
        <w:rPr>
          <w:spacing w:val="1"/>
        </w:rPr>
        <w:t xml:space="preserve"> </w:t>
      </w:r>
      <w:r w:rsidRPr="00224723">
        <w:t>сфер в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кальном</w:t>
      </w:r>
      <w:r w:rsidRPr="00224723">
        <w:rPr>
          <w:spacing w:val="1"/>
        </w:rPr>
        <w:t xml:space="preserve"> </w:t>
      </w:r>
      <w:r w:rsidRPr="00224723">
        <w:t>иск</w:t>
      </w:r>
      <w:r w:rsidRPr="00224723">
        <w:rPr>
          <w:spacing w:val="-3"/>
        </w:rPr>
        <w:t>у</w:t>
      </w:r>
      <w:r w:rsidRPr="00224723">
        <w:t>сст</w:t>
      </w:r>
      <w:r w:rsidRPr="00224723">
        <w:rPr>
          <w:spacing w:val="1"/>
        </w:rPr>
        <w:t>в</w:t>
      </w:r>
      <w:r w:rsidRPr="00224723">
        <w:t>е.</w:t>
      </w:r>
      <w:r w:rsidRPr="00224723">
        <w:rPr>
          <w:spacing w:val="1"/>
        </w:rPr>
        <w:t xml:space="preserve"> М</w:t>
      </w:r>
      <w:r w:rsidRPr="00224723">
        <w:t>ир обра</w:t>
      </w:r>
      <w:r w:rsidRPr="00224723">
        <w:rPr>
          <w:spacing w:val="-1"/>
        </w:rPr>
        <w:t>з</w:t>
      </w:r>
      <w:r w:rsidRPr="00224723">
        <w:t>ов наро</w:t>
      </w:r>
      <w:r w:rsidRPr="00224723">
        <w:rPr>
          <w:spacing w:val="-1"/>
        </w:rPr>
        <w:t>д</w:t>
      </w:r>
      <w:r w:rsidRPr="00224723">
        <w:t>но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религ</w:t>
      </w:r>
      <w:r w:rsidRPr="00224723">
        <w:rPr>
          <w:spacing w:val="-1"/>
        </w:rPr>
        <w:t>и</w:t>
      </w:r>
      <w:r w:rsidRPr="00224723">
        <w:t>озной,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ичес</w:t>
      </w:r>
      <w:r w:rsidRPr="00224723">
        <w:rPr>
          <w:spacing w:val="-1"/>
        </w:rPr>
        <w:t>к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и соврем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 xml:space="preserve">ой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ки.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 xml:space="preserve"> </w:t>
      </w:r>
      <w:r w:rsidRPr="00224723">
        <w:t>сем</w:t>
      </w:r>
      <w:r w:rsidRPr="00224723">
        <w:rPr>
          <w:spacing w:val="-1"/>
        </w:rPr>
        <w:t>ь</w:t>
      </w:r>
      <w:r w:rsidRPr="00224723">
        <w:t>е и</w:t>
      </w:r>
      <w:r w:rsidRPr="00224723">
        <w:rPr>
          <w:spacing w:val="-1"/>
        </w:rPr>
        <w:t>с</w:t>
      </w:r>
      <w:r w:rsidRPr="00224723">
        <w:rPr>
          <w:spacing w:val="1"/>
        </w:rPr>
        <w:t>к</w:t>
      </w:r>
      <w:r w:rsidRPr="00224723">
        <w:rPr>
          <w:spacing w:val="-4"/>
        </w:rPr>
        <w:t>у</w:t>
      </w:r>
      <w:r w:rsidRPr="00224723">
        <w:t>сств.</w:t>
      </w:r>
    </w:p>
    <w:p w:rsidR="00142DF5" w:rsidRPr="00224723" w:rsidRDefault="00142DF5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46"/>
        <w:jc w:val="both"/>
      </w:pPr>
      <w:r w:rsidRPr="00224723">
        <w:t>Приори</w:t>
      </w:r>
      <w:r w:rsidRPr="00224723">
        <w:rPr>
          <w:spacing w:val="-1"/>
        </w:rPr>
        <w:t>те</w:t>
      </w:r>
      <w:r w:rsidRPr="00224723">
        <w:t>т</w:t>
      </w:r>
      <w:r w:rsidRPr="00224723">
        <w:rPr>
          <w:spacing w:val="-1"/>
        </w:rPr>
        <w:t>н</w:t>
      </w:r>
      <w:r w:rsidRPr="00224723">
        <w:t>ым</w:t>
      </w:r>
      <w:r w:rsidRPr="00224723">
        <w:rPr>
          <w:spacing w:val="1"/>
        </w:rPr>
        <w:t xml:space="preserve"> </w:t>
      </w:r>
      <w:r w:rsidRPr="00224723">
        <w:t>направле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t>м</w:t>
      </w:r>
      <w:r w:rsidRPr="00224723">
        <w:rPr>
          <w:spacing w:val="3"/>
        </w:rPr>
        <w:t xml:space="preserve"> </w:t>
      </w:r>
      <w:r w:rsidRPr="00224723">
        <w:t>содерж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прогр</w:t>
      </w:r>
      <w:r w:rsidRPr="00224723">
        <w:rPr>
          <w:spacing w:val="-1"/>
        </w:rPr>
        <w:t>а</w:t>
      </w:r>
      <w:r w:rsidRPr="00224723">
        <w:t>ммы</w:t>
      </w:r>
      <w:r w:rsidRPr="00224723">
        <w:rPr>
          <w:spacing w:val="1"/>
        </w:rPr>
        <w:t xml:space="preserve"> </w:t>
      </w:r>
      <w:r w:rsidRPr="00224723">
        <w:t xml:space="preserve">и </w:t>
      </w:r>
      <w:r w:rsidRPr="00224723">
        <w:rPr>
          <w:spacing w:val="-1"/>
        </w:rPr>
        <w:t>У</w:t>
      </w:r>
      <w:r w:rsidRPr="00224723">
        <w:t>МК по</w:t>
      </w:r>
      <w:r w:rsidRPr="00224723">
        <w:rPr>
          <w:spacing w:val="1"/>
        </w:rPr>
        <w:t>-</w:t>
      </w:r>
      <w:r w:rsidRPr="00224723">
        <w:t>пре</w:t>
      </w:r>
      <w:r w:rsidRPr="00224723">
        <w:rPr>
          <w:spacing w:val="-1"/>
        </w:rPr>
        <w:t>ж</w:t>
      </w:r>
      <w:r w:rsidRPr="00224723">
        <w:t>не</w:t>
      </w:r>
      <w:r w:rsidRPr="00224723">
        <w:rPr>
          <w:spacing w:val="1"/>
        </w:rPr>
        <w:t>м</w:t>
      </w:r>
      <w:r w:rsidRPr="00224723">
        <w:t>у ос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ет</w:t>
      </w:r>
      <w:r w:rsidRPr="00224723">
        <w:t xml:space="preserve">ся 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t>сс</w:t>
      </w:r>
      <w:r w:rsidRPr="00224723">
        <w:rPr>
          <w:spacing w:val="1"/>
        </w:rPr>
        <w:t>к</w:t>
      </w:r>
      <w:r w:rsidRPr="00224723">
        <w:t>ая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альна</w:t>
      </w:r>
      <w:r w:rsidRPr="00224723">
        <w:rPr>
          <w:spacing w:val="-1"/>
        </w:rPr>
        <w:t>я</w:t>
      </w:r>
      <w:r w:rsidRPr="00224723">
        <w:rPr>
          <w:spacing w:val="1"/>
        </w:rPr>
        <w:t xml:space="preserve"> к</w:t>
      </w:r>
      <w:r w:rsidRPr="00224723">
        <w:rPr>
          <w:spacing w:val="-5"/>
        </w:rPr>
        <w:t>у</w:t>
      </w:r>
      <w:r w:rsidRPr="00224723">
        <w:rPr>
          <w:spacing w:val="1"/>
        </w:rPr>
        <w:t>ль</w:t>
      </w:r>
      <w:r w:rsidRPr="00224723">
        <w:t>т</w:t>
      </w:r>
      <w:r w:rsidRPr="00224723">
        <w:rPr>
          <w:spacing w:val="-3"/>
        </w:rPr>
        <w:t>у</w:t>
      </w:r>
      <w:r w:rsidRPr="00224723">
        <w:t>р</w:t>
      </w:r>
      <w:r w:rsidRPr="00224723">
        <w:rPr>
          <w:spacing w:val="1"/>
        </w:rPr>
        <w:t>а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rPr>
          <w:spacing w:val="1"/>
        </w:rPr>
        <w:t>Ф</w:t>
      </w:r>
      <w:r w:rsidRPr="00224723">
        <w:t>ольклор,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</w:t>
      </w:r>
      <w:r w:rsidRPr="00224723">
        <w:rPr>
          <w:spacing w:val="-1"/>
        </w:rPr>
        <w:t>ч</w:t>
      </w:r>
      <w:r w:rsidRPr="00224723">
        <w:t>еское</w:t>
      </w:r>
      <w:r w:rsidRPr="00224723">
        <w:rPr>
          <w:spacing w:val="2"/>
        </w:rPr>
        <w:t xml:space="preserve"> </w:t>
      </w:r>
      <w:r w:rsidRPr="00224723">
        <w:t>насл</w:t>
      </w:r>
      <w:r w:rsidRPr="00224723">
        <w:rPr>
          <w:spacing w:val="-1"/>
        </w:rPr>
        <w:t>е</w:t>
      </w:r>
      <w:r w:rsidRPr="00224723">
        <w:t>ди</w:t>
      </w:r>
      <w:r w:rsidRPr="00224723">
        <w:rPr>
          <w:spacing w:val="-1"/>
        </w:rPr>
        <w:t>е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</w:t>
      </w:r>
      <w:r w:rsidRPr="00224723">
        <w:rPr>
          <w:spacing w:val="3"/>
        </w:rPr>
        <w:t xml:space="preserve"> </w:t>
      </w:r>
      <w:r w:rsidRPr="00224723">
        <w:t>рели</w:t>
      </w:r>
      <w:r w:rsidRPr="00224723">
        <w:rPr>
          <w:spacing w:val="-1"/>
        </w:rPr>
        <w:t>г</w:t>
      </w:r>
      <w:r w:rsidRPr="00224723">
        <w:t>ио</w:t>
      </w:r>
      <w:r w:rsidRPr="00224723">
        <w:rPr>
          <w:spacing w:val="-1"/>
        </w:rPr>
        <w:t>з</w:t>
      </w:r>
      <w:r w:rsidRPr="00224723">
        <w:t>ной тр</w:t>
      </w:r>
      <w:r w:rsidRPr="00224723">
        <w:rPr>
          <w:spacing w:val="-1"/>
        </w:rPr>
        <w:t>а</w:t>
      </w:r>
      <w:r w:rsidRPr="00224723">
        <w:t>д</w:t>
      </w:r>
      <w:r w:rsidRPr="00224723">
        <w:rPr>
          <w:spacing w:val="-1"/>
        </w:rPr>
        <w:t>и</w:t>
      </w:r>
      <w:r w:rsidRPr="00224723">
        <w:t>ции,</w:t>
      </w:r>
      <w:r w:rsidRPr="00224723">
        <w:rPr>
          <w:spacing w:val="1"/>
        </w:rPr>
        <w:t xml:space="preserve"> </w:t>
      </w:r>
      <w:r w:rsidRPr="00224723">
        <w:t>современ</w:t>
      </w:r>
      <w:r w:rsidRPr="00224723">
        <w:rPr>
          <w:spacing w:val="-1"/>
        </w:rPr>
        <w:t>н</w:t>
      </w:r>
      <w:r w:rsidRPr="00224723">
        <w:t>ые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кальные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-1"/>
        </w:rPr>
        <w:t>п</w:t>
      </w:r>
      <w:r w:rsidRPr="00224723">
        <w:t>равле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 ис</w:t>
      </w:r>
      <w:r w:rsidRPr="00224723">
        <w:rPr>
          <w:spacing w:val="1"/>
        </w:rPr>
        <w:t>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t>ст</w:t>
      </w:r>
      <w:r w:rsidRPr="00224723">
        <w:rPr>
          <w:spacing w:val="2"/>
        </w:rPr>
        <w:t>в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формир</w:t>
      </w:r>
      <w:r w:rsidRPr="00224723">
        <w:rPr>
          <w:spacing w:val="-4"/>
        </w:rPr>
        <w:t>у</w:t>
      </w:r>
      <w:r w:rsidRPr="00224723">
        <w:t>ют</w:t>
      </w:r>
      <w:r w:rsidRPr="00224723">
        <w:rPr>
          <w:spacing w:val="3"/>
        </w:rPr>
        <w:t xml:space="preserve"> </w:t>
      </w:r>
      <w:r w:rsidRPr="00224723">
        <w:t>у</w:t>
      </w: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999"/>
        <w:jc w:val="both"/>
      </w:pPr>
      <w:r w:rsidRPr="00224723">
        <w:rPr>
          <w:spacing w:val="-4"/>
        </w:rPr>
        <w:t>у</w:t>
      </w:r>
      <w:r w:rsidRPr="00224723">
        <w:t>чащ</w:t>
      </w:r>
      <w:r w:rsidRPr="00224723">
        <w:rPr>
          <w:spacing w:val="1"/>
        </w:rPr>
        <w:t>и</w:t>
      </w:r>
      <w:r w:rsidRPr="00224723">
        <w:t>хся</w:t>
      </w:r>
      <w:r w:rsidRPr="00224723">
        <w:rPr>
          <w:spacing w:val="3"/>
        </w:rPr>
        <w:t xml:space="preserve"> </w:t>
      </w:r>
      <w:r w:rsidRPr="00224723">
        <w:t>на</w:t>
      </w:r>
      <w:r w:rsidRPr="00224723">
        <w:rPr>
          <w:spacing w:val="-1"/>
        </w:rPr>
        <w:t>ц</w:t>
      </w:r>
      <w:r w:rsidRPr="00224723">
        <w:t>ио</w:t>
      </w:r>
      <w:r w:rsidRPr="00224723">
        <w:rPr>
          <w:spacing w:val="-1"/>
        </w:rPr>
        <w:t>н</w:t>
      </w:r>
      <w:r w:rsidRPr="00224723">
        <w:t>аль</w:t>
      </w:r>
      <w:r w:rsidRPr="00224723">
        <w:rPr>
          <w:spacing w:val="-1"/>
        </w:rPr>
        <w:t>н</w:t>
      </w:r>
      <w:r w:rsidRPr="00224723">
        <w:t>ое</w:t>
      </w:r>
      <w:r w:rsidRPr="00224723">
        <w:rPr>
          <w:spacing w:val="2"/>
        </w:rPr>
        <w:t xml:space="preserve"> </w:t>
      </w:r>
      <w:r w:rsidRPr="00224723">
        <w:t>самосо</w:t>
      </w:r>
      <w:r w:rsidRPr="00224723">
        <w:rPr>
          <w:spacing w:val="-1"/>
        </w:rPr>
        <w:t>з</w:t>
      </w:r>
      <w:r w:rsidRPr="00224723">
        <w:t>н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е,</w:t>
      </w:r>
      <w:r w:rsidRPr="00224723">
        <w:rPr>
          <w:spacing w:val="3"/>
        </w:rPr>
        <w:t xml:space="preserve"> </w:t>
      </w:r>
      <w:r w:rsidRPr="00224723">
        <w:t>пон</w:t>
      </w:r>
      <w:r w:rsidRPr="00224723">
        <w:rPr>
          <w:spacing w:val="-1"/>
        </w:rPr>
        <w:t>и</w:t>
      </w:r>
      <w:r w:rsidRPr="00224723">
        <w:t>м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е</w:t>
      </w:r>
      <w:r w:rsidRPr="00224723">
        <w:rPr>
          <w:spacing w:val="3"/>
        </w:rPr>
        <w:t xml:space="preserve"> </w:t>
      </w:r>
      <w:r w:rsidRPr="00224723">
        <w:t>з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ч</w:t>
      </w:r>
      <w:r w:rsidRPr="00224723">
        <w:t>и</w:t>
      </w:r>
      <w:r w:rsidRPr="00224723">
        <w:rPr>
          <w:spacing w:val="-1"/>
        </w:rPr>
        <w:t>м</w:t>
      </w:r>
      <w:r w:rsidRPr="00224723">
        <w:t>ос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2"/>
        </w:rPr>
        <w:t xml:space="preserve"> </w:t>
      </w:r>
      <w:r w:rsidRPr="00224723">
        <w:t xml:space="preserve">своей 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rPr>
          <w:spacing w:val="1"/>
        </w:rPr>
        <w:t>л</w:t>
      </w:r>
      <w:r w:rsidRPr="00224723">
        <w:t>ь</w:t>
      </w:r>
      <w:r w:rsidRPr="00224723">
        <w:rPr>
          <w:spacing w:val="1"/>
        </w:rPr>
        <w:t>т</w:t>
      </w:r>
      <w:r w:rsidRPr="00224723">
        <w:rPr>
          <w:spacing w:val="-3"/>
        </w:rPr>
        <w:t>у</w:t>
      </w:r>
      <w:r w:rsidRPr="00224723">
        <w:t>р</w:t>
      </w:r>
      <w:r w:rsidRPr="00224723">
        <w:rPr>
          <w:spacing w:val="-1"/>
        </w:rPr>
        <w:t>ы</w:t>
      </w:r>
      <w:r w:rsidRPr="00224723">
        <w:rPr>
          <w:spacing w:val="4"/>
        </w:rPr>
        <w:t xml:space="preserve"> </w:t>
      </w:r>
      <w:r w:rsidRPr="00224723">
        <w:t xml:space="preserve">в </w:t>
      </w:r>
      <w:r w:rsidRPr="00224723">
        <w:rPr>
          <w:spacing w:val="1"/>
        </w:rPr>
        <w:t>х</w:t>
      </w:r>
      <w:r w:rsidRPr="00224723">
        <w:rPr>
          <w:spacing w:val="-5"/>
        </w:rPr>
        <w:t>у</w:t>
      </w:r>
      <w:r w:rsidRPr="00224723">
        <w:rPr>
          <w:spacing w:val="1"/>
        </w:rPr>
        <w:t>д</w:t>
      </w:r>
      <w:r w:rsidRPr="00224723">
        <w:t>оже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>ной</w:t>
      </w:r>
      <w:r w:rsidRPr="00224723">
        <w:rPr>
          <w:spacing w:val="2"/>
        </w:rPr>
        <w:t xml:space="preserve"> </w:t>
      </w:r>
      <w:r w:rsidRPr="00224723">
        <w:t>кар</w:t>
      </w:r>
      <w:r w:rsidRPr="00224723">
        <w:rPr>
          <w:spacing w:val="-1"/>
        </w:rPr>
        <w:t>ти</w:t>
      </w:r>
      <w:r w:rsidRPr="00224723">
        <w:t>не</w:t>
      </w:r>
      <w:r w:rsidRPr="00224723">
        <w:rPr>
          <w:spacing w:val="2"/>
        </w:rPr>
        <w:t xml:space="preserve"> </w:t>
      </w:r>
      <w:r w:rsidRPr="00224723">
        <w:t>мира.</w:t>
      </w:r>
    </w:p>
    <w:p w:rsidR="00142DF5" w:rsidRPr="00224723" w:rsidRDefault="00142DF5" w:rsidP="00935652">
      <w:pPr>
        <w:widowControl w:val="0"/>
        <w:autoSpaceDE w:val="0"/>
        <w:autoSpaceDN w:val="0"/>
        <w:adjustRightInd w:val="0"/>
        <w:ind w:left="2" w:right="999"/>
        <w:jc w:val="both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240" w:lineRule="exact"/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40" w:lineRule="exact"/>
      </w:pPr>
    </w:p>
    <w:p w:rsidR="00142DF5" w:rsidRDefault="00142DF5" w:rsidP="00481E88">
      <w:pPr>
        <w:tabs>
          <w:tab w:val="left" w:pos="582"/>
        </w:tabs>
        <w:spacing w:line="288" w:lineRule="exact"/>
        <w:ind w:right="200"/>
        <w:jc w:val="center"/>
        <w:rPr>
          <w:b/>
          <w:sz w:val="32"/>
          <w:szCs w:val="32"/>
        </w:rPr>
        <w:sectPr w:rsidR="00142DF5" w:rsidSect="00224723">
          <w:pgSz w:w="11900" w:h="16840"/>
          <w:pgMar w:top="1134" w:right="729" w:bottom="1134" w:left="1701" w:header="720" w:footer="720" w:gutter="0"/>
          <w:cols w:space="720"/>
          <w:noEndnote/>
        </w:sectPr>
      </w:pPr>
    </w:p>
    <w:p w:rsidR="00142DF5" w:rsidRPr="00935652" w:rsidRDefault="00142DF5" w:rsidP="00481E88">
      <w:pPr>
        <w:tabs>
          <w:tab w:val="left" w:pos="582"/>
        </w:tabs>
        <w:spacing w:line="288" w:lineRule="exact"/>
        <w:ind w:right="200"/>
        <w:jc w:val="center"/>
        <w:rPr>
          <w:rStyle w:val="11"/>
          <w:sz w:val="24"/>
          <w:szCs w:val="24"/>
        </w:rPr>
      </w:pPr>
      <w:r>
        <w:rPr>
          <w:b/>
          <w:sz w:val="32"/>
          <w:szCs w:val="32"/>
        </w:rPr>
        <w:t xml:space="preserve">          </w:t>
      </w:r>
      <w:r w:rsidRPr="00935652">
        <w:rPr>
          <w:rStyle w:val="11"/>
          <w:sz w:val="24"/>
          <w:szCs w:val="24"/>
        </w:rPr>
        <w:t>ПОУРОЧНО-ТЕМАТИЧЕСКОЕ ПЛАНИРОВАНИЕ</w:t>
      </w:r>
    </w:p>
    <w:p w:rsidR="00142DF5" w:rsidRPr="006E772B" w:rsidRDefault="00142DF5" w:rsidP="00481E88">
      <w:pPr>
        <w:rPr>
          <w:b/>
          <w:sz w:val="32"/>
          <w:szCs w:val="32"/>
        </w:rPr>
      </w:pPr>
    </w:p>
    <w:p w:rsidR="00142DF5" w:rsidRPr="004847F3" w:rsidRDefault="00142DF5" w:rsidP="00481E88">
      <w:pPr>
        <w:rPr>
          <w:b/>
          <w:sz w:val="16"/>
          <w:szCs w:val="16"/>
        </w:rPr>
      </w:pPr>
    </w:p>
    <w:p w:rsidR="00142DF5" w:rsidRPr="00233B3E" w:rsidRDefault="00142DF5" w:rsidP="004C4B63">
      <w:pPr>
        <w:pStyle w:val="BodyTextIndent2"/>
        <w:ind w:left="360" w:firstLine="348"/>
        <w:jc w:val="center"/>
        <w:rPr>
          <w:b/>
          <w:bCs/>
          <w:szCs w:val="28"/>
        </w:rPr>
      </w:pPr>
      <w:r w:rsidRPr="00233B3E">
        <w:rPr>
          <w:b/>
          <w:bCs/>
          <w:szCs w:val="28"/>
        </w:rPr>
        <w:t>Тема года: «</w:t>
      </w:r>
      <w:r>
        <w:rPr>
          <w:b/>
          <w:bCs/>
          <w:szCs w:val="28"/>
        </w:rPr>
        <w:t>Музыкальное путешествие»</w:t>
      </w:r>
      <w:r w:rsidRPr="00233B3E">
        <w:rPr>
          <w:b/>
          <w:bCs/>
          <w:szCs w:val="28"/>
        </w:rPr>
        <w:t xml:space="preserve"> </w:t>
      </w:r>
    </w:p>
    <w:tbl>
      <w:tblPr>
        <w:tblW w:w="1560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40"/>
        <w:gridCol w:w="1620"/>
        <w:gridCol w:w="1388"/>
        <w:gridCol w:w="3188"/>
        <w:gridCol w:w="1724"/>
        <w:gridCol w:w="1800"/>
        <w:gridCol w:w="1080"/>
        <w:gridCol w:w="1260"/>
        <w:gridCol w:w="1440"/>
        <w:gridCol w:w="741"/>
        <w:gridCol w:w="47"/>
        <w:gridCol w:w="236"/>
      </w:tblGrid>
      <w:tr w:rsidR="00142DF5" w:rsidRPr="003E7252" w:rsidTr="008A138B">
        <w:trPr>
          <w:gridAfter w:val="2"/>
          <w:wAfter w:w="283" w:type="dxa"/>
          <w:cantSplit/>
          <w:trHeight w:val="1134"/>
        </w:trPr>
        <w:tc>
          <w:tcPr>
            <w:tcW w:w="540" w:type="dxa"/>
            <w:vMerge w:val="restart"/>
          </w:tcPr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</w:p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40" w:type="dxa"/>
            <w:vMerge w:val="restart"/>
            <w:textDirection w:val="btLr"/>
          </w:tcPr>
          <w:p w:rsidR="00142DF5" w:rsidRPr="003E7252" w:rsidRDefault="00142DF5" w:rsidP="003E7252">
            <w:pPr>
              <w:ind w:left="113" w:right="113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№  в разделе</w:t>
            </w:r>
          </w:p>
        </w:tc>
        <w:tc>
          <w:tcPr>
            <w:tcW w:w="1620" w:type="dxa"/>
            <w:vMerge w:val="restart"/>
          </w:tcPr>
          <w:p w:rsidR="00142DF5" w:rsidRPr="003E7252" w:rsidRDefault="00142DF5" w:rsidP="00AE2944">
            <w:pPr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 Тема урока</w:t>
            </w:r>
          </w:p>
        </w:tc>
        <w:tc>
          <w:tcPr>
            <w:tcW w:w="1388" w:type="dxa"/>
            <w:vMerge w:val="restart"/>
          </w:tcPr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3188" w:type="dxa"/>
            <w:vMerge w:val="restart"/>
          </w:tcPr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Элемент содержания</w:t>
            </w:r>
          </w:p>
        </w:tc>
        <w:tc>
          <w:tcPr>
            <w:tcW w:w="3524" w:type="dxa"/>
            <w:gridSpan w:val="2"/>
          </w:tcPr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Умения и виды деятельности</w:t>
            </w:r>
          </w:p>
        </w:tc>
        <w:tc>
          <w:tcPr>
            <w:tcW w:w="2340" w:type="dxa"/>
            <w:gridSpan w:val="2"/>
          </w:tcPr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Контрольно-</w:t>
            </w:r>
          </w:p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оценочная деятельность</w:t>
            </w:r>
          </w:p>
        </w:tc>
        <w:tc>
          <w:tcPr>
            <w:tcW w:w="1440" w:type="dxa"/>
            <w:vMerge w:val="restart"/>
          </w:tcPr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Домашнее</w:t>
            </w:r>
          </w:p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741" w:type="dxa"/>
            <w:vMerge w:val="restart"/>
          </w:tcPr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Дата</w:t>
            </w:r>
          </w:p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  <w:vMerge/>
            <w:vAlign w:val="center"/>
          </w:tcPr>
          <w:p w:rsidR="00142DF5" w:rsidRPr="003E7252" w:rsidRDefault="00142DF5" w:rsidP="00AE2944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:rsidR="00142DF5" w:rsidRPr="003E7252" w:rsidRDefault="00142DF5" w:rsidP="00AE2944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142DF5" w:rsidRPr="003E7252" w:rsidRDefault="00142DF5" w:rsidP="00AE2944">
            <w:pPr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vMerge/>
            <w:vAlign w:val="center"/>
          </w:tcPr>
          <w:p w:rsidR="00142DF5" w:rsidRPr="003E7252" w:rsidRDefault="00142DF5" w:rsidP="00AE2944">
            <w:pPr>
              <w:rPr>
                <w:b/>
                <w:sz w:val="20"/>
                <w:szCs w:val="20"/>
              </w:rPr>
            </w:pPr>
          </w:p>
        </w:tc>
        <w:tc>
          <w:tcPr>
            <w:tcW w:w="3188" w:type="dxa"/>
            <w:vMerge/>
            <w:vAlign w:val="center"/>
          </w:tcPr>
          <w:p w:rsidR="00142DF5" w:rsidRPr="003E7252" w:rsidRDefault="00142DF5" w:rsidP="00AE2944">
            <w:pPr>
              <w:rPr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Общеучебн.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Специальн.</w:t>
            </w:r>
          </w:p>
        </w:tc>
        <w:tc>
          <w:tcPr>
            <w:tcW w:w="1080" w:type="dxa"/>
          </w:tcPr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вид</w:t>
            </w:r>
          </w:p>
        </w:tc>
        <w:tc>
          <w:tcPr>
            <w:tcW w:w="1260" w:type="dxa"/>
          </w:tcPr>
          <w:p w:rsidR="00142DF5" w:rsidRPr="003E7252" w:rsidRDefault="00142DF5" w:rsidP="003E7252">
            <w:pPr>
              <w:jc w:val="center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форма</w:t>
            </w:r>
          </w:p>
        </w:tc>
        <w:tc>
          <w:tcPr>
            <w:tcW w:w="1440" w:type="dxa"/>
            <w:vMerge/>
            <w:vAlign w:val="center"/>
          </w:tcPr>
          <w:p w:rsidR="00142DF5" w:rsidRPr="003E7252" w:rsidRDefault="00142DF5" w:rsidP="00AE2944">
            <w:pPr>
              <w:rPr>
                <w:b/>
                <w:sz w:val="20"/>
                <w:szCs w:val="20"/>
              </w:rPr>
            </w:pPr>
          </w:p>
        </w:tc>
        <w:tc>
          <w:tcPr>
            <w:tcW w:w="741" w:type="dxa"/>
            <w:vMerge/>
          </w:tcPr>
          <w:p w:rsidR="00142DF5" w:rsidRPr="003E7252" w:rsidRDefault="00142DF5" w:rsidP="00AE2944">
            <w:pPr>
              <w:rPr>
                <w:b/>
                <w:sz w:val="20"/>
                <w:szCs w:val="20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«Россия – любимая наша страна…»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4-6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знаний/ урок-путешествие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 xml:space="preserve">Слушание: А. Александров «Государственный Гимн РФ»; С. Рахманинов концерт №2 для ф-но с оркестром </w:t>
            </w:r>
            <w:r w:rsidRPr="003E7252">
              <w:rPr>
                <w:sz w:val="22"/>
                <w:szCs w:val="22"/>
                <w:lang w:val="en-US"/>
              </w:rPr>
              <w:t>I</w:t>
            </w:r>
            <w:r w:rsidRPr="003E7252">
              <w:rPr>
                <w:sz w:val="22"/>
                <w:szCs w:val="22"/>
              </w:rPr>
              <w:t xml:space="preserve"> ч. (фр-т); И. Корнилов «Северный край».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Е. Тиличеева  «Родина моя».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импровизация с ключевым словом «Родина».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Делать простые выводы; решать творческие зада-чи на уровне импровизаций.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</w:t>
            </w:r>
            <w:r w:rsidRPr="003E7252">
              <w:rPr>
                <w:sz w:val="20"/>
                <w:szCs w:val="20"/>
              </w:rPr>
              <w:t xml:space="preserve"> слова и мелодию Гимна России; произве-дения С. Рахманинова.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проникать-ся эмоциональ-ным содержанием музыки; внима-тельно слушать, запоминать назва-ния и авторов произведений; правильно ды-шать при пении, распределять ды-хание по фразам.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Вводный</w:t>
            </w:r>
          </w:p>
        </w:tc>
        <w:tc>
          <w:tcPr>
            <w:tcW w:w="126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Выучить «Государственный Гимн РФ».</w:t>
            </w: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Великое содружество русских композиторов.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7-9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М. Мусоргский «Рассвет на Москве-реке» вступление к опере «Хованщина».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М. Мусоргский «Вечерняя песня».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«Изобрази».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 с учебным текстом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>композито-ров Балакирев-ского кружка, что их объединяло.</w:t>
            </w:r>
            <w:r w:rsidRPr="003E7252">
              <w:rPr>
                <w:b/>
                <w:sz w:val="20"/>
                <w:szCs w:val="20"/>
              </w:rPr>
              <w:t xml:space="preserve">  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 xml:space="preserve"> опреде-лять и сравнивать характер, настрое-ние и средства выразительности музыкальных про-изведений.</w:t>
            </w:r>
            <w:r w:rsidRPr="003E7252"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Сделать сооб-щение о ком-позиторе Балакиревз-ского кружка.</w:t>
            </w: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3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Великое содружество русских композиторов.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 xml:space="preserve">Стр. 10-13 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М. Мусоргский «Рассвет на Москве-реке» вступление к опере «Хованщина»; «С няней» из вокального цикла «Детская».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М. Мусоргский «Вечерняя песня».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Использование диска «Импрессионизм в музыке»: просмотр – М. Мусоргский.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Делать простые выводы.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>композито-ров Балакирев-ского кружка.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 xml:space="preserve"> опреде-лять и сравнивать характер, настрое-ние и средства выразительности музыкальных про-изведений; петь легко, не форси-руя звук, следить за дикцией. </w:t>
            </w:r>
            <w:r w:rsidRPr="003E7252"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Выучить «Вечернюю песню».</w:t>
            </w: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Тема Востока в творчестве русских композиторов.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14-17</w:t>
            </w:r>
          </w:p>
        </w:tc>
        <w:tc>
          <w:tcPr>
            <w:tcW w:w="1388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Cs/>
                <w:sz w:val="20"/>
                <w:szCs w:val="20"/>
              </w:rPr>
              <w:t>Урок обоб-щения и систематиза-ции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Н. Римский-Корса-ков тема Шахриара, тема Шехеразады, тема моря из симфонической сюиты «Шехеразада»; А. Бородин «Половецкие пляски» из оперы «Князь Игорь».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О. Полякова «Золотая сказка».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пластическая импровизация.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Участие в диалоге.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размыш-лять о музыке, оценивать её эмоциональный характер и определять образ-ное содержание.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Темати-ческий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Контроль-ная работа по теме «Великое содружест-во русских композито-ров».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5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Музыка Украины.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18-23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М. Мусоргский «Гопак» из оперы «Сорочинская ярмарка»; укр.н.п. «Н</w:t>
            </w:r>
            <w:r w:rsidRPr="003E7252">
              <w:rPr>
                <w:sz w:val="22"/>
                <w:szCs w:val="22"/>
                <w:lang w:val="en-US"/>
              </w:rPr>
              <w:t>i</w:t>
            </w:r>
            <w:r w:rsidRPr="003E7252">
              <w:rPr>
                <w:sz w:val="22"/>
                <w:szCs w:val="22"/>
              </w:rPr>
              <w:t>чь яка м</w:t>
            </w:r>
            <w:r w:rsidRPr="003E7252">
              <w:rPr>
                <w:sz w:val="22"/>
                <w:szCs w:val="22"/>
                <w:lang w:val="en-US"/>
              </w:rPr>
              <w:t>i</w:t>
            </w:r>
            <w:r w:rsidRPr="003E7252">
              <w:rPr>
                <w:sz w:val="22"/>
                <w:szCs w:val="22"/>
              </w:rPr>
              <w:t>сячна».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укр.н.п. «Ой, в лесу есть калина».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</w:t>
            </w:r>
            <w:r w:rsidRPr="003E7252">
              <w:rPr>
                <w:sz w:val="20"/>
                <w:szCs w:val="20"/>
              </w:rPr>
              <w:t xml:space="preserve"> название танца гопак, инст-та  бандура; элегия.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восприни-мать на эмоцио-нально-образном уровне профес-сиональное и музыкальное творчество наро-дов мира; соот-носить интонаци-онно-мелодиче-ские особенности музыкального творчества своего народа и народов других стран мира.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6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Музыка Белоруссии.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24-28</w:t>
            </w:r>
          </w:p>
        </w:tc>
        <w:tc>
          <w:tcPr>
            <w:tcW w:w="1388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А. Пахмутова «Белоруссия»; белорусский народный танец «Бульба».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бел.н.п. «Кума, моя кумочка».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>название танца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  <w:r w:rsidRPr="003E7252">
              <w:rPr>
                <w:sz w:val="20"/>
                <w:szCs w:val="20"/>
              </w:rPr>
              <w:t>«Бульба», инст-та цимбалы.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восприни-мать на эмоцио-нально-образном уровне профес-сиональное и музыкальное творчество наро-дов мира; соот-носить интонаци-онно-мелодиче-ские особенности музыкального творчества своего народа и народов других стран мира.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Музыкант из Желязовой Воли.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29-33</w:t>
            </w:r>
          </w:p>
        </w:tc>
        <w:tc>
          <w:tcPr>
            <w:tcW w:w="1388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 xml:space="preserve">Слушание: Ф. Шопен ноктюрн до-диез минор; Концерт для ф-но с оркестром, </w:t>
            </w:r>
            <w:r w:rsidRPr="003E7252">
              <w:rPr>
                <w:sz w:val="22"/>
                <w:szCs w:val="22"/>
                <w:lang w:val="en-US"/>
              </w:rPr>
              <w:t>II</w:t>
            </w:r>
            <w:r w:rsidRPr="003E7252">
              <w:rPr>
                <w:sz w:val="22"/>
                <w:szCs w:val="22"/>
              </w:rPr>
              <w:t xml:space="preserve"> и </w:t>
            </w:r>
            <w:r w:rsidRPr="003E7252">
              <w:rPr>
                <w:sz w:val="22"/>
                <w:szCs w:val="22"/>
                <w:lang w:val="en-US"/>
              </w:rPr>
              <w:t>III</w:t>
            </w:r>
            <w:r w:rsidRPr="003E7252">
              <w:rPr>
                <w:sz w:val="22"/>
                <w:szCs w:val="22"/>
              </w:rPr>
              <w:t xml:space="preserve"> части (фр-ты).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В. Серебрякова «Осенней песенки слова».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«изобрази».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 xml:space="preserve">названия изученных жан-ров. 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размыш-лять о музыке, передавать наст-роение и её изменения в пении, музыкаль-но-пластическом движении.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Выучить пес-ню «Осенней песенки слова».</w:t>
            </w: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8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Блеск и мощь полонеза.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34-36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М. Огиньский Полонез; М. Глинка Полонез из оперы «Жизнь за царя».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Г. Струве «Полонез дружбы».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музыкально-пластические движения.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Просмотр фрагментов оперы «Жизнь за царя».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 xml:space="preserve">названия изученных жан-ров. 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размыш-лять о музыке, передавать наст-роение и её изменения в пении, музыкаль-но-пластическом движении.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  <w:cantSplit/>
          <w:trHeight w:val="246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9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Музыкальное путешествие в Италию.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 xml:space="preserve">Стр. </w:t>
            </w:r>
            <w:r>
              <w:t>37-41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М. Глинка «Венецианская ночь».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итальянская н.п. «Санта Лючия».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сочиняем ритмическое сопровождение.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сотруд-ничества; решать творческие зада-чи на уровне импровизаций.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</w:t>
            </w:r>
            <w:r w:rsidRPr="003E7252">
              <w:rPr>
                <w:sz w:val="20"/>
                <w:szCs w:val="20"/>
              </w:rPr>
              <w:t xml:space="preserve"> понятие «баркарола»;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  <w:r w:rsidRPr="003E7252">
              <w:rPr>
                <w:sz w:val="20"/>
                <w:szCs w:val="20"/>
              </w:rPr>
              <w:t>име-на гениев миро-вой художествен-ной культуры Италии.</w:t>
            </w:r>
          </w:p>
          <w:p w:rsidR="00142DF5" w:rsidRPr="003E7252" w:rsidRDefault="00142DF5" w:rsidP="003E7252">
            <w:pPr>
              <w:jc w:val="both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 </w:t>
            </w:r>
            <w:r w:rsidRPr="003E7252">
              <w:rPr>
                <w:sz w:val="20"/>
                <w:szCs w:val="20"/>
              </w:rPr>
              <w:t>выявлять общее и особен-ное между про-слушанным про-изведением  и произведениями живописи.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«Народный» композитор Италии Джузеппе Верди.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42-45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 xml:space="preserve">Слушание: Дж. Верди сцена и ария Риголетто из оперы    «Риголетто» 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  <w:lang w:val="en-US"/>
              </w:rPr>
              <w:t>II</w:t>
            </w:r>
            <w:r w:rsidRPr="003E7252">
              <w:rPr>
                <w:sz w:val="22"/>
                <w:szCs w:val="22"/>
              </w:rPr>
              <w:t xml:space="preserve"> д. (фр-т); Марш из оперы «Аида».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итальянская н.п. «В путь».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Знать/понимать</w:t>
            </w:r>
            <w:r w:rsidRPr="003E7252">
              <w:rPr>
                <w:sz w:val="20"/>
                <w:szCs w:val="20"/>
              </w:rPr>
              <w:t xml:space="preserve"> творчество Дж. Верди, его характерные особенности.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проникать-ся эмоциональ-ным содержанием музыки,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  <w:r w:rsidRPr="003E7252">
              <w:rPr>
                <w:sz w:val="20"/>
                <w:szCs w:val="20"/>
              </w:rPr>
              <w:t>высказы-вать свои размы-шления.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Музыкальная Австрия. Венские музы-кальные классики.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46-49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 xml:space="preserve">Слушание: Й Гайдн Квартет ре минор </w:t>
            </w:r>
            <w:r w:rsidRPr="003E7252">
              <w:rPr>
                <w:sz w:val="22"/>
                <w:szCs w:val="22"/>
                <w:lang w:val="en-US"/>
              </w:rPr>
              <w:t>IV</w:t>
            </w:r>
            <w:r w:rsidRPr="003E7252">
              <w:rPr>
                <w:sz w:val="22"/>
                <w:szCs w:val="22"/>
              </w:rPr>
              <w:t xml:space="preserve"> ч.; В. А. Моцарт «Ария царицы Ночи» из оперы «Волшебная флейта»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Й. Гайдн «Мы дружим с музыкой».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сравни.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сотруд-ничества; поиск нужной инфор-мации по теме в источниках раз-личного типа.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>имена композиторов – венских класс-сиков.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проникать-ся эмоциональ-ным содержанием музыки,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  <w:r w:rsidRPr="003E7252">
              <w:rPr>
                <w:sz w:val="20"/>
                <w:szCs w:val="20"/>
              </w:rPr>
              <w:t>высказы-вать свои размы-шления.; узнавать изученные музыкальные произведения  и называть  их авторов.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Сделать сооб-щение о ком-позиторе – венском класссике.</w:t>
            </w: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12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Знаменитая Сороковая.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50-53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 xml:space="preserve">Слушание: В.А. Моцарт Симфония №40 </w:t>
            </w:r>
            <w:r w:rsidRPr="003E7252">
              <w:rPr>
                <w:sz w:val="22"/>
                <w:szCs w:val="22"/>
                <w:lang w:val="en-US"/>
              </w:rPr>
              <w:t>I</w:t>
            </w:r>
            <w:r w:rsidRPr="003E7252">
              <w:rPr>
                <w:sz w:val="22"/>
                <w:szCs w:val="22"/>
              </w:rPr>
              <w:t xml:space="preserve"> ч. Экспозиция; хор «Послушай, как звуки хрустально чисты» из оперы «Волшебная флейта».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В.А. Моцарт хор «Послушай, как звуки хрустально чисты» из оперы «Волшебная флейта».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сочиняем ритмическое сопровождение.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сотруд-ничества; решать творческие зада-чи на уровне импровизаций.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Знать/понимать</w:t>
            </w:r>
            <w:r w:rsidRPr="003E7252">
              <w:rPr>
                <w:sz w:val="20"/>
                <w:szCs w:val="20"/>
              </w:rPr>
              <w:t xml:space="preserve"> творчество В.А. Моцарта, его характерные осо-бенности; жанр симфония.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проникать-ся эмоциональ-ным содержанием музыки,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  <w:r w:rsidRPr="003E7252">
              <w:rPr>
                <w:sz w:val="20"/>
                <w:szCs w:val="20"/>
              </w:rPr>
              <w:t>высказы-вать свои размы-шления.; узнавать изученные музыкальные произведения  и называть  их авторов.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Героические образы Л. Бетховена.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54-57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 xml:space="preserve">Слушание: Л. Бетховен Соната №8 «Патетическая» 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  <w:lang w:val="en-US"/>
              </w:rPr>
              <w:t>I</w:t>
            </w:r>
            <w:r w:rsidRPr="003E7252">
              <w:rPr>
                <w:sz w:val="22"/>
                <w:szCs w:val="22"/>
              </w:rPr>
              <w:t xml:space="preserve"> ч. Экспозиция.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Л. Бетховен «Сво-бодный человек».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импровизация в характере произведений Бетховена.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сотруд-ничества; решать творческие зада-чи на уровне импровизаций.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Знать/понимать</w:t>
            </w:r>
            <w:r w:rsidRPr="003E7252">
              <w:rPr>
                <w:sz w:val="20"/>
                <w:szCs w:val="20"/>
              </w:rPr>
              <w:t xml:space="preserve"> творчество Л. Бетховена, его характерные осо-бенности; жанр соната.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проникать-ся эмоциональ-ным содержанием музыки,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  <w:r w:rsidRPr="003E7252">
              <w:rPr>
                <w:sz w:val="20"/>
                <w:szCs w:val="20"/>
              </w:rPr>
              <w:t>высказы-вать свои размы-шления.; узнавать изученные музыкальные произведения  и называть  их авторов.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 xml:space="preserve">Контроль-ная работа по теме «Венские музыкаль-ные классики». 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Выучить пес-ню «Свобод-ный человек».</w:t>
            </w: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Песни и танцы Ф. Шуберта.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58-61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Ф. Шуберт «В путь» из вокального цикла «Прекрасная мельничиха»; Вальсы соч. 9 №1, соч. 9 №2; Музыкальный момент фа минор.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  <w:lang w:val="en-US"/>
              </w:rPr>
            </w:pPr>
            <w:r w:rsidRPr="003E7252">
              <w:rPr>
                <w:sz w:val="22"/>
                <w:szCs w:val="22"/>
              </w:rPr>
              <w:t>Пение</w:t>
            </w:r>
            <w:r w:rsidRPr="003E7252">
              <w:rPr>
                <w:sz w:val="22"/>
                <w:szCs w:val="22"/>
                <w:lang w:val="en-US"/>
              </w:rPr>
              <w:t xml:space="preserve">: </w:t>
            </w:r>
            <w:r w:rsidRPr="003E7252">
              <w:rPr>
                <w:sz w:val="22"/>
                <w:szCs w:val="22"/>
              </w:rPr>
              <w:t>Ф</w:t>
            </w:r>
            <w:r w:rsidRPr="003E7252">
              <w:rPr>
                <w:sz w:val="22"/>
                <w:szCs w:val="22"/>
                <w:lang w:val="en-US"/>
              </w:rPr>
              <w:t xml:space="preserve">. </w:t>
            </w:r>
            <w:r w:rsidRPr="003E7252">
              <w:rPr>
                <w:sz w:val="22"/>
                <w:szCs w:val="22"/>
              </w:rPr>
              <w:t>Шуберт</w:t>
            </w:r>
            <w:r w:rsidRPr="003E7252">
              <w:rPr>
                <w:sz w:val="22"/>
                <w:szCs w:val="22"/>
                <w:lang w:val="en-US"/>
              </w:rPr>
              <w:t xml:space="preserve"> «Ave Maria».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сочинение вокальной мелодии в стиле песни, танца.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сотруд-ничества; решать творческие зада-чи на уровне импровизаций.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Знать/понимать</w:t>
            </w:r>
            <w:r w:rsidRPr="003E7252">
              <w:rPr>
                <w:sz w:val="20"/>
                <w:szCs w:val="20"/>
              </w:rPr>
              <w:t xml:space="preserve"> творчество Ф. Шуберта, его характерные особенности.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проникать-ся эмоциональ-ным содержанием музыки,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  <w:r w:rsidRPr="003E7252">
              <w:rPr>
                <w:sz w:val="20"/>
                <w:szCs w:val="20"/>
              </w:rPr>
              <w:t>высказы-вать свои размы-шления.; узнавать изученные музыкальные произведения  и называть  их авторов.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0"/>
                <w:szCs w:val="20"/>
              </w:rPr>
              <w:t>Выучить «</w:t>
            </w:r>
            <w:r w:rsidRPr="003E7252">
              <w:rPr>
                <w:sz w:val="20"/>
                <w:szCs w:val="20"/>
                <w:lang w:val="en-US"/>
              </w:rPr>
              <w:t>Ave Maria</w:t>
            </w:r>
            <w:r w:rsidRPr="003E7252">
              <w:rPr>
                <w:sz w:val="20"/>
                <w:szCs w:val="20"/>
              </w:rPr>
              <w:t>».</w:t>
            </w:r>
          </w:p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15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«Не ручей – море ему имя».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62-65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И.С. Бах Токката ре минор.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И.С. Бах «Зима».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вышиваем мелодию.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сотруд-ничества; решать творческие зада-чи на уровне импровизаций; поиск необходимой информации в словарях, ис-пользование ком-пьютера.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Знать/понимать</w:t>
            </w:r>
            <w:r w:rsidRPr="003E7252">
              <w:rPr>
                <w:sz w:val="20"/>
                <w:szCs w:val="20"/>
              </w:rPr>
              <w:t xml:space="preserve"> творчество И.С. Баха, его харак-терные особен-ности.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проникать-ся эмоциональ-ным содержанием музыки,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  <w:r w:rsidRPr="003E7252">
              <w:rPr>
                <w:sz w:val="20"/>
                <w:szCs w:val="20"/>
              </w:rPr>
              <w:t>высказы-вать свои размы-шления.; узнавать изученные музыкальные произведения  и называть  их авторов.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Итоговый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Тест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Сделать сооб-щение об И.С. Бахе.</w:t>
            </w: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16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Суровая красота Норвегии. Музыка Э. Грига.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66-71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Э. Григ «Песня Сольвейг», «Танец Анитры», «В пещере горного короля».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Э. Григ «Заход солнца».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вокальная импровизация.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Просмотр видеофильма о Норвегии.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сотруд-ничества; решать творческие зада-чи на уровне импровизаций.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Знать/понимать</w:t>
            </w:r>
            <w:r w:rsidRPr="003E7252">
              <w:rPr>
                <w:sz w:val="20"/>
                <w:szCs w:val="20"/>
              </w:rPr>
              <w:t xml:space="preserve"> творчество Э. Грига, его харак-терные особен-ности.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проникать-ся эмоциональ-ным содержанием музыки,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  <w:r w:rsidRPr="003E7252">
              <w:rPr>
                <w:sz w:val="20"/>
                <w:szCs w:val="20"/>
              </w:rPr>
              <w:t>высказы-вать свои размы-шления.; узнавать изученные музыкальные произведения  и называть  их авторов.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15321" w:type="dxa"/>
            <w:gridSpan w:val="11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17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+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«Так полюбил я древние дороги…»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4-7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 xml:space="preserve">Слушание: П. Чайковский Симфония №1 «Зимние грёзы» </w:t>
            </w:r>
            <w:r w:rsidRPr="003E7252">
              <w:rPr>
                <w:sz w:val="22"/>
                <w:szCs w:val="22"/>
                <w:lang w:val="en-US"/>
              </w:rPr>
              <w:t>I</w:t>
            </w:r>
            <w:r w:rsidRPr="003E7252">
              <w:rPr>
                <w:sz w:val="22"/>
                <w:szCs w:val="22"/>
              </w:rPr>
              <w:t xml:space="preserve"> ч. (фр-т).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И. Корнилов «Дорога».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А. Алябьев «Зимняя дорога».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Делать простые выводы; участие в диалоге.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определять  характер, настрое-ние и средства выразительности в музыкальных произведениях; выявлять общее и особенное  между  прослушанными произведениями и произведениями других видов искусства и жиз-ненными истока-ми.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Найти стихо-творение о дороге и распеть.</w:t>
            </w: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18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Ноктюрны Ф. Шопена.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8-11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 xml:space="preserve">Слушание: Ф. Шопен Ноктюрн ре-бемоль мажор. 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Ф. Шопен «Весна».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П. Верлен «Луны сквозь чащи» -  импровизация.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сотруд-ничества; решать творческие зада-чи на уровне импровизаций.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Знать/понимать</w:t>
            </w:r>
            <w:r w:rsidRPr="003E7252">
              <w:rPr>
                <w:sz w:val="20"/>
                <w:szCs w:val="20"/>
              </w:rPr>
              <w:t xml:space="preserve"> творчество В.А. Моцарта, его характерные осо-бенности; назва-ние изученного жанра – ноктюрн. 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проникать-ся эмоциональ-ным содержанием музыки,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  <w:r w:rsidRPr="003E7252">
              <w:rPr>
                <w:sz w:val="20"/>
                <w:szCs w:val="20"/>
              </w:rPr>
              <w:t>высказы-вать свои размы-шления.; узнавать изученные музыкальные произведения  и называть  их авторов.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19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«Музыка Шопена – это пушки, при-крытые цветами».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12-15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Ф. Шопен Этюд до минор «Революционный»; Б. Броневицкий «Сердце Шопена».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Б. Броневицкий «Сердце Шопена».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импровизация с ключевым словом «Цветы».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формирование учебного сотруд-ничества; решать творческие зада-чи на уровне импровизаций.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Знать/понимать</w:t>
            </w:r>
            <w:r w:rsidRPr="003E7252">
              <w:rPr>
                <w:sz w:val="20"/>
                <w:szCs w:val="20"/>
              </w:rPr>
              <w:t xml:space="preserve"> творчество Ф. Шопена, его характерные осо-бенности; назва-ние изученного жанра – этюд.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проникать-ся эмоциональ-ным содержанием музыки,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  <w:r w:rsidRPr="003E7252">
              <w:rPr>
                <w:sz w:val="20"/>
                <w:szCs w:val="20"/>
              </w:rPr>
              <w:t>высказы-вать свои размы-шления.; узнавать изученные музыкальные произведения  и называть  их авторов.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20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Арлекин и Пьеро.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16-19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Р. Шуман «Арле-кин», «Пьеро» из ф-ного цикла «Карнавал»; К. Дебюсси «Пьеро».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Н. Савичева «Песня о цирке».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сравни, пластическое интонирование; игра на элементарных музыкальных инструментах.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Работать с учеб-ным текстом; делать простые выводы; участие в диалоге; поиск необходимой информации в словарях, ис-пользование ком-пьютера.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Знать/понимать</w:t>
            </w:r>
            <w:r w:rsidRPr="003E7252">
              <w:rPr>
                <w:sz w:val="20"/>
                <w:szCs w:val="20"/>
              </w:rPr>
              <w:t xml:space="preserve"> характерные осо-бенности творчес-тва Р. Шумана.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Уметь</w:t>
            </w:r>
            <w:r w:rsidRPr="003E7252">
              <w:rPr>
                <w:sz w:val="20"/>
                <w:szCs w:val="20"/>
              </w:rPr>
              <w:t xml:space="preserve"> передавать настроение музы-ки  и его изменение: в пении, музыкаль-но-пластическом движении, игре на элементарных музыкальных инструментах.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Сделать сооб-щение о ком-позиторе Р. Шумане.</w:t>
            </w: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21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В подводном царстве.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20-21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Н. Римский–Корса-ков «Шествие чуд морских» из оперы «Садко»; Р. Щедрин «Золотые рыбки» из балета «Конёк-горбунок».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Г. Фиртич  «Песня о названиях кораблей».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импровизация на элементарных музыкальных инструментах «Море».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Просмотр фрагментов из оперы «Садко».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Делать простые выводы; участие в диалоге; решать творче-ские задачи на уровне импрови-заций.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определять и сравнивать характер, настрое-ние и средства музыкальной вы-разительности в музыкальных про-изведениях; проявлять навыки вокально-хоровой деятельности.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gridAfter w:val="2"/>
          <w:wAfter w:w="283" w:type="dxa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22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Цвет и звук: «музыка витража».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22-25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О. Мессиан «Пастухи» из органного цикла «Рождество Господне».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Г. Фрид  «Ветер».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изобрази.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Делать простые выводы; участие в диалоге.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>понятие «витраж», «эф-фект витража»; имя французского  композитора Оливье Мессиана.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определять  характер, настрое-ние и средства выразительности в музыкальных произведениях; выявлять общее и особенное  между  прослушанными произведениями и произведениями других видов искусства и жиз-ненными истока-ми.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23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Вознесение к звёздам.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26-29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 xml:space="preserve">Слушание: О. Мессиан «Ликование звёзд» </w:t>
            </w:r>
            <w:r w:rsidRPr="003E7252">
              <w:rPr>
                <w:sz w:val="22"/>
                <w:szCs w:val="22"/>
                <w:lang w:val="en-US"/>
              </w:rPr>
              <w:t>V</w:t>
            </w:r>
            <w:r w:rsidRPr="003E7252">
              <w:rPr>
                <w:sz w:val="22"/>
                <w:szCs w:val="22"/>
              </w:rPr>
              <w:t xml:space="preserve"> ч. из «Турангалилы-симфонии». 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В. Шаинский «Облака».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Импровизация с ключевым словом «Звёзды».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Делать простые выводы; участие в диалоге.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Знать/понимать</w:t>
            </w:r>
            <w:r w:rsidRPr="003E7252">
              <w:rPr>
                <w:sz w:val="20"/>
                <w:szCs w:val="20"/>
              </w:rPr>
              <w:t xml:space="preserve"> характерные осо-бенности творчес-тва Оливье Мессиана.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определять и сравнивать характер, настрое-ние и средства музыкальной вы-разительности в музыкальных про-изведениях; проявлять навыки вокально-хоровой деятельности.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Выучить песню «Облака».</w:t>
            </w: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24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Симфониче-ский оркестр.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30-33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Б. Бриттен «Путе-водитель по оркестру для молодёжи».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Е. Адлер «Наш оркестр».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сравни.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Объединение предметов по общему призна-ку; решать творческие зада-чи на уровне импровизаций.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>музыкаль-ные инструменты симфонического оркестра, инстру-ментальные груп-пы; имя англий-ского   компози-тора Бенджамина Бриттена.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различать по звучанию группы и инструменты, входящие в них.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Разгадать на сайте учителя музыки кроссворд «Инструменты симфо-нического оркестра».</w:t>
            </w: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25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Симфониче-ский оркестр.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34-35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Б. Бриттен «Путе-водитель по оркестру для молодёжи».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Е. Адлер «Наш оркестр».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«Творчество работает на будущее».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Объединение предметов по общему призна-ку; решать творческие зада-чи на уровне импровизаций.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>музыкаль-ные инструменты симфонического оркестра; понятие «партитура».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различать по звучанию группы и инструменты, входящие в них.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Тест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26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Поэма огня «Прометей».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36-39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А. Скрябин «Прометей» кода.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Г. Струве «Учитесь держаться в седле».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импровизация с ключевым словом «Огонь».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Использование диска «Импрессионизм в музыке»: просмотр – А. Скрябин.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Организация работы с инфор-мацией при под-держке учителя.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</w:t>
            </w:r>
            <w:r w:rsidRPr="003E7252">
              <w:rPr>
                <w:sz w:val="20"/>
                <w:szCs w:val="20"/>
              </w:rPr>
              <w:t xml:space="preserve"> имя рус-ского  композито-ра Александра Скрябина; жанр симфоническая  поэма.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определять  характер, настрое-ние и средства выразительности в музыкальных произведениях; выявлять общее и особенное  между  прослушанными произведениями и произведениями других видов искусства и жиз-ненными истока-ми.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Взаимо-опрос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rPr>
          <w:trHeight w:val="1643"/>
        </w:trPr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27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«Жизненные правила для  музыкантов» Р. Шумана.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40-41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повторение пройденного материала.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 повторение пройденного материала.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Определение  способов конт-роля  и оценки деятельности.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>«жизнен-ные правила для музыкантов» Р. Шумана.</w:t>
            </w:r>
            <w:r w:rsidRPr="003E7252">
              <w:rPr>
                <w:b/>
                <w:sz w:val="20"/>
                <w:szCs w:val="20"/>
              </w:rPr>
              <w:t xml:space="preserve"> 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 </w:t>
            </w:r>
            <w:r w:rsidRPr="003E7252">
              <w:rPr>
                <w:sz w:val="20"/>
                <w:szCs w:val="20"/>
              </w:rPr>
              <w:t>применять их в своей деятельности.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28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Джазовый оркестр.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42-45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Дж. Гершвин «Песня Порги» из оперы «Порги и Бесс».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Р. Бойко «Дело было в Каролине».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ритмическая импровизация.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Объединение предметов по общему призна-ку; решать творческие зада-чи на уровне импровизаций.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>музыкаль-ные инструменты джазового оркес-тра.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различать по звучанию группы и инструменты, входящие в них.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Выучить пес-ню «Дело было  в Каро-лине».</w:t>
            </w: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29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Что такое мюзикл?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46-49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Р. Роджерс музы-кальные фрагменты из кинофильма «Звуки музыки».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В. Семёнов «Когда я стану миллионером».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Делать простые выводы; участие в диалоге.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>названия изученных жан-ров и форм музыки.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 xml:space="preserve"> опреде-лять и сравнивать характер, настрое-ние и средства выразительности музыкальных про-изведений; прояв-лять навыки вокально-хоровой деятельности.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30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Под небом Парижа.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50-53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Песни из репертуара Э. Пиаф; В. Косма музыка к к/ф «Игрушка», «Папаши».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фр.н.п. «Пастушка».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 xml:space="preserve"> Делать простые выводы.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Знать </w:t>
            </w:r>
            <w:r w:rsidRPr="003E7252">
              <w:rPr>
                <w:sz w:val="20"/>
                <w:szCs w:val="20"/>
              </w:rPr>
              <w:t xml:space="preserve">имя исполнительницы Эдит Пиаф. 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 xml:space="preserve"> опреде-лять и сравнивать характер, настрое-ние и средства выразительности музыкальных про-изведений; прояв-лять навыки вокально-хоровой деятельности.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31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Петербург. Белые ночи.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54-58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П. Чайковский «Май. Белые ночи» из ф-ного цикла «Времена года».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Г. Портнов «Белые ночи».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Импровизация в духе классического произведения «Белые ночи».</w:t>
            </w: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Делать простые выводы; участие в диалоге.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определять  характер, настрое-ние и средства выразительности в музыкальных произведениях; выявлять общее и особенное  между  прослушанными произведениями и произведениями других видов искусства и жиз-ненными истока-ми.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32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«Москва! Как много в этом звуке…»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59-63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Урок изуче-ния и перви-чного закре-пления  но-вых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П. Чайковский Кантата «Москва» №3 хор; П. Чайковский Торжественная увертюра «1812 год» (фр-т); О. Газманов «Москва, звенят колокола»; А. Петров «Я иду, шагаю по Москве».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А. Петров «Я иду, шагаю по Москве».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придумать четверостишие о Москве, распеть.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 xml:space="preserve">Делать простые выводы; оцени-вать свой вклад в общий результат учебной деятель-ности; организо-вывать совмест-ную деятель-ность. 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определять  характер, настрое-ние и средства выразительности в музыкальных произведениях; выявлять общее и особенное  между  прослушанными произведениями и произведениями других видов искусства и жиз-ненными истока-ми; проявлять навыки вокально-хоровой деятель-ности.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Сочинить стих о Родине.</w:t>
            </w: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33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1</w:t>
            </w:r>
          </w:p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«Россия – священная наша держава, Россия – любимая наша страна».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Стр. 64-67</w:t>
            </w: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А. Александров «Государственный Гимн РФ»; П. Чайковский Торжественная увертюра «1812 год» (фр-т).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Пение: Ж. Колмагорова «Мир детям».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Творческое задание: импровизации на лучший стих о Родине.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Оценивать свой вклад в общий результат учеб-ной деятельнос-ти; организо-вывать совмест-ную деятель-ность; проявлять оригинальность при решении творческой зада-чи.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>Знать</w:t>
            </w:r>
            <w:r w:rsidRPr="003E7252">
              <w:rPr>
                <w:sz w:val="20"/>
                <w:szCs w:val="20"/>
              </w:rPr>
              <w:t xml:space="preserve"> слова и мелодию Гимна России.</w:t>
            </w:r>
          </w:p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проникать-ся эмоциональ-ным содержанием музыки; внима-тельно слушать, запоминать назва-ния и авторов произведений; размышлять о музыке; петь легко, не форси-руя звук; дыхание брать по фразам, следить за чёткой дикцией.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Текущий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  <w:tr w:rsidR="00142DF5" w:rsidRPr="003E7252" w:rsidTr="008A138B"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34</w:t>
            </w:r>
          </w:p>
        </w:tc>
        <w:tc>
          <w:tcPr>
            <w:tcW w:w="540" w:type="dxa"/>
          </w:tcPr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2</w:t>
            </w:r>
          </w:p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  <w:p w:rsidR="00142DF5" w:rsidRPr="003E7252" w:rsidRDefault="00142DF5" w:rsidP="003E7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«Россия – священная наша держава, Россия – любимая наша страна».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142DF5" w:rsidRPr="003E7252" w:rsidRDefault="00142DF5" w:rsidP="00AE2944">
            <w:pPr>
              <w:rPr>
                <w:bCs/>
                <w:sz w:val="20"/>
                <w:szCs w:val="20"/>
              </w:rPr>
            </w:pPr>
            <w:r w:rsidRPr="003E7252">
              <w:rPr>
                <w:bCs/>
                <w:sz w:val="20"/>
                <w:szCs w:val="20"/>
              </w:rPr>
              <w:t>Урок контроля, оценки и коррекции  знаний учащихся</w:t>
            </w:r>
          </w:p>
        </w:tc>
        <w:tc>
          <w:tcPr>
            <w:tcW w:w="3188" w:type="dxa"/>
          </w:tcPr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  <w:r w:rsidRPr="003E7252">
              <w:rPr>
                <w:sz w:val="22"/>
                <w:szCs w:val="22"/>
              </w:rPr>
              <w:t>Слушание: А. Александров «Государственный Гимн РФ».</w:t>
            </w:r>
          </w:p>
          <w:p w:rsidR="00142DF5" w:rsidRPr="003E7252" w:rsidRDefault="00142DF5" w:rsidP="003E72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4" w:type="dxa"/>
          </w:tcPr>
          <w:p w:rsidR="00142DF5" w:rsidRPr="003E7252" w:rsidRDefault="00142DF5" w:rsidP="003E7252">
            <w:pPr>
              <w:jc w:val="both"/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 xml:space="preserve">Определение способов контроля и оценки деятельности. </w:t>
            </w:r>
          </w:p>
        </w:tc>
        <w:tc>
          <w:tcPr>
            <w:tcW w:w="1800" w:type="dxa"/>
          </w:tcPr>
          <w:p w:rsidR="00142DF5" w:rsidRPr="003E7252" w:rsidRDefault="00142DF5" w:rsidP="003E7252">
            <w:pPr>
              <w:jc w:val="both"/>
              <w:rPr>
                <w:b/>
                <w:sz w:val="20"/>
                <w:szCs w:val="20"/>
              </w:rPr>
            </w:pPr>
            <w:r w:rsidRPr="003E7252">
              <w:rPr>
                <w:b/>
                <w:sz w:val="20"/>
                <w:szCs w:val="20"/>
              </w:rPr>
              <w:t xml:space="preserve">Уметь </w:t>
            </w:r>
            <w:r w:rsidRPr="003E7252">
              <w:rPr>
                <w:sz w:val="20"/>
                <w:szCs w:val="20"/>
              </w:rPr>
              <w:t>высказы-вать свои размы-шления.; узнавать изученные музыкальные произведения  и называть  их авторов.</w:t>
            </w:r>
          </w:p>
        </w:tc>
        <w:tc>
          <w:tcPr>
            <w:tcW w:w="108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Итоговый</w:t>
            </w:r>
          </w:p>
        </w:tc>
        <w:tc>
          <w:tcPr>
            <w:tcW w:w="126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  <w:r w:rsidRPr="003E7252">
              <w:rPr>
                <w:sz w:val="20"/>
                <w:szCs w:val="20"/>
              </w:rPr>
              <w:t>Тест</w:t>
            </w:r>
          </w:p>
        </w:tc>
        <w:tc>
          <w:tcPr>
            <w:tcW w:w="1440" w:type="dxa"/>
          </w:tcPr>
          <w:p w:rsidR="00142DF5" w:rsidRPr="003E7252" w:rsidRDefault="00142DF5" w:rsidP="00AE2944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gridSpan w:val="2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142DF5" w:rsidRPr="003E7252" w:rsidRDefault="00142DF5" w:rsidP="00AE2944">
            <w:pPr>
              <w:rPr>
                <w:sz w:val="22"/>
                <w:szCs w:val="22"/>
              </w:rPr>
            </w:pPr>
          </w:p>
        </w:tc>
      </w:tr>
    </w:tbl>
    <w:p w:rsidR="00142DF5" w:rsidRDefault="00142DF5" w:rsidP="005C70EF">
      <w:pPr>
        <w:rPr>
          <w:sz w:val="22"/>
          <w:szCs w:val="22"/>
        </w:rPr>
      </w:pPr>
    </w:p>
    <w:p w:rsidR="00142DF5" w:rsidRDefault="00142DF5" w:rsidP="005C70EF">
      <w:pPr>
        <w:jc w:val="center"/>
        <w:rPr>
          <w:b/>
          <w:sz w:val="52"/>
          <w:szCs w:val="52"/>
        </w:rPr>
        <w:sectPr w:rsidR="00142DF5" w:rsidSect="000F0F72">
          <w:pgSz w:w="16840" w:h="11900" w:orient="landscape"/>
          <w:pgMar w:top="731" w:right="1134" w:bottom="1701" w:left="1134" w:header="720" w:footer="720" w:gutter="0"/>
          <w:cols w:space="720"/>
          <w:noEndnote/>
        </w:sectPr>
      </w:pPr>
    </w:p>
    <w:p w:rsidR="00142DF5" w:rsidRPr="00224723" w:rsidRDefault="00142DF5">
      <w:pPr>
        <w:widowControl w:val="0"/>
        <w:autoSpaceDE w:val="0"/>
        <w:autoSpaceDN w:val="0"/>
        <w:adjustRightInd w:val="0"/>
        <w:spacing w:line="10" w:lineRule="exact"/>
      </w:pPr>
    </w:p>
    <w:p w:rsidR="00142DF5" w:rsidRPr="00F64B4B" w:rsidRDefault="00142DF5" w:rsidP="00F64B4B">
      <w:pPr>
        <w:widowControl w:val="0"/>
        <w:autoSpaceDE w:val="0"/>
        <w:autoSpaceDN w:val="0"/>
        <w:adjustRightInd w:val="0"/>
        <w:ind w:left="2" w:right="-20"/>
        <w:jc w:val="center"/>
      </w:pPr>
      <w:r w:rsidRPr="00F64B4B">
        <w:t>УЧЕБНО-МЕТ</w:t>
      </w:r>
      <w:r w:rsidRPr="00F64B4B">
        <w:rPr>
          <w:spacing w:val="-1"/>
        </w:rPr>
        <w:t>ОД</w:t>
      </w:r>
      <w:r w:rsidRPr="00F64B4B">
        <w:t>ИЧЕС</w:t>
      </w:r>
      <w:r w:rsidRPr="00F64B4B">
        <w:rPr>
          <w:spacing w:val="-1"/>
        </w:rPr>
        <w:t>К</w:t>
      </w:r>
      <w:r w:rsidRPr="00F64B4B">
        <w:t>ОЕ</w:t>
      </w:r>
      <w:r w:rsidRPr="00F64B4B">
        <w:rPr>
          <w:spacing w:val="1"/>
        </w:rPr>
        <w:t xml:space="preserve"> </w:t>
      </w:r>
      <w:r w:rsidRPr="00F64B4B">
        <w:t>ОБ</w:t>
      </w:r>
      <w:r w:rsidRPr="00F64B4B">
        <w:rPr>
          <w:spacing w:val="-1"/>
        </w:rPr>
        <w:t>Е</w:t>
      </w:r>
      <w:r w:rsidRPr="00F64B4B">
        <w:t>СПЕ</w:t>
      </w:r>
      <w:r w:rsidRPr="00F64B4B">
        <w:rPr>
          <w:spacing w:val="-1"/>
        </w:rPr>
        <w:t>Ч</w:t>
      </w:r>
      <w:r w:rsidRPr="00F64B4B">
        <w:t>ЕНИЕ</w:t>
      </w:r>
    </w:p>
    <w:p w:rsidR="00142DF5" w:rsidRPr="00F64B4B" w:rsidRDefault="00142DF5" w:rsidP="00F64B4B">
      <w:pPr>
        <w:widowControl w:val="0"/>
        <w:autoSpaceDE w:val="0"/>
        <w:autoSpaceDN w:val="0"/>
        <w:adjustRightInd w:val="0"/>
        <w:jc w:val="center"/>
      </w:pPr>
      <w:r w:rsidRPr="00F64B4B">
        <w:t>ОБРАЗОВАТЕЛЬНОГО ПРОЦЕССА</w:t>
      </w:r>
    </w:p>
    <w:p w:rsidR="00142DF5" w:rsidRPr="00F64B4B" w:rsidRDefault="00142DF5" w:rsidP="00F64B4B">
      <w:pPr>
        <w:widowControl w:val="0"/>
        <w:autoSpaceDE w:val="0"/>
        <w:autoSpaceDN w:val="0"/>
        <w:adjustRightInd w:val="0"/>
        <w:jc w:val="center"/>
      </w:pPr>
    </w:p>
    <w:p w:rsidR="00142DF5" w:rsidRPr="005C70EF" w:rsidRDefault="00142DF5" w:rsidP="005C70EF">
      <w:pPr>
        <w:jc w:val="both"/>
      </w:pPr>
      <w:r w:rsidRPr="005C70EF">
        <w:t>Музыка. 4 кл. В 2ч. Ч.1.: учеб. для общеобразовательных учреждений / В.В. Алеев. – М.: Дрофа, 2007. – 79, [1] с.: ил.</w:t>
      </w:r>
    </w:p>
    <w:p w:rsidR="00142DF5" w:rsidRPr="005C70EF" w:rsidRDefault="00142DF5" w:rsidP="005C70EF">
      <w:pPr>
        <w:jc w:val="both"/>
      </w:pPr>
      <w:r w:rsidRPr="005C70EF">
        <w:t>Музыка. 4 кл. В 2ч. Ч.2.: учеб. для общеобразовательных учреждений / В.В. Алеев. – М.: Дрофа, 2007. – 78, [2] с.: ил.</w:t>
      </w:r>
    </w:p>
    <w:p w:rsidR="00142DF5" w:rsidRPr="00224723" w:rsidRDefault="00142DF5">
      <w:pPr>
        <w:widowControl w:val="0"/>
        <w:autoSpaceDE w:val="0"/>
        <w:autoSpaceDN w:val="0"/>
        <w:adjustRightInd w:val="0"/>
        <w:ind w:left="788" w:right="170" w:hanging="360"/>
      </w:pPr>
    </w:p>
    <w:p w:rsidR="00142DF5" w:rsidRPr="00224723" w:rsidRDefault="00142DF5" w:rsidP="00224723">
      <w:pPr>
        <w:pStyle w:val="41"/>
        <w:shd w:val="clear" w:color="auto" w:fill="auto"/>
        <w:spacing w:after="0" w:line="240" w:lineRule="auto"/>
        <w:rPr>
          <w:sz w:val="24"/>
          <w:szCs w:val="24"/>
        </w:rPr>
      </w:pPr>
      <w:r w:rsidRPr="00224723">
        <w:rPr>
          <w:sz w:val="24"/>
          <w:szCs w:val="24"/>
        </w:rPr>
        <w:t>Методические пособия для учителя:</w:t>
      </w:r>
    </w:p>
    <w:p w:rsidR="00142DF5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Абдуллин, Э. Б.</w:t>
      </w:r>
      <w:r>
        <w:rPr>
          <w:rStyle w:val="1"/>
          <w:sz w:val="24"/>
          <w:szCs w:val="24"/>
        </w:rPr>
        <w:t xml:space="preserve"> Теория музыкального образования [Текст] / Э. Б. Абдуллин. - М.: Изда</w:t>
      </w:r>
      <w:r>
        <w:rPr>
          <w:rStyle w:val="1"/>
          <w:sz w:val="24"/>
          <w:szCs w:val="24"/>
        </w:rPr>
        <w:softHyphen/>
        <w:t>тельский центр «Академия», 2004.</w:t>
      </w:r>
    </w:p>
    <w:p w:rsidR="00142DF5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60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Алиев, Ю. Б.</w:t>
      </w:r>
      <w:r>
        <w:rPr>
          <w:rStyle w:val="1"/>
          <w:sz w:val="24"/>
          <w:szCs w:val="24"/>
        </w:rPr>
        <w:t xml:space="preserve"> Настольная книга школьного учителя-музыканта [Текст] / Ю. Б. Алиев. - М.: Гуманитарный издательский центр «Владос», 2000.</w:t>
      </w:r>
    </w:p>
    <w:p w:rsidR="00142DF5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59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Алиев, Ю. Б.</w:t>
      </w:r>
      <w:r>
        <w:rPr>
          <w:rStyle w:val="1"/>
          <w:sz w:val="24"/>
          <w:szCs w:val="24"/>
        </w:rPr>
        <w:t xml:space="preserve"> Пение на уроках музыки [Текст] / Ю. Б. Алиев. - М.: Владос-Пресс, 2005.</w:t>
      </w:r>
    </w:p>
    <w:p w:rsidR="00142DF5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Владимиров, В. Н.</w:t>
      </w:r>
      <w:r>
        <w:rPr>
          <w:rStyle w:val="1"/>
          <w:sz w:val="24"/>
          <w:szCs w:val="24"/>
        </w:rPr>
        <w:t xml:space="preserve"> Музыкальная литература [Текст] / В. Н. Владимиров, А. И. Лагутин. - М.: Музыка, 1984.</w:t>
      </w:r>
    </w:p>
    <w:p w:rsidR="00142DF5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61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Гришанович, Н.</w:t>
      </w:r>
      <w:r>
        <w:rPr>
          <w:rStyle w:val="1"/>
          <w:sz w:val="24"/>
          <w:szCs w:val="24"/>
        </w:rPr>
        <w:t xml:space="preserve"> Музыка в школе [Текст] : методическое пособие для учителей / Н. Гришанович. - Минск: Юнипресс, 2006.</w:t>
      </w:r>
    </w:p>
    <w:p w:rsidR="00142DF5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61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Дмитриева, Л. Г.</w:t>
      </w:r>
      <w:r>
        <w:rPr>
          <w:rStyle w:val="1"/>
          <w:sz w:val="24"/>
          <w:szCs w:val="24"/>
        </w:rPr>
        <w:t xml:space="preserve"> Методика музыкального воспитания в школе [Текст] / Л. Г. Дмитриева, Н. М. Черноиваненко. - М.: Издательский центр «Академия», 2000.</w:t>
      </w:r>
    </w:p>
    <w:p w:rsidR="00142DF5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Золина, Л. В.</w:t>
      </w:r>
      <w:r>
        <w:rPr>
          <w:rStyle w:val="1"/>
          <w:sz w:val="24"/>
          <w:szCs w:val="24"/>
        </w:rPr>
        <w:t xml:space="preserve"> Уроки музыки с применением информационных технологий. 1-8 классы [Текст] : методическое пособие / Л. В. Золина. - М.: Глобус, 2008.</w:t>
      </w:r>
    </w:p>
    <w:p w:rsidR="00142DF5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596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Затямина, Т. А.</w:t>
      </w:r>
      <w:r>
        <w:rPr>
          <w:rStyle w:val="1"/>
          <w:sz w:val="24"/>
          <w:szCs w:val="24"/>
        </w:rPr>
        <w:t xml:space="preserve"> Современный урок музыки [Текст] / Т. А. Затямина. - М. : Глобус, 2008.</w:t>
      </w:r>
    </w:p>
    <w:p w:rsidR="00142DF5" w:rsidRPr="00B321A3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601"/>
        </w:tabs>
        <w:spacing w:line="240" w:lineRule="auto"/>
        <w:rPr>
          <w:rStyle w:val="1"/>
          <w:sz w:val="24"/>
          <w:szCs w:val="24"/>
        </w:rPr>
      </w:pPr>
      <w:r>
        <w:rPr>
          <w:rStyle w:val="a0"/>
          <w:sz w:val="24"/>
          <w:szCs w:val="24"/>
        </w:rPr>
        <w:t>Клёнов, А.</w:t>
      </w:r>
      <w:r>
        <w:rPr>
          <w:rStyle w:val="1"/>
          <w:sz w:val="24"/>
          <w:szCs w:val="24"/>
        </w:rPr>
        <w:t xml:space="preserve"> Там, где музыка живёт [Текст] / А. Клёнов. - М.: Педагогика, 1985.</w:t>
      </w:r>
    </w:p>
    <w:p w:rsidR="00142DF5" w:rsidRDefault="00142DF5" w:rsidP="00465B8C">
      <w:pPr>
        <w:pStyle w:val="4"/>
        <w:numPr>
          <w:ilvl w:val="1"/>
          <w:numId w:val="4"/>
        </w:numPr>
        <w:shd w:val="clear" w:color="auto" w:fill="auto"/>
        <w:tabs>
          <w:tab w:val="left" w:pos="630"/>
        </w:tabs>
        <w:spacing w:line="240" w:lineRule="auto"/>
        <w:ind w:firstLine="426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Курушина, Т. А.</w:t>
      </w:r>
      <w:r w:rsidRPr="00224723">
        <w:rPr>
          <w:rStyle w:val="2"/>
          <w:sz w:val="24"/>
          <w:szCs w:val="24"/>
        </w:rPr>
        <w:t xml:space="preserve"> Музыка. 1-6 классы [Текст]: творческое развитие учащихся: конспекты уроков / Т. А. Курушина. - Волгоград: Учитель, 2009.</w:t>
      </w:r>
    </w:p>
    <w:p w:rsidR="00142DF5" w:rsidRPr="00B321A3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740"/>
        </w:tabs>
        <w:spacing w:line="240" w:lineRule="auto"/>
        <w:rPr>
          <w:rStyle w:val="1"/>
          <w:sz w:val="24"/>
          <w:szCs w:val="24"/>
        </w:rPr>
      </w:pPr>
      <w:r>
        <w:rPr>
          <w:rStyle w:val="a0"/>
          <w:sz w:val="24"/>
          <w:szCs w:val="24"/>
        </w:rPr>
        <w:t>Могилевская, С.</w:t>
      </w:r>
      <w:r>
        <w:rPr>
          <w:rStyle w:val="1"/>
          <w:sz w:val="24"/>
          <w:szCs w:val="24"/>
        </w:rPr>
        <w:t xml:space="preserve"> У лиры семь струн [Текст] : научно-художественная литература / С. Могилевская ; худож. Н. Мищенко. - М.: Детская литература, 1981.</w:t>
      </w:r>
    </w:p>
    <w:p w:rsidR="00142DF5" w:rsidRPr="00B321A3" w:rsidRDefault="00142DF5" w:rsidP="00465B8C">
      <w:pPr>
        <w:pStyle w:val="4"/>
        <w:numPr>
          <w:ilvl w:val="1"/>
          <w:numId w:val="4"/>
        </w:numPr>
        <w:shd w:val="clear" w:color="auto" w:fill="auto"/>
        <w:tabs>
          <w:tab w:val="left" w:pos="639"/>
        </w:tabs>
        <w:spacing w:line="240" w:lineRule="auto"/>
        <w:ind w:firstLine="426"/>
        <w:rPr>
          <w:rStyle w:val="1"/>
          <w:sz w:val="24"/>
          <w:szCs w:val="24"/>
        </w:rPr>
      </w:pPr>
      <w:r w:rsidRPr="00224723">
        <w:rPr>
          <w:rStyle w:val="a0"/>
          <w:sz w:val="24"/>
          <w:szCs w:val="24"/>
        </w:rPr>
        <w:t>Музыка</w:t>
      </w:r>
      <w:r w:rsidRPr="00224723">
        <w:rPr>
          <w:rStyle w:val="2"/>
          <w:sz w:val="24"/>
          <w:szCs w:val="24"/>
        </w:rPr>
        <w:t xml:space="preserve"> в 5 классе [Текст]: учебно-методическое пособие для учителей. - Минск: Бела</w:t>
      </w:r>
      <w:r w:rsidRPr="00224723">
        <w:rPr>
          <w:rStyle w:val="2"/>
          <w:sz w:val="24"/>
          <w:szCs w:val="24"/>
        </w:rPr>
        <w:softHyphen/>
        <w:t>русь, 2007.</w:t>
      </w:r>
    </w:p>
    <w:p w:rsidR="00142DF5" w:rsidRPr="00465B8C" w:rsidRDefault="00142DF5" w:rsidP="007A4B7E">
      <w:pPr>
        <w:numPr>
          <w:ilvl w:val="1"/>
          <w:numId w:val="4"/>
        </w:numPr>
        <w:spacing w:before="120"/>
        <w:ind w:left="2475" w:hanging="2049"/>
      </w:pPr>
      <w:r w:rsidRPr="00465B8C">
        <w:t>Уроки музыки: 1-4 классы. – М.: ВАКО, 2010. – 288 с. – (Мастерская учителя).</w:t>
      </w:r>
    </w:p>
    <w:p w:rsidR="00142DF5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726"/>
        </w:tabs>
        <w:spacing w:line="240" w:lineRule="auto"/>
        <w:ind w:firstLine="426"/>
        <w:rPr>
          <w:sz w:val="24"/>
          <w:szCs w:val="24"/>
        </w:rPr>
      </w:pPr>
      <w:r>
        <w:rPr>
          <w:rStyle w:val="a0"/>
          <w:sz w:val="24"/>
          <w:szCs w:val="24"/>
        </w:rPr>
        <w:t>Цыпин, Г. М.</w:t>
      </w:r>
      <w:r>
        <w:rPr>
          <w:rStyle w:val="2"/>
          <w:sz w:val="24"/>
          <w:szCs w:val="24"/>
        </w:rPr>
        <w:t xml:space="preserve"> Психология музыкальной деятельности [Текст] : теория и практика / Г. М. Цыпин. - М.: Издательский центр «Академия», 2003.</w:t>
      </w:r>
    </w:p>
    <w:p w:rsidR="00142DF5" w:rsidRDefault="00142DF5" w:rsidP="00B321A3">
      <w:pPr>
        <w:pStyle w:val="4"/>
        <w:numPr>
          <w:ilvl w:val="1"/>
          <w:numId w:val="4"/>
        </w:numPr>
        <w:shd w:val="clear" w:color="auto" w:fill="auto"/>
        <w:tabs>
          <w:tab w:val="left" w:pos="741"/>
        </w:tabs>
        <w:spacing w:line="240" w:lineRule="auto"/>
        <w:ind w:firstLine="426"/>
        <w:rPr>
          <w:sz w:val="24"/>
          <w:szCs w:val="24"/>
        </w:rPr>
      </w:pPr>
      <w:r>
        <w:rPr>
          <w:rStyle w:val="a0"/>
          <w:sz w:val="24"/>
          <w:szCs w:val="24"/>
        </w:rPr>
        <w:t>Школяр, Л. В.</w:t>
      </w:r>
      <w:r>
        <w:rPr>
          <w:rStyle w:val="2"/>
          <w:sz w:val="24"/>
          <w:szCs w:val="24"/>
        </w:rPr>
        <w:t xml:space="preserve"> Музыкальное образование в школе [Текст] / Л. В. Школяр. - М.: Издатель</w:t>
      </w:r>
      <w:r>
        <w:rPr>
          <w:rStyle w:val="2"/>
          <w:sz w:val="24"/>
          <w:szCs w:val="24"/>
        </w:rPr>
        <w:softHyphen/>
        <w:t>ский центр «Академия», 2001.</w:t>
      </w:r>
    </w:p>
    <w:p w:rsidR="00142DF5" w:rsidRDefault="00142DF5" w:rsidP="00B321A3">
      <w:pPr>
        <w:pStyle w:val="4"/>
        <w:shd w:val="clear" w:color="auto" w:fill="auto"/>
        <w:tabs>
          <w:tab w:val="left" w:pos="630"/>
        </w:tabs>
        <w:spacing w:line="240" w:lineRule="auto"/>
        <w:ind w:firstLine="0"/>
        <w:rPr>
          <w:sz w:val="24"/>
          <w:szCs w:val="24"/>
        </w:rPr>
      </w:pPr>
    </w:p>
    <w:p w:rsidR="00142DF5" w:rsidRDefault="00142DF5" w:rsidP="00B321A3">
      <w:pPr>
        <w:pStyle w:val="120"/>
        <w:keepNext/>
        <w:keepLines/>
        <w:shd w:val="clear" w:color="auto" w:fill="auto"/>
        <w:spacing w:after="0" w:line="240" w:lineRule="auto"/>
        <w:rPr>
          <w:sz w:val="24"/>
          <w:szCs w:val="24"/>
        </w:rPr>
      </w:pPr>
      <w:bookmarkStart w:id="1" w:name="bookmark3"/>
      <w:r>
        <w:rPr>
          <w:sz w:val="24"/>
          <w:szCs w:val="24"/>
        </w:rPr>
        <w:t>Дополнительная литература для учащихся:</w:t>
      </w:r>
      <w:bookmarkEnd w:id="1"/>
    </w:p>
    <w:p w:rsidR="00142DF5" w:rsidRDefault="00142DF5" w:rsidP="00FE708B">
      <w:pPr>
        <w:pStyle w:val="4"/>
        <w:numPr>
          <w:ilvl w:val="2"/>
          <w:numId w:val="5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Владимиров, В. Н.</w:t>
      </w:r>
      <w:r>
        <w:rPr>
          <w:rStyle w:val="2"/>
          <w:sz w:val="24"/>
          <w:szCs w:val="24"/>
        </w:rPr>
        <w:t xml:space="preserve"> Музыкальная литература [Текст] / В. Н. Владимиров, А. И. Лагутин. - М.: Музыка, 1984.</w:t>
      </w:r>
    </w:p>
    <w:p w:rsidR="00142DF5" w:rsidRDefault="00142DF5" w:rsidP="00FE708B">
      <w:pPr>
        <w:pStyle w:val="4"/>
        <w:numPr>
          <w:ilvl w:val="2"/>
          <w:numId w:val="5"/>
        </w:numPr>
        <w:shd w:val="clear" w:color="auto" w:fill="auto"/>
        <w:tabs>
          <w:tab w:val="left" w:pos="60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Куберский, И. Ю.</w:t>
      </w:r>
      <w:r>
        <w:rPr>
          <w:rStyle w:val="2"/>
          <w:sz w:val="24"/>
          <w:szCs w:val="24"/>
        </w:rPr>
        <w:t xml:space="preserve"> Энциклопедия для юных музыкантов [Текст] / И. Ю. Куберский, Е. В. Ми</w:t>
      </w:r>
      <w:r>
        <w:rPr>
          <w:rStyle w:val="2"/>
          <w:sz w:val="24"/>
          <w:szCs w:val="24"/>
        </w:rPr>
        <w:softHyphen/>
        <w:t>нина. - СПб.: ТОО «Диамант»: ООО «Золотой век», 1996.</w:t>
      </w:r>
    </w:p>
    <w:p w:rsidR="00142DF5" w:rsidRDefault="00142DF5" w:rsidP="00FE708B">
      <w:pPr>
        <w:pStyle w:val="4"/>
        <w:numPr>
          <w:ilvl w:val="2"/>
          <w:numId w:val="5"/>
        </w:numPr>
        <w:shd w:val="clear" w:color="auto" w:fill="auto"/>
        <w:tabs>
          <w:tab w:val="left" w:pos="634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Музыка.</w:t>
      </w:r>
      <w:r>
        <w:rPr>
          <w:rStyle w:val="2"/>
          <w:sz w:val="24"/>
          <w:szCs w:val="24"/>
        </w:rPr>
        <w:t xml:space="preserve"> Большой энциклопедический словарь [Текст] / гл. ред. Г, В. Келдыш. - М.: НИ «Большая Российская энциклопедия», 1998.</w:t>
      </w:r>
    </w:p>
    <w:p w:rsidR="00142DF5" w:rsidRDefault="00142DF5" w:rsidP="00FE708B">
      <w:pPr>
        <w:pStyle w:val="4"/>
        <w:numPr>
          <w:ilvl w:val="2"/>
          <w:numId w:val="5"/>
        </w:numPr>
        <w:shd w:val="clear" w:color="auto" w:fill="auto"/>
        <w:tabs>
          <w:tab w:val="left" w:pos="639"/>
        </w:tabs>
        <w:spacing w:line="240" w:lineRule="auto"/>
        <w:rPr>
          <w:rStyle w:val="2"/>
          <w:sz w:val="24"/>
          <w:szCs w:val="24"/>
        </w:rPr>
      </w:pPr>
      <w:r>
        <w:rPr>
          <w:rStyle w:val="a0"/>
          <w:sz w:val="24"/>
          <w:szCs w:val="24"/>
        </w:rPr>
        <w:t>Финкелъштейн, Э. И.</w:t>
      </w:r>
      <w:r>
        <w:rPr>
          <w:rStyle w:val="2"/>
          <w:sz w:val="24"/>
          <w:szCs w:val="24"/>
        </w:rPr>
        <w:t xml:space="preserve"> Музыка от А до Я [Текст] / Э. И. Финкельштейн. - СПб.: Компози</w:t>
      </w:r>
      <w:r>
        <w:rPr>
          <w:rStyle w:val="2"/>
          <w:sz w:val="24"/>
          <w:szCs w:val="24"/>
        </w:rPr>
        <w:softHyphen/>
        <w:t>тор, 1997.</w:t>
      </w:r>
    </w:p>
    <w:p w:rsidR="00142DF5" w:rsidRDefault="00142DF5" w:rsidP="00FE708B">
      <w:pPr>
        <w:pStyle w:val="4"/>
        <w:numPr>
          <w:ilvl w:val="2"/>
          <w:numId w:val="5"/>
        </w:numPr>
        <w:shd w:val="clear" w:color="auto" w:fill="auto"/>
        <w:tabs>
          <w:tab w:val="left" w:pos="626"/>
        </w:tabs>
        <w:spacing w:line="240" w:lineRule="auto"/>
        <w:ind w:left="33" w:firstLine="251"/>
      </w:pPr>
      <w:r>
        <w:rPr>
          <w:rStyle w:val="a0"/>
          <w:sz w:val="24"/>
          <w:szCs w:val="24"/>
        </w:rPr>
        <w:t>Прохорова, И. А.</w:t>
      </w:r>
      <w:r>
        <w:rPr>
          <w:rStyle w:val="2"/>
          <w:sz w:val="24"/>
          <w:szCs w:val="24"/>
        </w:rPr>
        <w:t xml:space="preserve"> Зарубежная музыкальная литература [Текст] / И. А. Прохорова. М.: Му</w:t>
      </w:r>
      <w:r>
        <w:rPr>
          <w:rStyle w:val="2"/>
          <w:sz w:val="24"/>
          <w:szCs w:val="24"/>
        </w:rPr>
        <w:softHyphen/>
        <w:t>зыка, 1972.</w:t>
      </w:r>
    </w:p>
    <w:p w:rsidR="00142DF5" w:rsidRDefault="00142DF5" w:rsidP="00FE708B">
      <w:pPr>
        <w:pStyle w:val="4"/>
        <w:numPr>
          <w:ilvl w:val="2"/>
          <w:numId w:val="5"/>
        </w:numPr>
        <w:shd w:val="clear" w:color="auto" w:fill="auto"/>
        <w:tabs>
          <w:tab w:val="left" w:pos="630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Прохорова, И. А.</w:t>
      </w:r>
      <w:r>
        <w:rPr>
          <w:rStyle w:val="2"/>
          <w:sz w:val="24"/>
          <w:szCs w:val="24"/>
        </w:rPr>
        <w:t xml:space="preserve"> Советская музыкальная литература [Текст] / И. А. Прохорова. - М.: Му</w:t>
      </w:r>
      <w:r>
        <w:rPr>
          <w:rStyle w:val="2"/>
          <w:sz w:val="24"/>
          <w:szCs w:val="24"/>
        </w:rPr>
        <w:softHyphen/>
        <w:t>зыка, 1972.</w:t>
      </w:r>
    </w:p>
    <w:p w:rsidR="00142DF5" w:rsidRDefault="00142DF5" w:rsidP="00FE708B">
      <w:pPr>
        <w:pStyle w:val="4"/>
        <w:numPr>
          <w:ilvl w:val="2"/>
          <w:numId w:val="5"/>
        </w:numPr>
        <w:shd w:val="clear" w:color="auto" w:fill="auto"/>
        <w:tabs>
          <w:tab w:val="left" w:pos="654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Саймон, Генри У.</w:t>
      </w:r>
      <w:r>
        <w:rPr>
          <w:rStyle w:val="2"/>
          <w:sz w:val="24"/>
          <w:szCs w:val="24"/>
        </w:rPr>
        <w:t xml:space="preserve"> Сто великих опер и их сюжеты [Текст] / Генри У. Саймон ; пер. с англ. А. Майкапара. - М.: КРОН-Пресс, 1998.</w:t>
      </w:r>
    </w:p>
    <w:p w:rsidR="00142DF5" w:rsidRDefault="00142DF5" w:rsidP="00FE708B">
      <w:pPr>
        <w:pStyle w:val="4"/>
        <w:numPr>
          <w:ilvl w:val="2"/>
          <w:numId w:val="5"/>
        </w:numPr>
        <w:shd w:val="clear" w:color="auto" w:fill="auto"/>
        <w:tabs>
          <w:tab w:val="left" w:pos="635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Саминг, Д.-К.</w:t>
      </w:r>
      <w:r>
        <w:rPr>
          <w:rStyle w:val="2"/>
          <w:sz w:val="24"/>
          <w:szCs w:val="24"/>
        </w:rPr>
        <w:t xml:space="preserve"> 100 великих композиторов [Текст] / Д.-К. Саминг. - М.: Вече, 1999.</w:t>
      </w:r>
    </w:p>
    <w:p w:rsidR="00142DF5" w:rsidRPr="00224723" w:rsidRDefault="00142DF5" w:rsidP="00224723">
      <w:pPr>
        <w:pStyle w:val="41"/>
        <w:shd w:val="clear" w:color="auto" w:fill="auto"/>
        <w:spacing w:after="0" w:line="240" w:lineRule="auto"/>
        <w:ind w:firstLine="0"/>
        <w:jc w:val="left"/>
        <w:rPr>
          <w:rStyle w:val="410"/>
          <w:sz w:val="24"/>
          <w:szCs w:val="24"/>
        </w:rPr>
      </w:pPr>
    </w:p>
    <w:p w:rsidR="00142DF5" w:rsidRPr="00224723" w:rsidRDefault="00142DF5" w:rsidP="00224723">
      <w:pPr>
        <w:jc w:val="center"/>
        <w:rPr>
          <w:b/>
        </w:rPr>
      </w:pPr>
      <w:r w:rsidRPr="00224723">
        <w:rPr>
          <w:b/>
        </w:rPr>
        <w:t>Интернет-ресурсы, которые могут быть использованы учителем и учащимися для под</w:t>
      </w:r>
      <w:r w:rsidRPr="00224723">
        <w:rPr>
          <w:b/>
        </w:rPr>
        <w:softHyphen/>
        <w:t>готовки уроков, сообщений, докладов и рефератов:</w:t>
      </w:r>
    </w:p>
    <w:p w:rsidR="00142DF5" w:rsidRPr="00224723" w:rsidRDefault="00142DF5" w:rsidP="00224723">
      <w:pPr>
        <w:jc w:val="center"/>
        <w:rPr>
          <w:b/>
        </w:rPr>
      </w:pPr>
    </w:p>
    <w:p w:rsidR="00142DF5" w:rsidRPr="00224723" w:rsidRDefault="00142DF5" w:rsidP="00224723">
      <w:pPr>
        <w:numPr>
          <w:ilvl w:val="0"/>
          <w:numId w:val="2"/>
        </w:numPr>
        <w:rPr>
          <w:lang w:eastAsia="en-US"/>
        </w:rPr>
      </w:pPr>
      <w:r w:rsidRPr="00224723">
        <w:rPr>
          <w:i/>
        </w:rPr>
        <w:t>Издательский дом «Первое сентября»</w:t>
      </w:r>
      <w:r w:rsidRPr="00224723">
        <w:rPr>
          <w:rStyle w:val="2"/>
          <w:sz w:val="24"/>
          <w:szCs w:val="24"/>
        </w:rPr>
        <w:t xml:space="preserve"> [Электронный ресурс]. - Режим доступа: </w:t>
      </w:r>
      <w:r w:rsidRPr="00224723">
        <w:t xml:space="preserve"> </w:t>
      </w:r>
      <w:hyperlink r:id="rId8" w:history="1">
        <w:r w:rsidRPr="00224723">
          <w:rPr>
            <w:rStyle w:val="Hyperlink"/>
            <w:lang w:val="en-US" w:eastAsia="en-US"/>
          </w:rPr>
          <w:t>www</w:t>
        </w:r>
        <w:r w:rsidRPr="00224723">
          <w:rPr>
            <w:rStyle w:val="Hyperlink"/>
            <w:lang w:eastAsia="en-US"/>
          </w:rPr>
          <w:t>.1</w:t>
        </w:r>
        <w:r w:rsidRPr="00224723">
          <w:rPr>
            <w:rStyle w:val="Hyperlink"/>
            <w:lang w:val="en-US" w:eastAsia="en-US"/>
          </w:rPr>
          <w:t>september</w:t>
        </w:r>
        <w:r w:rsidRPr="00224723">
          <w:rPr>
            <w:rStyle w:val="Hyperlink"/>
            <w:lang w:eastAsia="en-US"/>
          </w:rPr>
          <w:t>.</w:t>
        </w:r>
        <w:r w:rsidRPr="00224723">
          <w:rPr>
            <w:rStyle w:val="Hyperlink"/>
            <w:lang w:val="en-US" w:eastAsia="en-US"/>
          </w:rPr>
          <w:t>ru</w:t>
        </w:r>
      </w:hyperlink>
    </w:p>
    <w:p w:rsidR="00142DF5" w:rsidRPr="00224723" w:rsidRDefault="00142DF5" w:rsidP="002247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Музыкальная коллекция Российского общеобразовательного портала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music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edu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/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42DF5" w:rsidRPr="00224723" w:rsidRDefault="00142DF5" w:rsidP="002247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Сайт «Классическая музыка»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 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10" w:history="1">
        <w:r w:rsidRPr="00224723">
          <w:rPr>
            <w:rStyle w:val="Hyperlink"/>
            <w:rFonts w:ascii="Times New Roman" w:hAnsi="Times New Roman"/>
            <w:sz w:val="24"/>
            <w:szCs w:val="24"/>
          </w:rPr>
          <w:t>http://www.classic-music.ru/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42DF5" w:rsidRPr="00224723" w:rsidRDefault="00142DF5" w:rsidP="002247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Словарь музыкальных терминов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11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muzyka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net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42DF5" w:rsidRPr="00224723" w:rsidRDefault="00142DF5" w:rsidP="002247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  <w:lang w:val="en-US"/>
        </w:rPr>
        <w:t>UROKI</w:t>
      </w:r>
      <w:r w:rsidRPr="00224723">
        <w:rPr>
          <w:rFonts w:ascii="Times New Roman" w:hAnsi="Times New Roman" w:cs="Times New Roman"/>
          <w:i/>
          <w:sz w:val="24"/>
          <w:szCs w:val="24"/>
        </w:rPr>
        <w:t>.</w:t>
      </w:r>
      <w:r w:rsidRPr="00224723">
        <w:rPr>
          <w:rFonts w:ascii="Times New Roman" w:hAnsi="Times New Roman" w:cs="Times New Roman"/>
          <w:i/>
          <w:sz w:val="24"/>
          <w:szCs w:val="24"/>
          <w:lang w:val="en-US"/>
        </w:rPr>
        <w:t>NET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hyperlink r:id="rId12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24723">
        <w:rPr>
          <w:rFonts w:ascii="Times New Roman" w:hAnsi="Times New Roman" w:cs="Times New Roman"/>
          <w:sz w:val="24"/>
          <w:szCs w:val="24"/>
          <w:u w:val="single"/>
          <w:lang w:val="en-US"/>
        </w:rPr>
        <w:t>uroki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24723">
        <w:rPr>
          <w:rFonts w:ascii="Times New Roman" w:hAnsi="Times New Roman" w:cs="Times New Roman"/>
          <w:sz w:val="24"/>
          <w:szCs w:val="24"/>
          <w:u w:val="single"/>
          <w:lang w:val="en-US"/>
        </w:rPr>
        <w:t>net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/</w:t>
      </w:r>
    </w:p>
    <w:p w:rsidR="00142DF5" w:rsidRPr="00224723" w:rsidRDefault="00142DF5" w:rsidP="002247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Style w:val="2"/>
          <w:rFonts w:ascii="Times New Roman" w:hAnsi="Times New Roman"/>
          <w:i/>
          <w:sz w:val="24"/>
          <w:szCs w:val="24"/>
        </w:rPr>
        <w:t>Сайт учителя музыки Масик Н.А.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 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http://www.chorus506sch.narod.ru/u0.html</w:t>
      </w:r>
    </w:p>
    <w:p w:rsidR="00142DF5" w:rsidRPr="00224723" w:rsidRDefault="00142DF5" w:rsidP="00224723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8. Википедия.</w:t>
      </w:r>
      <w:r w:rsidRPr="00224723">
        <w:rPr>
          <w:rStyle w:val="2"/>
          <w:sz w:val="24"/>
          <w:szCs w:val="24"/>
        </w:rPr>
        <w:t xml:space="preserve"> Свободная энциклопедия [Электронный ресурс]. - Режим доступа:  </w:t>
      </w:r>
    </w:p>
    <w:p w:rsidR="00142DF5" w:rsidRPr="007A4B7E" w:rsidRDefault="00142DF5" w:rsidP="00224723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rStyle w:val="2"/>
          <w:sz w:val="24"/>
          <w:szCs w:val="24"/>
          <w:u w:val="single"/>
        </w:rPr>
      </w:pPr>
      <w:r w:rsidRPr="00224723">
        <w:rPr>
          <w:rStyle w:val="a0"/>
          <w:sz w:val="24"/>
          <w:szCs w:val="24"/>
        </w:rPr>
        <w:t xml:space="preserve">     </w:t>
      </w:r>
      <w:hyperlink r:id="rId13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7A4B7E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  <w:r w:rsidRPr="007A4B7E">
        <w:rPr>
          <w:rStyle w:val="2"/>
          <w:sz w:val="24"/>
          <w:szCs w:val="24"/>
          <w:u w:val="single"/>
        </w:rPr>
        <w:t xml:space="preserve">. </w:t>
      </w:r>
      <w:r w:rsidRPr="00224723">
        <w:rPr>
          <w:rStyle w:val="2"/>
          <w:sz w:val="24"/>
          <w:szCs w:val="24"/>
          <w:u w:val="single"/>
          <w:lang w:val="en-US"/>
        </w:rPr>
        <w:t>wikipedia</w:t>
      </w:r>
      <w:r w:rsidRPr="007A4B7E">
        <w:rPr>
          <w:rStyle w:val="2"/>
          <w:sz w:val="24"/>
          <w:szCs w:val="24"/>
          <w:u w:val="single"/>
        </w:rPr>
        <w:t>.</w:t>
      </w:r>
      <w:r w:rsidRPr="00224723">
        <w:rPr>
          <w:rStyle w:val="2"/>
          <w:sz w:val="24"/>
          <w:szCs w:val="24"/>
          <w:u w:val="single"/>
          <w:lang w:val="en-US"/>
        </w:rPr>
        <w:t>org</w:t>
      </w:r>
      <w:r w:rsidRPr="007A4B7E">
        <w:rPr>
          <w:rStyle w:val="2"/>
          <w:sz w:val="24"/>
          <w:szCs w:val="24"/>
          <w:u w:val="single"/>
        </w:rPr>
        <w:t>/</w:t>
      </w:r>
      <w:r w:rsidRPr="00224723">
        <w:rPr>
          <w:rStyle w:val="2"/>
          <w:sz w:val="24"/>
          <w:szCs w:val="24"/>
          <w:u w:val="single"/>
          <w:lang w:val="en-US"/>
        </w:rPr>
        <w:t>wiki</w:t>
      </w:r>
    </w:p>
    <w:p w:rsidR="00142DF5" w:rsidRPr="007A4B7E" w:rsidRDefault="00142DF5" w:rsidP="00224723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sz w:val="24"/>
          <w:szCs w:val="24"/>
        </w:rPr>
      </w:pPr>
    </w:p>
    <w:p w:rsidR="00142DF5" w:rsidRPr="00224723" w:rsidRDefault="00142DF5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sz w:val="24"/>
          <w:szCs w:val="24"/>
        </w:rPr>
      </w:pPr>
      <w:r w:rsidRPr="00224723">
        <w:rPr>
          <w:rStyle w:val="a0"/>
          <w:sz w:val="24"/>
          <w:szCs w:val="24"/>
        </w:rPr>
        <w:t xml:space="preserve">10. «Погружение в классику» </w:t>
      </w:r>
      <w:r w:rsidRPr="00224723">
        <w:rPr>
          <w:rStyle w:val="2"/>
          <w:sz w:val="24"/>
          <w:szCs w:val="24"/>
        </w:rPr>
        <w:t xml:space="preserve">[Электронный ресурс]. - Режим доступа: </w:t>
      </w:r>
      <w:r w:rsidRPr="00224723">
        <w:rPr>
          <w:rStyle w:val="a0"/>
          <w:sz w:val="24"/>
          <w:szCs w:val="24"/>
        </w:rPr>
        <w:t xml:space="preserve">     </w:t>
      </w:r>
    </w:p>
    <w:p w:rsidR="00142DF5" w:rsidRPr="00224723" w:rsidRDefault="00142DF5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i w:val="0"/>
          <w:sz w:val="24"/>
          <w:szCs w:val="24"/>
          <w:u w:val="single"/>
        </w:rPr>
      </w:pPr>
      <w:r w:rsidRPr="00224723">
        <w:rPr>
          <w:rStyle w:val="a0"/>
          <w:sz w:val="24"/>
          <w:szCs w:val="24"/>
        </w:rPr>
        <w:t xml:space="preserve">     </w:t>
      </w:r>
      <w:hyperlink r:id="rId14" w:history="1">
        <w:r w:rsidRPr="00224723">
          <w:rPr>
            <w:rStyle w:val="Hyperlink"/>
            <w:sz w:val="24"/>
            <w:szCs w:val="24"/>
          </w:rPr>
          <w:t>http://intoclassics.net/</w:t>
        </w:r>
      </w:hyperlink>
    </w:p>
    <w:p w:rsidR="00142DF5" w:rsidRPr="00224723" w:rsidRDefault="00142DF5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i w:val="0"/>
          <w:sz w:val="24"/>
          <w:szCs w:val="24"/>
          <w:u w:val="single"/>
        </w:rPr>
      </w:pPr>
    </w:p>
    <w:p w:rsidR="00142DF5" w:rsidRPr="00224723" w:rsidRDefault="00142DF5" w:rsidP="00224723">
      <w:pPr>
        <w:pStyle w:val="4"/>
        <w:numPr>
          <w:ilvl w:val="0"/>
          <w:numId w:val="3"/>
        </w:numPr>
        <w:shd w:val="clear" w:color="auto" w:fill="auto"/>
        <w:tabs>
          <w:tab w:val="left" w:pos="616"/>
        </w:tabs>
        <w:spacing w:line="240" w:lineRule="auto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Классическая</w:t>
      </w:r>
      <w:r w:rsidRPr="00224723">
        <w:rPr>
          <w:rStyle w:val="2"/>
          <w:sz w:val="24"/>
          <w:szCs w:val="24"/>
        </w:rPr>
        <w:t xml:space="preserve"> музыка [Электронный ресурс]. - Режим доступа: </w:t>
      </w:r>
      <w:hyperlink r:id="rId15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classic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chubrik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</w:p>
    <w:p w:rsidR="00142DF5" w:rsidRPr="00224723" w:rsidRDefault="00142DF5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sz w:val="24"/>
          <w:szCs w:val="24"/>
        </w:rPr>
      </w:pPr>
    </w:p>
    <w:p w:rsidR="00142DF5" w:rsidRPr="00224723" w:rsidRDefault="00142DF5" w:rsidP="00224723">
      <w:pPr>
        <w:pStyle w:val="4"/>
        <w:numPr>
          <w:ilvl w:val="0"/>
          <w:numId w:val="3"/>
        </w:numPr>
        <w:shd w:val="clear" w:color="auto" w:fill="auto"/>
        <w:tabs>
          <w:tab w:val="left" w:pos="630"/>
        </w:tabs>
        <w:spacing w:line="240" w:lineRule="auto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Музыкальная</w:t>
      </w:r>
      <w:r w:rsidRPr="00224723">
        <w:rPr>
          <w:rStyle w:val="2"/>
          <w:sz w:val="24"/>
          <w:szCs w:val="24"/>
        </w:rPr>
        <w:t xml:space="preserve"> энциклопедия [Электронный ресурс]. - Режим доступа : </w:t>
      </w:r>
      <w:hyperlink r:id="rId16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academic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contents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nsf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enc</w:t>
        </w:r>
        <w:r w:rsidRPr="00224723">
          <w:rPr>
            <w:rStyle w:val="Hyperlink"/>
            <w:sz w:val="24"/>
            <w:szCs w:val="24"/>
          </w:rPr>
          <w:t>_</w:t>
        </w:r>
        <w:r w:rsidRPr="00224723">
          <w:rPr>
            <w:rStyle w:val="Hyperlink"/>
            <w:sz w:val="24"/>
            <w:szCs w:val="24"/>
            <w:lang w:val="en-US"/>
          </w:rPr>
          <w:t>music</w:t>
        </w:r>
      </w:hyperlink>
    </w:p>
    <w:p w:rsidR="00142DF5" w:rsidRPr="00224723" w:rsidRDefault="00142DF5" w:rsidP="00224723">
      <w:pPr>
        <w:pStyle w:val="4"/>
        <w:shd w:val="clear" w:color="auto" w:fill="auto"/>
        <w:tabs>
          <w:tab w:val="left" w:pos="630"/>
        </w:tabs>
        <w:spacing w:line="240" w:lineRule="auto"/>
        <w:ind w:firstLine="0"/>
        <w:rPr>
          <w:sz w:val="24"/>
          <w:szCs w:val="24"/>
        </w:rPr>
      </w:pPr>
    </w:p>
    <w:p w:rsidR="00142DF5" w:rsidRPr="00224723" w:rsidRDefault="00142DF5" w:rsidP="00224723">
      <w:pPr>
        <w:pStyle w:val="4"/>
        <w:shd w:val="clear" w:color="auto" w:fill="auto"/>
        <w:tabs>
          <w:tab w:val="left" w:pos="630"/>
        </w:tabs>
        <w:spacing w:line="240" w:lineRule="auto"/>
        <w:ind w:left="360" w:firstLine="0"/>
        <w:rPr>
          <w:sz w:val="24"/>
          <w:szCs w:val="24"/>
        </w:rPr>
      </w:pPr>
    </w:p>
    <w:p w:rsidR="00142DF5" w:rsidRPr="00224723" w:rsidRDefault="00142DF5" w:rsidP="00224723">
      <w:pPr>
        <w:pStyle w:val="4"/>
        <w:numPr>
          <w:ilvl w:val="0"/>
          <w:numId w:val="3"/>
        </w:numPr>
        <w:shd w:val="clear" w:color="auto" w:fill="auto"/>
        <w:tabs>
          <w:tab w:val="left" w:pos="640"/>
        </w:tabs>
        <w:spacing w:line="240" w:lineRule="auto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Музыкальный</w:t>
      </w:r>
      <w:r w:rsidRPr="00224723">
        <w:rPr>
          <w:rStyle w:val="2"/>
          <w:sz w:val="24"/>
          <w:szCs w:val="24"/>
        </w:rPr>
        <w:t xml:space="preserve"> энциклопедический словарь [Электронный ресурс]. - Режим доступа: </w:t>
      </w:r>
      <w:r w:rsidRPr="00224723">
        <w:rPr>
          <w:rStyle w:val="2"/>
          <w:sz w:val="24"/>
          <w:szCs w:val="24"/>
          <w:u w:val="single"/>
          <w:lang w:val="en-US"/>
        </w:rPr>
        <w:t>http</w:t>
      </w:r>
      <w:r w:rsidRPr="00224723">
        <w:rPr>
          <w:rStyle w:val="2"/>
          <w:sz w:val="24"/>
          <w:szCs w:val="24"/>
          <w:u w:val="single"/>
        </w:rPr>
        <w:t>://</w:t>
      </w:r>
      <w:hyperlink r:id="rId17" w:history="1">
        <w:r w:rsidRPr="00224723">
          <w:rPr>
            <w:rStyle w:val="Hyperlink"/>
            <w:sz w:val="24"/>
            <w:szCs w:val="24"/>
            <w:lang w:val="en-US"/>
          </w:rPr>
          <w:t>www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music</w:t>
        </w:r>
        <w:r w:rsidRPr="00224723">
          <w:rPr>
            <w:rStyle w:val="Hyperlink"/>
            <w:sz w:val="24"/>
            <w:szCs w:val="24"/>
          </w:rPr>
          <w:t>-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</w:p>
    <w:p w:rsidR="00142DF5" w:rsidRPr="00224723" w:rsidRDefault="00142DF5" w:rsidP="00224723">
      <w:pPr>
        <w:pStyle w:val="4"/>
        <w:shd w:val="clear" w:color="auto" w:fill="auto"/>
        <w:tabs>
          <w:tab w:val="left" w:pos="640"/>
        </w:tabs>
        <w:spacing w:line="240" w:lineRule="auto"/>
        <w:ind w:left="360" w:firstLine="0"/>
        <w:rPr>
          <w:sz w:val="24"/>
          <w:szCs w:val="24"/>
        </w:rPr>
      </w:pPr>
    </w:p>
    <w:p w:rsidR="00142DF5" w:rsidRPr="00224723" w:rsidRDefault="00142DF5" w:rsidP="00224723">
      <w:pPr>
        <w:pStyle w:val="4"/>
        <w:numPr>
          <w:ilvl w:val="0"/>
          <w:numId w:val="3"/>
        </w:numPr>
        <w:shd w:val="clear" w:color="auto" w:fill="auto"/>
        <w:tabs>
          <w:tab w:val="left" w:pos="650"/>
        </w:tabs>
        <w:spacing w:line="240" w:lineRule="auto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Музыкальный</w:t>
      </w:r>
      <w:r w:rsidRPr="00224723">
        <w:rPr>
          <w:rStyle w:val="2"/>
          <w:sz w:val="24"/>
          <w:szCs w:val="24"/>
        </w:rPr>
        <w:t xml:space="preserve"> словарь [Электронный ресурс]. - Режим доступа: </w:t>
      </w:r>
      <w:hyperlink r:id="rId18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academic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con</w:t>
        </w:r>
        <w:r w:rsidRPr="00224723">
          <w:rPr>
            <w:rStyle w:val="Hyperlink"/>
            <w:sz w:val="24"/>
            <w:szCs w:val="24"/>
          </w:rPr>
          <w:t>-</w:t>
        </w:r>
      </w:hyperlink>
      <w:r w:rsidRPr="00224723">
        <w:rPr>
          <w:rStyle w:val="2"/>
          <w:sz w:val="24"/>
          <w:szCs w:val="24"/>
          <w:u w:val="single"/>
        </w:rPr>
        <w:t xml:space="preserve"> </w:t>
      </w:r>
      <w:r w:rsidRPr="00224723">
        <w:rPr>
          <w:rStyle w:val="2"/>
          <w:sz w:val="24"/>
          <w:szCs w:val="24"/>
          <w:u w:val="single"/>
          <w:lang w:val="en-US"/>
        </w:rPr>
        <w:t>tents</w:t>
      </w:r>
      <w:r w:rsidRPr="00224723">
        <w:rPr>
          <w:rStyle w:val="2"/>
          <w:sz w:val="24"/>
          <w:szCs w:val="24"/>
          <w:u w:val="single"/>
        </w:rPr>
        <w:t xml:space="preserve">. </w:t>
      </w:r>
      <w:r w:rsidRPr="00224723">
        <w:rPr>
          <w:rStyle w:val="2"/>
          <w:sz w:val="24"/>
          <w:szCs w:val="24"/>
          <w:u w:val="single"/>
          <w:lang w:val="en-US"/>
        </w:rPr>
        <w:t>nsf</w:t>
      </w:r>
      <w:r w:rsidRPr="00224723">
        <w:rPr>
          <w:rStyle w:val="2"/>
          <w:sz w:val="24"/>
          <w:szCs w:val="24"/>
          <w:u w:val="single"/>
        </w:rPr>
        <w:t xml:space="preserve">/ </w:t>
      </w:r>
      <w:r w:rsidRPr="00224723">
        <w:rPr>
          <w:rStyle w:val="2"/>
          <w:sz w:val="24"/>
          <w:szCs w:val="24"/>
          <w:u w:val="single"/>
          <w:lang w:val="en-US"/>
        </w:rPr>
        <w:t>dic</w:t>
      </w:r>
      <w:r w:rsidRPr="00224723">
        <w:rPr>
          <w:rStyle w:val="2"/>
          <w:sz w:val="24"/>
          <w:szCs w:val="24"/>
          <w:u w:val="single"/>
        </w:rPr>
        <w:t>_</w:t>
      </w:r>
      <w:r w:rsidRPr="00224723">
        <w:rPr>
          <w:rStyle w:val="2"/>
          <w:sz w:val="24"/>
          <w:szCs w:val="24"/>
          <w:u w:val="single"/>
          <w:lang w:val="en-US"/>
        </w:rPr>
        <w:t>mus</w:t>
      </w:r>
      <w:r w:rsidRPr="00224723">
        <w:rPr>
          <w:rStyle w:val="2"/>
          <w:sz w:val="24"/>
          <w:szCs w:val="24"/>
          <w:u w:val="single"/>
        </w:rPr>
        <w:t xml:space="preserve"> </w:t>
      </w:r>
      <w:r w:rsidRPr="00224723">
        <w:rPr>
          <w:rStyle w:val="2"/>
          <w:sz w:val="24"/>
          <w:szCs w:val="24"/>
          <w:u w:val="single"/>
          <w:lang w:val="en-US"/>
        </w:rPr>
        <w:t>ic</w:t>
      </w:r>
    </w:p>
    <w:p w:rsidR="00142DF5" w:rsidRPr="00224723" w:rsidRDefault="00142DF5" w:rsidP="00224723">
      <w:pPr>
        <w:pStyle w:val="4"/>
        <w:shd w:val="clear" w:color="auto" w:fill="auto"/>
        <w:tabs>
          <w:tab w:val="left" w:pos="650"/>
        </w:tabs>
        <w:spacing w:line="240" w:lineRule="auto"/>
        <w:ind w:firstLine="0"/>
        <w:rPr>
          <w:sz w:val="24"/>
          <w:szCs w:val="24"/>
        </w:rPr>
      </w:pPr>
    </w:p>
    <w:p w:rsidR="00142DF5" w:rsidRPr="00935652" w:rsidRDefault="00142DF5" w:rsidP="00224723">
      <w:pPr>
        <w:pStyle w:val="4"/>
        <w:shd w:val="clear" w:color="auto" w:fill="auto"/>
        <w:tabs>
          <w:tab w:val="left" w:pos="582"/>
        </w:tabs>
        <w:spacing w:line="240" w:lineRule="auto"/>
        <w:ind w:firstLine="0"/>
        <w:jc w:val="center"/>
        <w:rPr>
          <w:rStyle w:val="3"/>
          <w:sz w:val="24"/>
          <w:szCs w:val="24"/>
        </w:rPr>
      </w:pPr>
      <w:r w:rsidRPr="00935652">
        <w:rPr>
          <w:rStyle w:val="3"/>
          <w:sz w:val="24"/>
          <w:szCs w:val="24"/>
        </w:rPr>
        <w:t>МАТЕРИАЛЬНО-ТЕХНИЧЕСКОЕ ОБЕСПЕЧЕНИЕ</w:t>
      </w:r>
    </w:p>
    <w:p w:rsidR="00142DF5" w:rsidRPr="00935652" w:rsidRDefault="00142DF5" w:rsidP="00224723">
      <w:pPr>
        <w:pStyle w:val="4"/>
        <w:shd w:val="clear" w:color="auto" w:fill="auto"/>
        <w:tabs>
          <w:tab w:val="left" w:pos="582"/>
        </w:tabs>
        <w:spacing w:line="240" w:lineRule="auto"/>
        <w:ind w:firstLine="0"/>
        <w:jc w:val="center"/>
        <w:rPr>
          <w:rStyle w:val="3"/>
          <w:sz w:val="24"/>
          <w:szCs w:val="24"/>
        </w:rPr>
      </w:pPr>
      <w:r w:rsidRPr="00935652">
        <w:rPr>
          <w:rStyle w:val="3"/>
          <w:sz w:val="24"/>
          <w:szCs w:val="24"/>
        </w:rPr>
        <w:t>ОБРАЗОВАТЕЛЬНОГО ПРОЦЕССА</w:t>
      </w:r>
    </w:p>
    <w:p w:rsidR="00142DF5" w:rsidRPr="00224723" w:rsidRDefault="00142DF5" w:rsidP="00224723">
      <w:pPr>
        <w:pStyle w:val="4"/>
        <w:shd w:val="clear" w:color="auto" w:fill="auto"/>
        <w:tabs>
          <w:tab w:val="left" w:pos="582"/>
        </w:tabs>
        <w:spacing w:line="240" w:lineRule="auto"/>
        <w:ind w:firstLine="0"/>
        <w:rPr>
          <w:rStyle w:val="3"/>
          <w:b/>
          <w:sz w:val="24"/>
          <w:szCs w:val="24"/>
        </w:rPr>
      </w:pPr>
    </w:p>
    <w:p w:rsidR="00142DF5" w:rsidRPr="00224723" w:rsidRDefault="00142DF5" w:rsidP="00224723">
      <w:pPr>
        <w:pStyle w:val="BodyText"/>
        <w:ind w:firstLine="708"/>
        <w:jc w:val="both"/>
      </w:pPr>
      <w:r w:rsidRPr="00224723">
        <w:t xml:space="preserve">Опубликованные базовые требования к оснащению кабинета музыки были разработаны на основе федерального компонента государственного образовательного стандарта общего образования по музыке и представляют собой оптимальные рекомендации к материально-техническому обеспечению учебного процесса, предъявляемые в условиях введения государственного стандарта по музыке.  </w:t>
      </w:r>
    </w:p>
    <w:p w:rsidR="00142DF5" w:rsidRPr="00224723" w:rsidRDefault="00142DF5" w:rsidP="00224723">
      <w:pPr>
        <w:pStyle w:val="BodyText"/>
        <w:ind w:firstLine="708"/>
        <w:jc w:val="both"/>
      </w:pPr>
      <w:r w:rsidRPr="00224723">
        <w:t xml:space="preserve">Широкое привлечение современных технических средств обучения будет способствовать повышению качества музыкального образования, развитию интереса к музыке и музыкальным занятиям, более глубокому восприятию детьми явлений искусства, вовлечению в активную музыкально-творческую деятельность, формированию многообразных представлений о различных гранях музыкального искусства, расширению художественного кругозора школьников, созданию ярких эмоциональных впечатлений. </w:t>
      </w:r>
    </w:p>
    <w:p w:rsidR="00142DF5" w:rsidRPr="00224723" w:rsidRDefault="00142DF5" w:rsidP="00224723">
      <w:pPr>
        <w:pStyle w:val="BodyText"/>
        <w:ind w:firstLine="708"/>
        <w:jc w:val="both"/>
      </w:pPr>
      <w:r w:rsidRPr="00224723">
        <w:rPr>
          <w:b/>
          <w:i/>
        </w:rPr>
        <w:t>Новизна разработанных требований.</w:t>
      </w:r>
      <w:r w:rsidRPr="00224723">
        <w:t xml:space="preserve"> В состав требований включены объекты и средства материально-технического обеспечения, выпускаемые не только в настоящее время, но и перспективные, создание которых необходимо для внедрения стандарта. В требованиях представлены не конкретные названия объектов и средств материально-технического обеспечения, а их общая  номенклатура. </w:t>
      </w:r>
    </w:p>
    <w:p w:rsidR="00142DF5" w:rsidRPr="00224723" w:rsidRDefault="00142DF5" w:rsidP="00224723">
      <w:pPr>
        <w:pStyle w:val="BodyText"/>
        <w:ind w:firstLine="708"/>
        <w:jc w:val="both"/>
      </w:pPr>
      <w:r w:rsidRPr="00224723">
        <w:t>Современные подходы к преподаванию музыки предполагают актуализацию, в числе других, следующих направлений деятельности учителя-музыканта:</w:t>
      </w:r>
    </w:p>
    <w:p w:rsidR="00142DF5" w:rsidRPr="00224723" w:rsidRDefault="00142DF5" w:rsidP="00224723">
      <w:pPr>
        <w:pStyle w:val="BodyText"/>
        <w:ind w:firstLine="708"/>
        <w:jc w:val="both"/>
      </w:pPr>
      <w:r w:rsidRPr="00224723">
        <w:t>– организация проектной – музыкально-творческой и исследовательской деятельности учащихся;</w:t>
      </w:r>
    </w:p>
    <w:p w:rsidR="00142DF5" w:rsidRPr="00224723" w:rsidRDefault="00142DF5" w:rsidP="00224723">
      <w:pPr>
        <w:pStyle w:val="BodyText"/>
        <w:ind w:firstLine="708"/>
        <w:jc w:val="both"/>
      </w:pPr>
      <w:r w:rsidRPr="00224723">
        <w:t xml:space="preserve">– использование информационно-коммуникационных средств в обучении и поисковой деятельности учащихся; </w:t>
      </w:r>
    </w:p>
    <w:p w:rsidR="00142DF5" w:rsidRPr="00224723" w:rsidRDefault="00142DF5" w:rsidP="00224723">
      <w:pPr>
        <w:pStyle w:val="BodyText"/>
        <w:ind w:firstLine="708"/>
        <w:jc w:val="both"/>
      </w:pPr>
      <w:r w:rsidRPr="00224723">
        <w:t xml:space="preserve">– формирование информационной грамотности учащихся через активизацию их языковой компетентности в области музыкального искусства. </w:t>
      </w:r>
    </w:p>
    <w:p w:rsidR="00142DF5" w:rsidRPr="00224723" w:rsidRDefault="00142DF5" w:rsidP="00224723">
      <w:pPr>
        <w:pStyle w:val="BodyText"/>
        <w:ind w:firstLine="708"/>
        <w:jc w:val="both"/>
      </w:pPr>
      <w:r w:rsidRPr="00224723">
        <w:t xml:space="preserve">Следовательно, для освоения программы, помимо применения традиционного оборудования и традиционных музыкальных инструментов и демонстрационных материалов, в кабинете должен быть современный инструментарий (детские клавишные синтезаторы) и в связи с этим, компьютеризация процесса обучения (компьютер со звуковой картой и музыкально-программным обеспечением). </w:t>
      </w:r>
    </w:p>
    <w:p w:rsidR="00142DF5" w:rsidRPr="00224723" w:rsidRDefault="00142DF5" w:rsidP="000F0F72">
      <w:pPr>
        <w:pStyle w:val="BodyText"/>
        <w:spacing w:after="0"/>
        <w:ind w:firstLine="708"/>
        <w:jc w:val="both"/>
      </w:pPr>
      <w:r w:rsidRPr="00224723">
        <w:t>Кабинет оборудуется средством для зашторивания окон с автоматическим и ручным приводом.</w:t>
      </w:r>
    </w:p>
    <w:p w:rsidR="00142DF5" w:rsidRPr="00224723" w:rsidRDefault="00142DF5" w:rsidP="000F0F72">
      <w:pPr>
        <w:pStyle w:val="BodyText"/>
        <w:spacing w:after="0"/>
        <w:jc w:val="center"/>
        <w:rPr>
          <w:b/>
        </w:rPr>
      </w:pPr>
      <w:r w:rsidRPr="00224723">
        <w:rPr>
          <w:b/>
        </w:rPr>
        <w:t>Технические средства обучения</w:t>
      </w:r>
    </w:p>
    <w:tbl>
      <w:tblPr>
        <w:tblW w:w="8658" w:type="dxa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6"/>
        <w:gridCol w:w="3982"/>
      </w:tblGrid>
      <w:tr w:rsidR="00142DF5" w:rsidRPr="00224723" w:rsidTr="00935652">
        <w:trPr>
          <w:cantSplit/>
          <w:trHeight w:val="728"/>
        </w:trPr>
        <w:tc>
          <w:tcPr>
            <w:tcW w:w="4676" w:type="dxa"/>
          </w:tcPr>
          <w:p w:rsidR="00142DF5" w:rsidRPr="000F0F72" w:rsidRDefault="00142DF5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F0F72">
              <w:rPr>
                <w:sz w:val="22"/>
                <w:szCs w:val="22"/>
              </w:rPr>
              <w:t>Музыкальный центр</w:t>
            </w:r>
          </w:p>
          <w:p w:rsidR="00142DF5" w:rsidRPr="000F0F72" w:rsidRDefault="00142DF5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F0F72">
              <w:rPr>
                <w:sz w:val="22"/>
                <w:szCs w:val="22"/>
              </w:rPr>
              <w:t> </w:t>
            </w:r>
          </w:p>
        </w:tc>
        <w:tc>
          <w:tcPr>
            <w:tcW w:w="3982" w:type="dxa"/>
          </w:tcPr>
          <w:p w:rsidR="00142DF5" w:rsidRPr="000F0F72" w:rsidRDefault="00142DF5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F0F72">
              <w:rPr>
                <w:sz w:val="22"/>
                <w:szCs w:val="22"/>
              </w:rPr>
              <w:t xml:space="preserve">аудиоцентр с возможностью использования аудиодисков, </w:t>
            </w:r>
            <w:r w:rsidRPr="000F0F72">
              <w:rPr>
                <w:sz w:val="22"/>
                <w:szCs w:val="22"/>
                <w:lang w:val="en-US"/>
              </w:rPr>
              <w:t>CD</w:t>
            </w:r>
            <w:r w:rsidRPr="000F0F72">
              <w:rPr>
                <w:sz w:val="22"/>
                <w:szCs w:val="22"/>
              </w:rPr>
              <w:t>-</w:t>
            </w:r>
            <w:r w:rsidRPr="000F0F72">
              <w:rPr>
                <w:sz w:val="22"/>
                <w:szCs w:val="22"/>
                <w:lang w:val="en-US"/>
              </w:rPr>
              <w:t>R</w:t>
            </w:r>
            <w:r w:rsidRPr="000F0F72">
              <w:rPr>
                <w:sz w:val="22"/>
                <w:szCs w:val="22"/>
              </w:rPr>
              <w:t xml:space="preserve">, </w:t>
            </w:r>
            <w:r w:rsidRPr="000F0F72">
              <w:rPr>
                <w:sz w:val="22"/>
                <w:szCs w:val="22"/>
                <w:lang w:val="en-US"/>
              </w:rPr>
              <w:t>CD</w:t>
            </w:r>
            <w:r w:rsidRPr="000F0F72">
              <w:rPr>
                <w:sz w:val="22"/>
                <w:szCs w:val="22"/>
              </w:rPr>
              <w:t xml:space="preserve"> </w:t>
            </w:r>
            <w:r w:rsidRPr="000F0F72">
              <w:rPr>
                <w:sz w:val="22"/>
                <w:szCs w:val="22"/>
                <w:lang w:val="en-US"/>
              </w:rPr>
              <w:t>RW</w:t>
            </w:r>
            <w:r w:rsidRPr="000F0F72">
              <w:rPr>
                <w:sz w:val="22"/>
                <w:szCs w:val="22"/>
              </w:rPr>
              <w:t xml:space="preserve">, </w:t>
            </w:r>
            <w:r w:rsidRPr="000F0F72">
              <w:rPr>
                <w:sz w:val="22"/>
                <w:szCs w:val="22"/>
                <w:lang w:val="en-US"/>
              </w:rPr>
              <w:t>MP</w:t>
            </w:r>
            <w:r w:rsidRPr="000F0F72">
              <w:rPr>
                <w:sz w:val="22"/>
                <w:szCs w:val="22"/>
              </w:rPr>
              <w:t xml:space="preserve"> 3, а также магнитных записей</w:t>
            </w:r>
          </w:p>
        </w:tc>
      </w:tr>
      <w:tr w:rsidR="00142DF5" w:rsidRPr="00224723" w:rsidTr="000F0F72">
        <w:trPr>
          <w:trHeight w:val="221"/>
        </w:trPr>
        <w:tc>
          <w:tcPr>
            <w:tcW w:w="4676" w:type="dxa"/>
          </w:tcPr>
          <w:p w:rsidR="00142DF5" w:rsidRPr="000F0F72" w:rsidRDefault="00142DF5" w:rsidP="00266A8F">
            <w:pPr>
              <w:rPr>
                <w:sz w:val="22"/>
                <w:szCs w:val="22"/>
              </w:rPr>
            </w:pPr>
            <w:r w:rsidRPr="000F0F72">
              <w:rPr>
                <w:sz w:val="22"/>
                <w:szCs w:val="22"/>
              </w:rPr>
              <w:t>Видеомагнитофон</w:t>
            </w:r>
          </w:p>
        </w:tc>
        <w:tc>
          <w:tcPr>
            <w:tcW w:w="3982" w:type="dxa"/>
          </w:tcPr>
          <w:p w:rsidR="00142DF5" w:rsidRPr="000F0F72" w:rsidRDefault="00142DF5" w:rsidP="00266A8F">
            <w:pPr>
              <w:spacing w:before="100" w:beforeAutospacing="1" w:after="100" w:afterAutospacing="1"/>
              <w:rPr>
                <w:sz w:val="16"/>
                <w:szCs w:val="16"/>
              </w:rPr>
            </w:pPr>
          </w:p>
        </w:tc>
      </w:tr>
      <w:tr w:rsidR="00142DF5" w:rsidRPr="00224723" w:rsidTr="00935652">
        <w:tc>
          <w:tcPr>
            <w:tcW w:w="4676" w:type="dxa"/>
          </w:tcPr>
          <w:p w:rsidR="00142DF5" w:rsidRPr="000F0F72" w:rsidRDefault="00142DF5" w:rsidP="00266A8F">
            <w:pPr>
              <w:rPr>
                <w:sz w:val="22"/>
                <w:szCs w:val="22"/>
              </w:rPr>
            </w:pPr>
            <w:r w:rsidRPr="000F0F72">
              <w:rPr>
                <w:sz w:val="22"/>
                <w:szCs w:val="22"/>
                <w:lang w:val="en-US"/>
              </w:rPr>
              <w:t>CD</w:t>
            </w:r>
            <w:r w:rsidRPr="000F0F72">
              <w:rPr>
                <w:sz w:val="22"/>
                <w:szCs w:val="22"/>
              </w:rPr>
              <w:t xml:space="preserve"> / DVD-проигрыватели</w:t>
            </w:r>
          </w:p>
        </w:tc>
        <w:tc>
          <w:tcPr>
            <w:tcW w:w="3982" w:type="dxa"/>
          </w:tcPr>
          <w:p w:rsidR="00142DF5" w:rsidRPr="000F0F72" w:rsidRDefault="00142DF5" w:rsidP="00266A8F">
            <w:pPr>
              <w:rPr>
                <w:sz w:val="22"/>
                <w:szCs w:val="22"/>
              </w:rPr>
            </w:pPr>
            <w:r w:rsidRPr="000F0F72">
              <w:rPr>
                <w:sz w:val="22"/>
                <w:szCs w:val="22"/>
              </w:rPr>
              <w:t> </w:t>
            </w:r>
          </w:p>
        </w:tc>
      </w:tr>
      <w:tr w:rsidR="00142DF5" w:rsidRPr="00224723" w:rsidTr="00935652">
        <w:tc>
          <w:tcPr>
            <w:tcW w:w="4676" w:type="dxa"/>
          </w:tcPr>
          <w:p w:rsidR="00142DF5" w:rsidRPr="000F0F72" w:rsidRDefault="00142DF5" w:rsidP="00266A8F">
            <w:pPr>
              <w:rPr>
                <w:sz w:val="22"/>
                <w:szCs w:val="22"/>
              </w:rPr>
            </w:pPr>
            <w:r w:rsidRPr="000F0F72">
              <w:rPr>
                <w:sz w:val="22"/>
                <w:szCs w:val="22"/>
              </w:rPr>
              <w:t xml:space="preserve">Мультимедийный компьютер со звуковой картой </w:t>
            </w:r>
          </w:p>
        </w:tc>
        <w:tc>
          <w:tcPr>
            <w:tcW w:w="3982" w:type="dxa"/>
          </w:tcPr>
          <w:p w:rsidR="00142DF5" w:rsidRPr="000F0F72" w:rsidRDefault="00142DF5" w:rsidP="000F0F72">
            <w:pPr>
              <w:pStyle w:val="BodyText2"/>
              <w:spacing w:line="240" w:lineRule="auto"/>
              <w:rPr>
                <w:sz w:val="22"/>
                <w:szCs w:val="22"/>
              </w:rPr>
            </w:pPr>
            <w:r w:rsidRPr="000F0F72">
              <w:rPr>
                <w:sz w:val="22"/>
                <w:szCs w:val="22"/>
              </w:rPr>
              <w:t xml:space="preserve">Тех. требования: графическая операционная система, привод для чтения-записи компакт-дисков, аудио-видео входы/выходы, возможность выхода в Интернет. </w:t>
            </w:r>
            <w:r w:rsidRPr="000F0F72">
              <w:rPr>
                <w:sz w:val="22"/>
                <w:szCs w:val="22"/>
              </w:rPr>
              <w:br/>
              <w:t xml:space="preserve">Оснащен акустическими колонками, микрофоном, наушниками, соединен с клавишным синтезатором. </w:t>
            </w:r>
            <w:r w:rsidRPr="000F0F72">
              <w:rPr>
                <w:sz w:val="22"/>
                <w:szCs w:val="22"/>
              </w:rPr>
              <w:br/>
              <w:t>С установленным пакетом прикладных программ (текстовых, графических, нотных и аудио-редакторов и др.).</w:t>
            </w:r>
          </w:p>
        </w:tc>
      </w:tr>
      <w:tr w:rsidR="00142DF5" w:rsidRPr="00224723" w:rsidTr="00935652">
        <w:tc>
          <w:tcPr>
            <w:tcW w:w="4676" w:type="dxa"/>
          </w:tcPr>
          <w:p w:rsidR="00142DF5" w:rsidRPr="000F0F72" w:rsidRDefault="00142DF5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F0F72">
              <w:rPr>
                <w:sz w:val="22"/>
                <w:szCs w:val="22"/>
              </w:rPr>
              <w:t>Мультимедиапроектор</w:t>
            </w:r>
          </w:p>
        </w:tc>
        <w:tc>
          <w:tcPr>
            <w:tcW w:w="3982" w:type="dxa"/>
          </w:tcPr>
          <w:p w:rsidR="00142DF5" w:rsidRPr="000F0F72" w:rsidRDefault="00142DF5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142DF5" w:rsidRPr="00224723" w:rsidTr="00935652">
        <w:tc>
          <w:tcPr>
            <w:tcW w:w="4676" w:type="dxa"/>
          </w:tcPr>
          <w:p w:rsidR="00142DF5" w:rsidRPr="000F0F72" w:rsidRDefault="00142DF5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F0F72">
              <w:rPr>
                <w:sz w:val="22"/>
                <w:szCs w:val="22"/>
              </w:rPr>
              <w:t>Экран (на штативе или навесной)</w:t>
            </w:r>
          </w:p>
        </w:tc>
        <w:tc>
          <w:tcPr>
            <w:tcW w:w="3982" w:type="dxa"/>
          </w:tcPr>
          <w:p w:rsidR="00142DF5" w:rsidRPr="000F0F72" w:rsidRDefault="00142DF5" w:rsidP="00266A8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F0F72">
              <w:rPr>
                <w:sz w:val="22"/>
                <w:szCs w:val="22"/>
              </w:rPr>
              <w:t>Минимальные размеры 1,25х 1,25</w:t>
            </w:r>
          </w:p>
        </w:tc>
      </w:tr>
    </w:tbl>
    <w:p w:rsidR="00142DF5" w:rsidRPr="00224723" w:rsidRDefault="00142DF5" w:rsidP="000F0F72">
      <w:pPr>
        <w:pStyle w:val="BodyText"/>
        <w:jc w:val="both"/>
      </w:pPr>
    </w:p>
    <w:sectPr w:rsidR="00142DF5" w:rsidRPr="00224723" w:rsidSect="00224723">
      <w:pgSz w:w="11900" w:h="16840"/>
      <w:pgMar w:top="1134" w:right="729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DF5" w:rsidRDefault="00142DF5" w:rsidP="000F0F72">
      <w:r>
        <w:separator/>
      </w:r>
    </w:p>
  </w:endnote>
  <w:endnote w:type="continuationSeparator" w:id="0">
    <w:p w:rsidR="00142DF5" w:rsidRDefault="00142DF5" w:rsidP="000F0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DF5" w:rsidRDefault="00142DF5" w:rsidP="000F0F72">
      <w:r>
        <w:separator/>
      </w:r>
    </w:p>
  </w:footnote>
  <w:footnote w:type="continuationSeparator" w:id="0">
    <w:p w:rsidR="00142DF5" w:rsidRDefault="00142DF5" w:rsidP="000F0F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DF5" w:rsidRDefault="00142DF5">
    <w:pPr>
      <w:pStyle w:val="Header"/>
      <w:jc w:val="right"/>
    </w:pPr>
    <w:fldSimple w:instr=" PAGE   \* MERGEFORMAT ">
      <w:r>
        <w:rPr>
          <w:noProof/>
        </w:rPr>
        <w:t>2</w:t>
      </w:r>
    </w:fldSimple>
  </w:p>
  <w:p w:rsidR="00142DF5" w:rsidRDefault="00142DF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ADD"/>
    <w:multiLevelType w:val="hybridMultilevel"/>
    <w:tmpl w:val="77080892"/>
    <w:lvl w:ilvl="0" w:tplc="2026A9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C166F"/>
    <w:multiLevelType w:val="hybridMultilevel"/>
    <w:tmpl w:val="455C3092"/>
    <w:lvl w:ilvl="0" w:tplc="DE9819D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704A5"/>
    <w:multiLevelType w:val="hybridMultilevel"/>
    <w:tmpl w:val="A7341C1C"/>
    <w:lvl w:ilvl="0" w:tplc="BAF6F0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E17EE"/>
    <w:multiLevelType w:val="hybridMultilevel"/>
    <w:tmpl w:val="2F32E370"/>
    <w:lvl w:ilvl="0" w:tplc="A1407CA4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2EAC43FF"/>
    <w:multiLevelType w:val="hybridMultilevel"/>
    <w:tmpl w:val="8C1A5870"/>
    <w:lvl w:ilvl="0" w:tplc="2026A9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85D3A"/>
    <w:multiLevelType w:val="hybridMultilevel"/>
    <w:tmpl w:val="55CCC824"/>
    <w:lvl w:ilvl="0" w:tplc="2026A96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D273E98"/>
    <w:multiLevelType w:val="multilevel"/>
    <w:tmpl w:val="F6A6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A37FAC"/>
    <w:multiLevelType w:val="hybridMultilevel"/>
    <w:tmpl w:val="69926FE0"/>
    <w:lvl w:ilvl="0" w:tplc="2026A96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5706004"/>
    <w:multiLevelType w:val="multilevel"/>
    <w:tmpl w:val="9F78509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24626CE"/>
    <w:multiLevelType w:val="multilevel"/>
    <w:tmpl w:val="C1B6E2C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5A5"/>
    <w:rsid w:val="00072A57"/>
    <w:rsid w:val="00082105"/>
    <w:rsid w:val="000F0F72"/>
    <w:rsid w:val="000F4718"/>
    <w:rsid w:val="00142DF5"/>
    <w:rsid w:val="00155CED"/>
    <w:rsid w:val="001733B7"/>
    <w:rsid w:val="001B2223"/>
    <w:rsid w:val="001C44EB"/>
    <w:rsid w:val="001D49DF"/>
    <w:rsid w:val="002157FA"/>
    <w:rsid w:val="00224723"/>
    <w:rsid w:val="00233B3E"/>
    <w:rsid w:val="002363D4"/>
    <w:rsid w:val="002547FF"/>
    <w:rsid w:val="00266A8F"/>
    <w:rsid w:val="00280221"/>
    <w:rsid w:val="0028480D"/>
    <w:rsid w:val="00353D6E"/>
    <w:rsid w:val="00357E46"/>
    <w:rsid w:val="0036359D"/>
    <w:rsid w:val="003A261D"/>
    <w:rsid w:val="003E7252"/>
    <w:rsid w:val="004456EB"/>
    <w:rsid w:val="00465B8C"/>
    <w:rsid w:val="0047546B"/>
    <w:rsid w:val="00481E88"/>
    <w:rsid w:val="004847F3"/>
    <w:rsid w:val="004964E9"/>
    <w:rsid w:val="004C4B63"/>
    <w:rsid w:val="004D56E0"/>
    <w:rsid w:val="004E0900"/>
    <w:rsid w:val="00506EA5"/>
    <w:rsid w:val="00537AAE"/>
    <w:rsid w:val="00542A59"/>
    <w:rsid w:val="00565EC9"/>
    <w:rsid w:val="0059687D"/>
    <w:rsid w:val="005C70EF"/>
    <w:rsid w:val="005C74B6"/>
    <w:rsid w:val="006110D8"/>
    <w:rsid w:val="00651F7E"/>
    <w:rsid w:val="006707FB"/>
    <w:rsid w:val="0068084D"/>
    <w:rsid w:val="00690835"/>
    <w:rsid w:val="006C6883"/>
    <w:rsid w:val="006E772B"/>
    <w:rsid w:val="0071007D"/>
    <w:rsid w:val="007A4B7E"/>
    <w:rsid w:val="007B05A5"/>
    <w:rsid w:val="007C60DD"/>
    <w:rsid w:val="007E3F44"/>
    <w:rsid w:val="007F3074"/>
    <w:rsid w:val="00804118"/>
    <w:rsid w:val="00823EAB"/>
    <w:rsid w:val="00840392"/>
    <w:rsid w:val="00866DD4"/>
    <w:rsid w:val="008A138B"/>
    <w:rsid w:val="008B6651"/>
    <w:rsid w:val="009021C4"/>
    <w:rsid w:val="00915B2E"/>
    <w:rsid w:val="00921FB1"/>
    <w:rsid w:val="009233E7"/>
    <w:rsid w:val="009342B9"/>
    <w:rsid w:val="00935652"/>
    <w:rsid w:val="00946D45"/>
    <w:rsid w:val="00950404"/>
    <w:rsid w:val="00980CF1"/>
    <w:rsid w:val="009D4451"/>
    <w:rsid w:val="009E5752"/>
    <w:rsid w:val="00A37294"/>
    <w:rsid w:val="00A6765F"/>
    <w:rsid w:val="00A9289E"/>
    <w:rsid w:val="00A97212"/>
    <w:rsid w:val="00AE2944"/>
    <w:rsid w:val="00AF01A6"/>
    <w:rsid w:val="00B11EED"/>
    <w:rsid w:val="00B14DE4"/>
    <w:rsid w:val="00B222CF"/>
    <w:rsid w:val="00B24DA5"/>
    <w:rsid w:val="00B321A3"/>
    <w:rsid w:val="00B75A3F"/>
    <w:rsid w:val="00B92B92"/>
    <w:rsid w:val="00BE74A2"/>
    <w:rsid w:val="00BF2042"/>
    <w:rsid w:val="00C4117C"/>
    <w:rsid w:val="00C710F4"/>
    <w:rsid w:val="00C84297"/>
    <w:rsid w:val="00CA3C21"/>
    <w:rsid w:val="00D04DA0"/>
    <w:rsid w:val="00D34BB0"/>
    <w:rsid w:val="00D5503B"/>
    <w:rsid w:val="00D92204"/>
    <w:rsid w:val="00DA5CB9"/>
    <w:rsid w:val="00DD6AF7"/>
    <w:rsid w:val="00DE15FD"/>
    <w:rsid w:val="00E63D9C"/>
    <w:rsid w:val="00E67D4D"/>
    <w:rsid w:val="00E85148"/>
    <w:rsid w:val="00E93697"/>
    <w:rsid w:val="00EB121F"/>
    <w:rsid w:val="00EC0079"/>
    <w:rsid w:val="00EC642F"/>
    <w:rsid w:val="00EE1203"/>
    <w:rsid w:val="00F175E6"/>
    <w:rsid w:val="00F375EB"/>
    <w:rsid w:val="00F37D54"/>
    <w:rsid w:val="00F64B4B"/>
    <w:rsid w:val="00F93A34"/>
    <w:rsid w:val="00FE467A"/>
    <w:rsid w:val="00FE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A3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7B05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93A34"/>
    <w:rPr>
      <w:rFonts w:cs="Times New Roman"/>
      <w:sz w:val="24"/>
      <w:szCs w:val="24"/>
    </w:rPr>
  </w:style>
  <w:style w:type="paragraph" w:customStyle="1" w:styleId="c3">
    <w:name w:val="c3"/>
    <w:basedOn w:val="Normal"/>
    <w:uiPriority w:val="99"/>
    <w:rsid w:val="007B05A5"/>
    <w:pPr>
      <w:spacing w:before="100" w:beforeAutospacing="1" w:after="100" w:afterAutospacing="1"/>
    </w:pPr>
  </w:style>
  <w:style w:type="character" w:customStyle="1" w:styleId="c5">
    <w:name w:val="c5"/>
    <w:basedOn w:val="DefaultParagraphFont"/>
    <w:uiPriority w:val="99"/>
    <w:rsid w:val="007B05A5"/>
    <w:rPr>
      <w:rFonts w:cs="Times New Roman"/>
    </w:rPr>
  </w:style>
  <w:style w:type="character" w:styleId="Hyperlink">
    <w:name w:val="Hyperlink"/>
    <w:basedOn w:val="DefaultParagraphFont"/>
    <w:uiPriority w:val="99"/>
    <w:rsid w:val="00224723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4"/>
    <w:uiPriority w:val="99"/>
    <w:locked/>
    <w:rsid w:val="00224723"/>
    <w:rPr>
      <w:rFonts w:cs="Times New Roman"/>
      <w:sz w:val="21"/>
      <w:szCs w:val="21"/>
      <w:lang w:bidi="ar-SA"/>
    </w:rPr>
  </w:style>
  <w:style w:type="character" w:customStyle="1" w:styleId="2">
    <w:name w:val="Основной текст2"/>
    <w:basedOn w:val="a"/>
    <w:uiPriority w:val="99"/>
    <w:rsid w:val="00224723"/>
  </w:style>
  <w:style w:type="character" w:customStyle="1" w:styleId="40">
    <w:name w:val="Основной текст (4)_"/>
    <w:basedOn w:val="DefaultParagraphFont"/>
    <w:link w:val="41"/>
    <w:uiPriority w:val="99"/>
    <w:locked/>
    <w:rsid w:val="00224723"/>
    <w:rPr>
      <w:rFonts w:cs="Times New Roman"/>
      <w:sz w:val="22"/>
      <w:szCs w:val="22"/>
      <w:lang w:bidi="ar-SA"/>
    </w:rPr>
  </w:style>
  <w:style w:type="character" w:customStyle="1" w:styleId="a0">
    <w:name w:val="Основной текст + Курсив"/>
    <w:basedOn w:val="a"/>
    <w:uiPriority w:val="99"/>
    <w:rsid w:val="00224723"/>
    <w:rPr>
      <w:i/>
      <w:iCs/>
    </w:rPr>
  </w:style>
  <w:style w:type="character" w:customStyle="1" w:styleId="1pt">
    <w:name w:val="Основной текст + Интервал 1 pt"/>
    <w:basedOn w:val="a"/>
    <w:uiPriority w:val="99"/>
    <w:rsid w:val="00224723"/>
    <w:rPr>
      <w:spacing w:val="30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224723"/>
    <w:rPr>
      <w:rFonts w:cs="Times New Roman"/>
      <w:sz w:val="22"/>
      <w:szCs w:val="22"/>
      <w:lang w:bidi="ar-SA"/>
    </w:rPr>
  </w:style>
  <w:style w:type="character" w:customStyle="1" w:styleId="410">
    <w:name w:val="Основной текст (4) + 10"/>
    <w:aliases w:val="5 pt,Не курсив"/>
    <w:basedOn w:val="40"/>
    <w:uiPriority w:val="99"/>
    <w:rsid w:val="00224723"/>
    <w:rPr>
      <w:i/>
      <w:iCs/>
      <w:spacing w:val="0"/>
      <w:sz w:val="21"/>
      <w:szCs w:val="21"/>
    </w:rPr>
  </w:style>
  <w:style w:type="paragraph" w:customStyle="1" w:styleId="4">
    <w:name w:val="Основной текст4"/>
    <w:basedOn w:val="Normal"/>
    <w:link w:val="a"/>
    <w:uiPriority w:val="99"/>
    <w:rsid w:val="00224723"/>
    <w:pPr>
      <w:shd w:val="clear" w:color="auto" w:fill="FFFFFF"/>
      <w:spacing w:line="288" w:lineRule="exact"/>
      <w:ind w:firstLine="360"/>
      <w:jc w:val="both"/>
    </w:pPr>
    <w:rPr>
      <w:noProof/>
      <w:sz w:val="21"/>
      <w:szCs w:val="21"/>
    </w:rPr>
  </w:style>
  <w:style w:type="paragraph" w:customStyle="1" w:styleId="41">
    <w:name w:val="Основной текст (4)"/>
    <w:basedOn w:val="Normal"/>
    <w:link w:val="40"/>
    <w:uiPriority w:val="99"/>
    <w:rsid w:val="00224723"/>
    <w:pPr>
      <w:shd w:val="clear" w:color="auto" w:fill="FFFFFF"/>
      <w:spacing w:after="120" w:line="240" w:lineRule="atLeast"/>
      <w:ind w:firstLine="360"/>
      <w:jc w:val="both"/>
    </w:pPr>
    <w:rPr>
      <w:noProof/>
      <w:sz w:val="22"/>
      <w:szCs w:val="22"/>
    </w:rPr>
  </w:style>
  <w:style w:type="paragraph" w:customStyle="1" w:styleId="120">
    <w:name w:val="Заголовок №1 (2)"/>
    <w:basedOn w:val="Normal"/>
    <w:link w:val="12"/>
    <w:uiPriority w:val="99"/>
    <w:rsid w:val="00224723"/>
    <w:pPr>
      <w:shd w:val="clear" w:color="auto" w:fill="FFFFFF"/>
      <w:spacing w:after="120" w:line="240" w:lineRule="atLeast"/>
      <w:ind w:firstLine="360"/>
      <w:jc w:val="both"/>
      <w:outlineLvl w:val="0"/>
    </w:pPr>
    <w:rPr>
      <w:noProof/>
      <w:sz w:val="22"/>
      <w:szCs w:val="22"/>
    </w:rPr>
  </w:style>
  <w:style w:type="paragraph" w:styleId="ListParagraph">
    <w:name w:val="List Paragraph"/>
    <w:basedOn w:val="Normal"/>
    <w:uiPriority w:val="99"/>
    <w:qFormat/>
    <w:rsid w:val="0022472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3">
    <w:name w:val="Основной текст3"/>
    <w:basedOn w:val="a"/>
    <w:uiPriority w:val="99"/>
    <w:rsid w:val="00224723"/>
  </w:style>
  <w:style w:type="paragraph" w:styleId="BodyText">
    <w:name w:val="Body Text"/>
    <w:basedOn w:val="Normal"/>
    <w:link w:val="BodyTextChar"/>
    <w:uiPriority w:val="99"/>
    <w:rsid w:val="002247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3A34"/>
    <w:rPr>
      <w:rFonts w:cs="Times New Roman"/>
      <w:sz w:val="24"/>
      <w:szCs w:val="24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224723"/>
    <w:rPr>
      <w:rFonts w:cs="Times New Roman"/>
      <w:sz w:val="19"/>
      <w:szCs w:val="19"/>
      <w:lang w:bidi="ar-SA"/>
    </w:rPr>
  </w:style>
  <w:style w:type="character" w:customStyle="1" w:styleId="1">
    <w:name w:val="Основной текст1"/>
    <w:basedOn w:val="a"/>
    <w:uiPriority w:val="99"/>
    <w:rsid w:val="00224723"/>
  </w:style>
  <w:style w:type="paragraph" w:customStyle="1" w:styleId="21">
    <w:name w:val="Основной текст (2)"/>
    <w:basedOn w:val="Normal"/>
    <w:link w:val="20"/>
    <w:uiPriority w:val="99"/>
    <w:rsid w:val="00224723"/>
    <w:pPr>
      <w:shd w:val="clear" w:color="auto" w:fill="FFFFFF"/>
      <w:spacing w:before="180" w:line="384" w:lineRule="exact"/>
      <w:jc w:val="right"/>
    </w:pPr>
    <w:rPr>
      <w:noProof/>
      <w:sz w:val="19"/>
      <w:szCs w:val="19"/>
    </w:rPr>
  </w:style>
  <w:style w:type="character" w:customStyle="1" w:styleId="11">
    <w:name w:val="Основной текст + 11"/>
    <w:aliases w:val="5 pt4"/>
    <w:basedOn w:val="DefaultParagraphFont"/>
    <w:uiPriority w:val="99"/>
    <w:rsid w:val="00224723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42">
    <w:name w:val="Основной текст (4) + Не курсив"/>
    <w:basedOn w:val="40"/>
    <w:uiPriority w:val="99"/>
    <w:rsid w:val="00224723"/>
    <w:rPr>
      <w:rFonts w:ascii="Times New Roman" w:hAnsi="Times New Roman"/>
      <w:i/>
      <w:iCs/>
      <w:spacing w:val="0"/>
      <w:shd w:val="clear" w:color="auto" w:fill="FFFFFF"/>
    </w:rPr>
  </w:style>
  <w:style w:type="character" w:customStyle="1" w:styleId="10">
    <w:name w:val="Основной текст + 10"/>
    <w:aliases w:val="5 pt3,Полужирный"/>
    <w:basedOn w:val="a"/>
    <w:uiPriority w:val="99"/>
    <w:rsid w:val="00224723"/>
    <w:rPr>
      <w:b/>
      <w:bCs/>
    </w:rPr>
  </w:style>
  <w:style w:type="paragraph" w:customStyle="1" w:styleId="6">
    <w:name w:val="Основной текст6"/>
    <w:basedOn w:val="Normal"/>
    <w:uiPriority w:val="99"/>
    <w:rsid w:val="00224723"/>
    <w:pPr>
      <w:shd w:val="clear" w:color="auto" w:fill="FFFFFF"/>
      <w:spacing w:line="240" w:lineRule="atLeast"/>
      <w:jc w:val="both"/>
    </w:pPr>
    <w:rPr>
      <w:color w:val="000000"/>
      <w:sz w:val="20"/>
      <w:szCs w:val="20"/>
    </w:rPr>
  </w:style>
  <w:style w:type="character" w:customStyle="1" w:styleId="210pt">
    <w:name w:val="Основной текст (2) + 10 pt"/>
    <w:aliases w:val="Не полужирный"/>
    <w:basedOn w:val="20"/>
    <w:uiPriority w:val="99"/>
    <w:rsid w:val="00224723"/>
    <w:rPr>
      <w:b/>
      <w:bCs/>
      <w:sz w:val="20"/>
      <w:szCs w:val="20"/>
    </w:rPr>
  </w:style>
  <w:style w:type="character" w:customStyle="1" w:styleId="210pt1">
    <w:name w:val="Основной текст (2) + 10 pt1"/>
    <w:aliases w:val="Не полужирный1,Курсив"/>
    <w:basedOn w:val="20"/>
    <w:uiPriority w:val="99"/>
    <w:rsid w:val="00224723"/>
    <w:rPr>
      <w:b/>
      <w:bCs/>
      <w:i/>
      <w:iCs/>
      <w:sz w:val="20"/>
      <w:szCs w:val="20"/>
    </w:rPr>
  </w:style>
  <w:style w:type="character" w:customStyle="1" w:styleId="4101">
    <w:name w:val="Основной текст (4) + 101"/>
    <w:aliases w:val="5 pt2,Полужирный1,Не курсив1"/>
    <w:basedOn w:val="40"/>
    <w:uiPriority w:val="99"/>
    <w:rsid w:val="00224723"/>
    <w:rPr>
      <w:rFonts w:ascii="Times New Roman" w:hAnsi="Times New Roman"/>
      <w:b/>
      <w:bCs/>
      <w:i/>
      <w:iCs/>
      <w:spacing w:val="0"/>
      <w:sz w:val="21"/>
      <w:szCs w:val="21"/>
    </w:rPr>
  </w:style>
  <w:style w:type="character" w:customStyle="1" w:styleId="5">
    <w:name w:val="Основной текст5"/>
    <w:basedOn w:val="a"/>
    <w:uiPriority w:val="99"/>
    <w:rsid w:val="00224723"/>
    <w:rPr>
      <w:sz w:val="20"/>
      <w:szCs w:val="20"/>
    </w:rPr>
  </w:style>
  <w:style w:type="character" w:customStyle="1" w:styleId="7">
    <w:name w:val="Основной текст + 7"/>
    <w:aliases w:val="5 pt1"/>
    <w:basedOn w:val="a"/>
    <w:uiPriority w:val="99"/>
    <w:rsid w:val="00224723"/>
    <w:rPr>
      <w:sz w:val="15"/>
      <w:szCs w:val="15"/>
    </w:rPr>
  </w:style>
  <w:style w:type="table" w:styleId="TableGrid">
    <w:name w:val="Table Grid"/>
    <w:basedOn w:val="TableNormal"/>
    <w:uiPriority w:val="99"/>
    <w:rsid w:val="00481E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81E88"/>
    <w:pPr>
      <w:spacing w:before="100" w:beforeAutospacing="1" w:after="100" w:afterAutospacing="1"/>
    </w:pPr>
    <w:rPr>
      <w:color w:val="000000"/>
    </w:rPr>
  </w:style>
  <w:style w:type="character" w:customStyle="1" w:styleId="apple-style-span">
    <w:name w:val="apple-style-span"/>
    <w:basedOn w:val="DefaultParagraphFont"/>
    <w:uiPriority w:val="99"/>
    <w:rsid w:val="00481E8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81E88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4C4B6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93A34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F0F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F0F7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0F0F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0F7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2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/" TargetMode="External"/><Relationship Id="rId13" Type="http://schemas.openxmlformats.org/officeDocument/2006/relationships/hyperlink" Target="http://ru" TargetMode="External"/><Relationship Id="rId18" Type="http://schemas.openxmlformats.org/officeDocument/2006/relationships/hyperlink" Target="http://dic.academic.ru/con-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.music-dic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.academic.ru/contents.nsf/enc_musi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uzyka.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lassic.chubrik.ru" TargetMode="External"/><Relationship Id="rId10" Type="http://schemas.openxmlformats.org/officeDocument/2006/relationships/hyperlink" Target="http://www.classic-music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usic.edu.ru/" TargetMode="External"/><Relationship Id="rId14" Type="http://schemas.openxmlformats.org/officeDocument/2006/relationships/hyperlink" Target="http://intoclassic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24</Pages>
  <Words>6616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-</dc:creator>
  <cp:keywords/>
  <dc:description/>
  <cp:lastModifiedBy>-</cp:lastModifiedBy>
  <cp:revision>7</cp:revision>
  <dcterms:created xsi:type="dcterms:W3CDTF">2015-06-12T13:41:00Z</dcterms:created>
  <dcterms:modified xsi:type="dcterms:W3CDTF">2019-12-08T14:21:00Z</dcterms:modified>
</cp:coreProperties>
</file>